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F76" w:rsidRPr="00C613F5" w:rsidRDefault="00C613F5" w:rsidP="00C613F5">
      <w:pPr>
        <w:tabs>
          <w:tab w:val="left" w:pos="10063"/>
        </w:tabs>
        <w:autoSpaceDE w:val="0"/>
        <w:autoSpaceDN w:val="0"/>
        <w:adjustRightInd w:val="0"/>
        <w:spacing w:before="240" w:after="60"/>
        <w:ind w:left="567" w:right="462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C613F5">
        <w:rPr>
          <w:rFonts w:cs="Arial"/>
          <w:b/>
          <w:bCs/>
          <w:kern w:val="32"/>
          <w:sz w:val="32"/>
          <w:szCs w:val="32"/>
        </w:rPr>
        <w:t>РЕСПУБЛИКА ИНГУШЕТИЯ</w:t>
      </w:r>
    </w:p>
    <w:p w:rsidR="00403F76" w:rsidRPr="00C613F5" w:rsidRDefault="00403F76" w:rsidP="00C613F5">
      <w:pPr>
        <w:tabs>
          <w:tab w:val="center" w:pos="4895"/>
          <w:tab w:val="left" w:pos="7005"/>
          <w:tab w:val="left" w:pos="10063"/>
        </w:tabs>
        <w:autoSpaceDE w:val="0"/>
        <w:autoSpaceDN w:val="0"/>
        <w:adjustRightInd w:val="0"/>
        <w:ind w:left="567" w:right="462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C613F5">
        <w:rPr>
          <w:rFonts w:cs="Arial"/>
          <w:b/>
          <w:bCs/>
          <w:kern w:val="32"/>
          <w:sz w:val="32"/>
          <w:szCs w:val="32"/>
        </w:rPr>
        <w:t>АДМИНИСТРАЦИЯ</w:t>
      </w:r>
    </w:p>
    <w:p w:rsidR="00403F76" w:rsidRPr="00C613F5" w:rsidRDefault="00403F76" w:rsidP="00C613F5">
      <w:pPr>
        <w:tabs>
          <w:tab w:val="left" w:pos="10063"/>
        </w:tabs>
        <w:autoSpaceDE w:val="0"/>
        <w:autoSpaceDN w:val="0"/>
        <w:adjustRightInd w:val="0"/>
        <w:ind w:left="567" w:right="462"/>
        <w:jc w:val="center"/>
        <w:outlineLvl w:val="0"/>
        <w:rPr>
          <w:rFonts w:cs="Arial"/>
          <w:b/>
          <w:bCs/>
          <w:kern w:val="32"/>
          <w:sz w:val="32"/>
          <w:szCs w:val="32"/>
        </w:rPr>
      </w:pPr>
      <w:r w:rsidRPr="00C613F5">
        <w:rPr>
          <w:rFonts w:cs="Arial"/>
          <w:b/>
          <w:bCs/>
          <w:kern w:val="32"/>
          <w:sz w:val="32"/>
          <w:szCs w:val="32"/>
        </w:rPr>
        <w:t>МО «ГОРОДСКОЙ ОКРУГ ГОРОД СУНЖА»</w:t>
      </w:r>
    </w:p>
    <w:p w:rsidR="00403F76" w:rsidRPr="00C613F5" w:rsidRDefault="00403F76" w:rsidP="00C613F5">
      <w:pPr>
        <w:widowControl w:val="0"/>
        <w:autoSpaceDE w:val="0"/>
        <w:autoSpaceDN w:val="0"/>
        <w:adjustRightInd w:val="0"/>
        <w:ind w:left="567" w:right="462"/>
        <w:jc w:val="center"/>
        <w:rPr>
          <w:rFonts w:cs="Arial"/>
          <w:b/>
          <w:bCs/>
          <w:kern w:val="32"/>
          <w:sz w:val="32"/>
          <w:szCs w:val="32"/>
        </w:rPr>
      </w:pPr>
    </w:p>
    <w:p w:rsidR="00403F76" w:rsidRPr="00C613F5" w:rsidRDefault="00C613F5" w:rsidP="00C613F5">
      <w:pPr>
        <w:widowControl w:val="0"/>
        <w:autoSpaceDE w:val="0"/>
        <w:autoSpaceDN w:val="0"/>
        <w:adjustRightInd w:val="0"/>
        <w:ind w:left="567" w:right="462"/>
        <w:jc w:val="center"/>
        <w:rPr>
          <w:rFonts w:cs="Arial"/>
          <w:b/>
          <w:bCs/>
          <w:kern w:val="32"/>
          <w:sz w:val="32"/>
          <w:szCs w:val="32"/>
        </w:rPr>
      </w:pPr>
      <w:bookmarkStart w:id="0" w:name="_GoBack"/>
      <w:r w:rsidRPr="00C613F5">
        <w:rPr>
          <w:rFonts w:cs="Arial"/>
          <w:b/>
          <w:bCs/>
          <w:kern w:val="32"/>
          <w:sz w:val="32"/>
          <w:szCs w:val="32"/>
        </w:rPr>
        <w:pict>
          <v:line id="_x0000_s1027" style="position:absolute;left:0;text-align:left;z-index:251657216" from="486pt,10.4pt" to="486pt,10.4pt" strokeweight="6pt">
            <v:stroke linestyle="thickBetweenThin"/>
          </v:line>
        </w:pict>
      </w:r>
      <w:bookmarkEnd w:id="0"/>
      <w:r w:rsidR="00403F76" w:rsidRPr="00C613F5">
        <w:rPr>
          <w:rFonts w:cs="Arial"/>
          <w:b/>
          <w:bCs/>
          <w:kern w:val="32"/>
          <w:sz w:val="32"/>
          <w:szCs w:val="32"/>
        </w:rPr>
        <w:t xml:space="preserve">                              </w:t>
      </w:r>
    </w:p>
    <w:p w:rsidR="00403F76" w:rsidRPr="00C613F5" w:rsidRDefault="00403F76" w:rsidP="00C613F5">
      <w:pPr>
        <w:widowControl w:val="0"/>
        <w:autoSpaceDE w:val="0"/>
        <w:autoSpaceDN w:val="0"/>
        <w:adjustRightInd w:val="0"/>
        <w:ind w:left="567" w:right="462"/>
        <w:jc w:val="center"/>
        <w:rPr>
          <w:rFonts w:cs="Arial"/>
          <w:b/>
          <w:bCs/>
          <w:kern w:val="32"/>
          <w:sz w:val="32"/>
          <w:szCs w:val="32"/>
        </w:rPr>
      </w:pPr>
      <w:r w:rsidRPr="00C613F5">
        <w:rPr>
          <w:rFonts w:cs="Arial"/>
          <w:b/>
          <w:bCs/>
          <w:kern w:val="32"/>
          <w:sz w:val="32"/>
          <w:szCs w:val="32"/>
        </w:rPr>
        <w:t>ПОСТАНОВЛЕНИЕ</w:t>
      </w:r>
    </w:p>
    <w:p w:rsidR="00403F76" w:rsidRPr="00C613F5" w:rsidRDefault="00403F76" w:rsidP="00C613F5">
      <w:pPr>
        <w:widowControl w:val="0"/>
        <w:autoSpaceDE w:val="0"/>
        <w:autoSpaceDN w:val="0"/>
        <w:adjustRightInd w:val="0"/>
        <w:ind w:left="567" w:right="462"/>
      </w:pPr>
    </w:p>
    <w:p w:rsidR="00403F76" w:rsidRPr="00C613F5" w:rsidRDefault="00C46337" w:rsidP="00C613F5">
      <w:pPr>
        <w:widowControl w:val="0"/>
        <w:tabs>
          <w:tab w:val="left" w:pos="4110"/>
        </w:tabs>
        <w:autoSpaceDE w:val="0"/>
        <w:autoSpaceDN w:val="0"/>
        <w:adjustRightInd w:val="0"/>
        <w:ind w:left="567" w:right="462"/>
        <w:jc w:val="center"/>
        <w:rPr>
          <w:rFonts w:cs="Arial"/>
          <w:bCs/>
          <w:kern w:val="28"/>
          <w:szCs w:val="32"/>
        </w:rPr>
      </w:pPr>
      <w:r w:rsidRPr="00C613F5">
        <w:rPr>
          <w:rFonts w:cs="Arial"/>
          <w:bCs/>
          <w:kern w:val="28"/>
          <w:szCs w:val="32"/>
        </w:rPr>
        <w:t>«</w:t>
      </w:r>
      <w:r w:rsidR="00CA5406" w:rsidRPr="00C613F5">
        <w:rPr>
          <w:rFonts w:cs="Arial"/>
          <w:bCs/>
          <w:kern w:val="28"/>
          <w:szCs w:val="32"/>
        </w:rPr>
        <w:t>24</w:t>
      </w:r>
      <w:r w:rsidRPr="00C613F5">
        <w:rPr>
          <w:rFonts w:cs="Arial"/>
          <w:bCs/>
          <w:kern w:val="28"/>
          <w:szCs w:val="32"/>
        </w:rPr>
        <w:t xml:space="preserve">» </w:t>
      </w:r>
      <w:r w:rsidR="00CA5406" w:rsidRPr="00C613F5">
        <w:rPr>
          <w:rFonts w:cs="Arial"/>
          <w:bCs/>
          <w:kern w:val="28"/>
          <w:szCs w:val="32"/>
        </w:rPr>
        <w:t xml:space="preserve">мая </w:t>
      </w:r>
      <w:r w:rsidRPr="00C613F5">
        <w:rPr>
          <w:rFonts w:cs="Arial"/>
          <w:bCs/>
          <w:kern w:val="28"/>
          <w:szCs w:val="32"/>
        </w:rPr>
        <w:t xml:space="preserve"> 2024</w:t>
      </w:r>
      <w:r w:rsidR="00403F76" w:rsidRPr="00C613F5">
        <w:rPr>
          <w:rFonts w:cs="Arial"/>
          <w:bCs/>
          <w:kern w:val="28"/>
          <w:szCs w:val="32"/>
        </w:rPr>
        <w:t xml:space="preserve"> г.                                                                                       № </w:t>
      </w:r>
      <w:r w:rsidR="00CA5406" w:rsidRPr="00C613F5">
        <w:rPr>
          <w:rFonts w:cs="Arial"/>
          <w:bCs/>
          <w:kern w:val="28"/>
          <w:szCs w:val="32"/>
        </w:rPr>
        <w:t>153</w:t>
      </w:r>
    </w:p>
    <w:p w:rsidR="00403F76" w:rsidRPr="00C613F5" w:rsidRDefault="00403F76" w:rsidP="00C613F5">
      <w:pPr>
        <w:widowControl w:val="0"/>
        <w:autoSpaceDE w:val="0"/>
        <w:autoSpaceDN w:val="0"/>
        <w:adjustRightInd w:val="0"/>
        <w:ind w:left="567" w:right="462"/>
        <w:jc w:val="center"/>
        <w:rPr>
          <w:rFonts w:cs="Arial"/>
          <w:bCs/>
          <w:kern w:val="28"/>
          <w:szCs w:val="32"/>
        </w:rPr>
      </w:pPr>
    </w:p>
    <w:p w:rsidR="00403F76" w:rsidRPr="00C613F5" w:rsidRDefault="00403F76" w:rsidP="00C613F5">
      <w:pPr>
        <w:widowControl w:val="0"/>
        <w:autoSpaceDE w:val="0"/>
        <w:autoSpaceDN w:val="0"/>
        <w:adjustRightInd w:val="0"/>
        <w:ind w:left="567" w:right="462"/>
        <w:jc w:val="center"/>
      </w:pPr>
      <w:r w:rsidRPr="00C613F5">
        <w:t>г. Сунжа</w:t>
      </w:r>
    </w:p>
    <w:p w:rsidR="00403F76" w:rsidRPr="00C613F5" w:rsidRDefault="00403F76" w:rsidP="00C613F5">
      <w:pPr>
        <w:ind w:left="567" w:right="462"/>
      </w:pPr>
    </w:p>
    <w:p w:rsidR="00403F76" w:rsidRPr="00C613F5" w:rsidRDefault="00403F76" w:rsidP="00C613F5">
      <w:pPr>
        <w:ind w:left="567" w:right="462"/>
        <w:jc w:val="center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>«О создании эвакуационной (эвакоприемной) комиссии на территории МО «Городской округ город Сунжа»</w:t>
      </w:r>
    </w:p>
    <w:p w:rsidR="00403F76" w:rsidRPr="00C613F5" w:rsidRDefault="00403F76" w:rsidP="00C613F5">
      <w:pPr>
        <w:ind w:left="567" w:right="462"/>
      </w:pPr>
    </w:p>
    <w:p w:rsidR="00403F76" w:rsidRPr="00C613F5" w:rsidRDefault="00403F76" w:rsidP="00C613F5">
      <w:pPr>
        <w:ind w:left="567" w:right="462"/>
      </w:pPr>
    </w:p>
    <w:p w:rsidR="00403F76" w:rsidRPr="00C613F5" w:rsidRDefault="00403F76" w:rsidP="00C613F5">
      <w:pPr>
        <w:ind w:left="567" w:right="462"/>
        <w:rPr>
          <w:rFonts w:cs="Arial"/>
        </w:rPr>
      </w:pPr>
      <w:r w:rsidRPr="00C613F5">
        <w:rPr>
          <w:rFonts w:cs="Arial"/>
        </w:rPr>
        <w:t xml:space="preserve">В </w:t>
      </w:r>
      <w:bookmarkStart w:id="1" w:name="_Hlk151048763"/>
      <w:r w:rsidRPr="00C613F5">
        <w:rPr>
          <w:rFonts w:cs="Arial"/>
        </w:rPr>
        <w:t>соответствии с пунктом 1 статьи 3 пунктом 2 статьи 8 Федерального закона от 12.02.1998 г. № 28-ФЗ «О гражданской обороне»; постановлением Правительства Р</w:t>
      </w:r>
      <w:r w:rsidR="00485360" w:rsidRPr="00C613F5">
        <w:rPr>
          <w:rFonts w:cs="Arial"/>
        </w:rPr>
        <w:t>еспублики Ингушетия от 15.03</w:t>
      </w:r>
      <w:r w:rsidRPr="00C613F5">
        <w:rPr>
          <w:rFonts w:cs="Arial"/>
        </w:rPr>
        <w:t>.2</w:t>
      </w:r>
      <w:r w:rsidR="00485360" w:rsidRPr="00C613F5">
        <w:rPr>
          <w:rFonts w:cs="Arial"/>
        </w:rPr>
        <w:t>024</w:t>
      </w:r>
      <w:r w:rsidRPr="00C613F5">
        <w:rPr>
          <w:rFonts w:cs="Arial"/>
        </w:rPr>
        <w:t xml:space="preserve"> г. </w:t>
      </w:r>
      <w:r w:rsidR="00485360" w:rsidRPr="00C613F5">
        <w:rPr>
          <w:rFonts w:cs="Arial"/>
        </w:rPr>
        <w:t>№ 39ДСП</w:t>
      </w:r>
      <w:r w:rsidRPr="00C613F5">
        <w:rPr>
          <w:rFonts w:cs="Arial"/>
        </w:rPr>
        <w:t xml:space="preserve"> «</w:t>
      </w:r>
      <w:bookmarkEnd w:id="1"/>
      <w:r w:rsidR="00485360" w:rsidRPr="00C613F5">
        <w:rPr>
          <w:rFonts w:cs="Arial"/>
        </w:rPr>
        <w:t>Об утверждении п</w:t>
      </w:r>
      <w:r w:rsidR="00C46337" w:rsidRPr="00C613F5">
        <w:rPr>
          <w:rFonts w:cs="Arial"/>
        </w:rPr>
        <w:t>о</w:t>
      </w:r>
      <w:r w:rsidR="00485360" w:rsidRPr="00C613F5">
        <w:rPr>
          <w:rFonts w:cs="Arial"/>
        </w:rPr>
        <w:t>рядка организации и проведения эвакуационных мероприятий на территории Республики Ингушетия</w:t>
      </w:r>
      <w:r w:rsidRPr="00C613F5">
        <w:rPr>
          <w:rFonts w:cs="Arial"/>
        </w:rPr>
        <w:t xml:space="preserve">». Администрация МО «Городской округ город Сунжа» </w:t>
      </w:r>
    </w:p>
    <w:p w:rsidR="00403F76" w:rsidRPr="00C613F5" w:rsidRDefault="00403F76" w:rsidP="00C613F5">
      <w:pPr>
        <w:ind w:left="567" w:right="462"/>
        <w:rPr>
          <w:rFonts w:cs="Arial"/>
        </w:rPr>
      </w:pPr>
    </w:p>
    <w:p w:rsidR="00403F76" w:rsidRPr="00C613F5" w:rsidRDefault="00403F76" w:rsidP="00C613F5">
      <w:pPr>
        <w:ind w:left="567" w:right="462"/>
        <w:rPr>
          <w:rFonts w:cs="Arial"/>
        </w:rPr>
      </w:pPr>
      <w:proofErr w:type="gramStart"/>
      <w:r w:rsidRPr="00C613F5">
        <w:rPr>
          <w:rFonts w:cs="Arial"/>
          <w:bCs/>
        </w:rPr>
        <w:t>П</w:t>
      </w:r>
      <w:proofErr w:type="gramEnd"/>
      <w:r w:rsidRPr="00C613F5">
        <w:rPr>
          <w:rFonts w:cs="Arial"/>
          <w:bCs/>
        </w:rPr>
        <w:t xml:space="preserve"> О С Т А Н О В Л Я Е Т:</w:t>
      </w:r>
    </w:p>
    <w:p w:rsidR="00403F76" w:rsidRPr="00C613F5" w:rsidRDefault="00403F76" w:rsidP="00C613F5">
      <w:pPr>
        <w:ind w:left="567" w:right="462"/>
        <w:rPr>
          <w:rFonts w:cs="Arial"/>
        </w:rPr>
      </w:pPr>
    </w:p>
    <w:p w:rsidR="00403F76" w:rsidRPr="00C613F5" w:rsidRDefault="00403F76" w:rsidP="00C613F5">
      <w:pPr>
        <w:pStyle w:val="a9"/>
        <w:tabs>
          <w:tab w:val="left" w:pos="851"/>
        </w:tabs>
        <w:ind w:left="567" w:right="462"/>
        <w:outlineLvl w:val="0"/>
        <w:rPr>
          <w:rFonts w:ascii="Arial" w:hAnsi="Arial" w:cs="Arial"/>
          <w:sz w:val="24"/>
          <w:szCs w:val="24"/>
        </w:rPr>
      </w:pPr>
      <w:r w:rsidRPr="00C613F5">
        <w:rPr>
          <w:rFonts w:ascii="Arial" w:hAnsi="Arial" w:cs="Arial"/>
          <w:sz w:val="24"/>
          <w:szCs w:val="24"/>
        </w:rPr>
        <w:t xml:space="preserve">         1. Утвердить Положение об эвакуационной комиссии муниципального образования МО «Городской округ город Сунжа» (Приложение № 1).</w:t>
      </w:r>
    </w:p>
    <w:p w:rsidR="00403F76" w:rsidRPr="00C613F5" w:rsidRDefault="00403F76" w:rsidP="00C613F5">
      <w:pPr>
        <w:pStyle w:val="a9"/>
        <w:tabs>
          <w:tab w:val="left" w:pos="851"/>
        </w:tabs>
        <w:ind w:left="567" w:right="462"/>
        <w:outlineLvl w:val="0"/>
        <w:rPr>
          <w:rFonts w:ascii="Arial" w:hAnsi="Arial" w:cs="Arial"/>
          <w:sz w:val="24"/>
          <w:szCs w:val="24"/>
        </w:rPr>
      </w:pPr>
      <w:r w:rsidRPr="00C613F5">
        <w:rPr>
          <w:rFonts w:ascii="Arial" w:hAnsi="Arial" w:cs="Arial"/>
          <w:sz w:val="24"/>
          <w:szCs w:val="24"/>
        </w:rPr>
        <w:t xml:space="preserve">         2.  Утвердить функциональные обязанности членов эвакуационной комиссии муниципального образования МО «Городской округ город Сунжа»      (Приложение № 2)</w:t>
      </w:r>
    </w:p>
    <w:p w:rsidR="00403F76" w:rsidRPr="00C613F5" w:rsidRDefault="00403F76" w:rsidP="00C613F5">
      <w:pPr>
        <w:pStyle w:val="a9"/>
        <w:tabs>
          <w:tab w:val="left" w:pos="851"/>
        </w:tabs>
        <w:ind w:left="567" w:right="462"/>
        <w:outlineLvl w:val="0"/>
        <w:rPr>
          <w:rFonts w:ascii="Arial" w:hAnsi="Arial" w:cs="Arial"/>
          <w:sz w:val="24"/>
          <w:szCs w:val="24"/>
        </w:rPr>
      </w:pPr>
      <w:r w:rsidRPr="00C613F5">
        <w:rPr>
          <w:rFonts w:ascii="Arial" w:hAnsi="Arial" w:cs="Arial"/>
          <w:sz w:val="24"/>
          <w:szCs w:val="24"/>
        </w:rPr>
        <w:t xml:space="preserve">               3.</w:t>
      </w:r>
      <w:r w:rsidR="00EE4DAA" w:rsidRPr="00C613F5">
        <w:rPr>
          <w:rFonts w:ascii="Arial" w:hAnsi="Arial" w:cs="Arial"/>
          <w:sz w:val="24"/>
          <w:szCs w:val="24"/>
        </w:rPr>
        <w:t xml:space="preserve">  </w:t>
      </w:r>
      <w:r w:rsidRPr="00C613F5">
        <w:rPr>
          <w:rFonts w:ascii="Arial" w:hAnsi="Arial" w:cs="Arial"/>
          <w:sz w:val="24"/>
          <w:szCs w:val="24"/>
        </w:rPr>
        <w:t xml:space="preserve"> Утвердить состав эвакуационной комиссии (Приложение №3).</w:t>
      </w:r>
    </w:p>
    <w:p w:rsidR="00EE4DAA" w:rsidRPr="00C613F5" w:rsidRDefault="00403F76" w:rsidP="00C613F5">
      <w:pPr>
        <w:ind w:left="567" w:right="462"/>
        <w:rPr>
          <w:rFonts w:cs="Arial"/>
        </w:rPr>
      </w:pPr>
      <w:r w:rsidRPr="00C613F5">
        <w:rPr>
          <w:rFonts w:cs="Arial"/>
        </w:rPr>
        <w:t xml:space="preserve">         4</w:t>
      </w:r>
      <w:r w:rsidR="00EE4DAA" w:rsidRPr="00C613F5">
        <w:rPr>
          <w:rFonts w:cs="Arial"/>
        </w:rPr>
        <w:t xml:space="preserve">. Утвердить Положение об </w:t>
      </w:r>
      <w:proofErr w:type="spellStart"/>
      <w:r w:rsidR="00EE4DAA" w:rsidRPr="00C613F5">
        <w:rPr>
          <w:rFonts w:cs="Arial"/>
        </w:rPr>
        <w:t>эвакоприемной</w:t>
      </w:r>
      <w:proofErr w:type="spellEnd"/>
      <w:r w:rsidR="00EE4DAA" w:rsidRPr="00C613F5">
        <w:rPr>
          <w:rFonts w:cs="Arial"/>
        </w:rPr>
        <w:t xml:space="preserve"> комиссии муниципального образования МО «Городской округ город Сунжа» (Приложение № 4).</w:t>
      </w:r>
    </w:p>
    <w:p w:rsidR="00EE4DAA" w:rsidRPr="00C613F5" w:rsidRDefault="00EE4DAA" w:rsidP="00C613F5">
      <w:pPr>
        <w:ind w:left="567" w:right="462"/>
        <w:rPr>
          <w:rFonts w:cs="Arial"/>
        </w:rPr>
      </w:pPr>
      <w:r w:rsidRPr="00C613F5">
        <w:rPr>
          <w:rFonts w:cs="Arial"/>
        </w:rPr>
        <w:t xml:space="preserve">         5.   Утвердить функциональные обязанности членов </w:t>
      </w:r>
      <w:proofErr w:type="spellStart"/>
      <w:r w:rsidRPr="00C613F5">
        <w:rPr>
          <w:rFonts w:cs="Arial"/>
        </w:rPr>
        <w:t>эвакоприемной</w:t>
      </w:r>
      <w:proofErr w:type="spellEnd"/>
      <w:r w:rsidRPr="00C613F5">
        <w:rPr>
          <w:rFonts w:cs="Arial"/>
        </w:rPr>
        <w:t xml:space="preserve"> комиссии муниципального образования МО «Городской округ город Сунжа»      (Приложение № 5). </w:t>
      </w:r>
    </w:p>
    <w:p w:rsidR="00593447" w:rsidRPr="00C613F5" w:rsidRDefault="00EE4DAA" w:rsidP="00C613F5">
      <w:pPr>
        <w:ind w:left="567" w:right="462"/>
        <w:rPr>
          <w:rFonts w:cs="Arial"/>
        </w:rPr>
      </w:pPr>
      <w:r w:rsidRPr="00C613F5">
        <w:rPr>
          <w:rFonts w:cs="Arial"/>
        </w:rPr>
        <w:t xml:space="preserve">         6. Утвердить состав </w:t>
      </w:r>
      <w:proofErr w:type="spellStart"/>
      <w:r w:rsidRPr="00C613F5">
        <w:rPr>
          <w:rFonts w:cs="Arial"/>
        </w:rPr>
        <w:t>эвакоприемной</w:t>
      </w:r>
      <w:proofErr w:type="spellEnd"/>
      <w:r w:rsidRPr="00C613F5">
        <w:rPr>
          <w:rFonts w:cs="Arial"/>
        </w:rPr>
        <w:t xml:space="preserve"> комиссии (Приложение №6). </w:t>
      </w:r>
    </w:p>
    <w:p w:rsidR="00403F76" w:rsidRPr="00C613F5" w:rsidRDefault="00593447" w:rsidP="00C613F5">
      <w:pPr>
        <w:ind w:left="567" w:right="462"/>
        <w:rPr>
          <w:rFonts w:cs="Arial"/>
        </w:rPr>
      </w:pPr>
      <w:r w:rsidRPr="00C613F5">
        <w:rPr>
          <w:rFonts w:cs="Arial"/>
        </w:rPr>
        <w:t xml:space="preserve">         7. </w:t>
      </w:r>
      <w:r w:rsidR="00403F76" w:rsidRPr="00C613F5">
        <w:rPr>
          <w:rFonts w:cs="Arial"/>
        </w:rPr>
        <w:t>Признать утратившим силу Постановле</w:t>
      </w:r>
      <w:r w:rsidRPr="00C613F5">
        <w:rPr>
          <w:rFonts w:cs="Arial"/>
        </w:rPr>
        <w:t>ние администрации г. Сунжа от 02.05.2024г. № 120</w:t>
      </w:r>
    </w:p>
    <w:p w:rsidR="00403F76" w:rsidRPr="00C613F5" w:rsidRDefault="00593447" w:rsidP="00C613F5">
      <w:pPr>
        <w:ind w:left="567" w:right="462"/>
        <w:rPr>
          <w:rFonts w:cs="Arial"/>
        </w:rPr>
      </w:pPr>
      <w:r w:rsidRPr="00C613F5">
        <w:rPr>
          <w:rFonts w:cs="Arial"/>
        </w:rPr>
        <w:t xml:space="preserve">   8</w:t>
      </w:r>
      <w:r w:rsidR="00403F76" w:rsidRPr="00C613F5">
        <w:rPr>
          <w:rFonts w:cs="Arial"/>
        </w:rPr>
        <w:t>. Постановление вступает в силу со дня его подписания</w:t>
      </w:r>
      <w:r w:rsidRPr="00C613F5">
        <w:rPr>
          <w:rFonts w:cs="Arial"/>
        </w:rPr>
        <w:t>.</w:t>
      </w:r>
    </w:p>
    <w:p w:rsidR="00403F76" w:rsidRPr="00C613F5" w:rsidRDefault="00593447" w:rsidP="00C613F5">
      <w:pPr>
        <w:ind w:left="567" w:right="462"/>
        <w:rPr>
          <w:rFonts w:cs="Arial"/>
        </w:rPr>
      </w:pPr>
      <w:r w:rsidRPr="00C613F5">
        <w:rPr>
          <w:rFonts w:cs="Arial"/>
        </w:rPr>
        <w:t xml:space="preserve">   9</w:t>
      </w:r>
      <w:r w:rsidR="00A9280B" w:rsidRPr="00C613F5">
        <w:rPr>
          <w:rFonts w:cs="Arial"/>
        </w:rPr>
        <w:t xml:space="preserve">. Контроль, </w:t>
      </w:r>
      <w:r w:rsidR="00403F76" w:rsidRPr="00C613F5">
        <w:rPr>
          <w:rFonts w:cs="Arial"/>
        </w:rPr>
        <w:t>за исполнением данного Постановления оставляю за собой.</w:t>
      </w:r>
    </w:p>
    <w:p w:rsidR="00593447" w:rsidRPr="00C613F5" w:rsidRDefault="00593447" w:rsidP="00C613F5">
      <w:pPr>
        <w:ind w:left="567" w:right="462"/>
        <w:rPr>
          <w:rFonts w:cs="Arial"/>
        </w:rPr>
      </w:pPr>
    </w:p>
    <w:p w:rsidR="00403F76" w:rsidRPr="00C613F5" w:rsidRDefault="00403F76" w:rsidP="00C613F5">
      <w:pPr>
        <w:widowControl w:val="0"/>
        <w:tabs>
          <w:tab w:val="left" w:pos="0"/>
        </w:tabs>
        <w:autoSpaceDE w:val="0"/>
        <w:autoSpaceDN w:val="0"/>
        <w:adjustRightInd w:val="0"/>
        <w:ind w:left="567" w:right="462"/>
        <w:rPr>
          <w:rFonts w:cs="Arial"/>
        </w:rPr>
      </w:pPr>
      <w:r w:rsidRPr="00C613F5">
        <w:rPr>
          <w:rFonts w:cs="Arial"/>
        </w:rPr>
        <w:t xml:space="preserve">  </w:t>
      </w:r>
    </w:p>
    <w:p w:rsidR="00594E24" w:rsidRPr="00C613F5" w:rsidRDefault="00594E24" w:rsidP="00C613F5">
      <w:pPr>
        <w:widowControl w:val="0"/>
        <w:tabs>
          <w:tab w:val="left" w:pos="0"/>
        </w:tabs>
        <w:autoSpaceDE w:val="0"/>
        <w:autoSpaceDN w:val="0"/>
        <w:adjustRightInd w:val="0"/>
        <w:ind w:left="567" w:right="462"/>
        <w:rPr>
          <w:rFonts w:cs="Arial"/>
        </w:rPr>
      </w:pPr>
    </w:p>
    <w:p w:rsidR="00403F76" w:rsidRPr="00C613F5" w:rsidRDefault="00403F76" w:rsidP="00C613F5">
      <w:pPr>
        <w:ind w:left="567" w:right="462"/>
        <w:rPr>
          <w:rFonts w:ascii="Courier" w:hAnsi="Courier"/>
          <w:sz w:val="22"/>
          <w:szCs w:val="20"/>
        </w:rPr>
      </w:pPr>
      <w:r w:rsidRPr="00C613F5">
        <w:rPr>
          <w:rFonts w:ascii="Courier" w:hAnsi="Courier"/>
          <w:sz w:val="22"/>
          <w:szCs w:val="20"/>
        </w:rPr>
        <w:t xml:space="preserve">Глава города                                                                                                 А.А. Умаров </w:t>
      </w:r>
    </w:p>
    <w:p w:rsidR="00403F76" w:rsidRPr="00C613F5" w:rsidRDefault="00403F76" w:rsidP="00C613F5">
      <w:pPr>
        <w:ind w:left="567" w:right="462"/>
        <w:rPr>
          <w:rFonts w:cs="Arial"/>
        </w:rPr>
      </w:pPr>
      <w:r w:rsidRPr="00C613F5">
        <w:rPr>
          <w:rFonts w:cs="Arial"/>
        </w:rPr>
        <w:t xml:space="preserve">                                                        </w:t>
      </w:r>
      <w:r w:rsidRPr="00C613F5">
        <w:rPr>
          <w:rFonts w:cs="Arial"/>
        </w:rPr>
        <w:tab/>
      </w:r>
      <w:r w:rsidRPr="00C613F5">
        <w:rPr>
          <w:rFonts w:cs="Arial"/>
        </w:rPr>
        <w:tab/>
        <w:t xml:space="preserve">                            </w:t>
      </w:r>
      <w:r w:rsidRPr="00C613F5">
        <w:rPr>
          <w:rFonts w:cs="Arial"/>
        </w:rPr>
        <w:tab/>
      </w:r>
      <w:r w:rsidRPr="00C613F5">
        <w:rPr>
          <w:rFonts w:cs="Arial"/>
        </w:rPr>
        <w:tab/>
      </w:r>
      <w:r w:rsidRPr="00C613F5">
        <w:rPr>
          <w:rFonts w:cs="Arial"/>
        </w:rPr>
        <w:tab/>
      </w:r>
    </w:p>
    <w:p w:rsidR="00403F76" w:rsidRPr="00C613F5" w:rsidRDefault="00403F76" w:rsidP="00C613F5">
      <w:pPr>
        <w:ind w:left="567" w:right="462"/>
        <w:rPr>
          <w:rFonts w:cs="Arial"/>
        </w:rPr>
      </w:pPr>
    </w:p>
    <w:p w:rsidR="00403F76" w:rsidRPr="00C613F5" w:rsidRDefault="00403F76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bookmarkStart w:id="2" w:name="_Hlk150691264"/>
      <w:r w:rsidRPr="00C613F5">
        <w:lastRenderedPageBreak/>
        <w:tab/>
      </w:r>
      <w:r w:rsidRPr="00C613F5">
        <w:tab/>
      </w:r>
      <w:r w:rsidRPr="00C613F5">
        <w:tab/>
      </w:r>
      <w:r w:rsidRPr="00C613F5">
        <w:tab/>
      </w:r>
      <w:r w:rsidRPr="00C613F5">
        <w:tab/>
      </w:r>
      <w:r w:rsidRPr="00C613F5">
        <w:tab/>
      </w:r>
      <w:r w:rsidRPr="00C613F5">
        <w:tab/>
        <w:t xml:space="preserve">        </w:t>
      </w:r>
      <w:bookmarkStart w:id="3" w:name="_Hlk151048509"/>
      <w:r w:rsidRPr="00C613F5">
        <w:tab/>
      </w:r>
      <w:r w:rsidRPr="00C613F5">
        <w:tab/>
      </w:r>
      <w:r w:rsidRPr="00C613F5">
        <w:tab/>
        <w:t xml:space="preserve">            </w:t>
      </w:r>
      <w:r w:rsidRPr="00C613F5">
        <w:rPr>
          <w:rFonts w:cs="Arial"/>
          <w:b/>
          <w:bCs/>
          <w:kern w:val="28"/>
          <w:sz w:val="32"/>
          <w:szCs w:val="32"/>
        </w:rPr>
        <w:t>Приложение № 1</w:t>
      </w:r>
    </w:p>
    <w:p w:rsidR="00403F76" w:rsidRPr="00C613F5" w:rsidRDefault="00403F76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 xml:space="preserve">       к постановлению администрации</w:t>
      </w:r>
    </w:p>
    <w:p w:rsidR="00403F76" w:rsidRPr="00C613F5" w:rsidRDefault="00403F76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 xml:space="preserve">  МО «Городской округ город Сунжа»</w:t>
      </w:r>
    </w:p>
    <w:p w:rsidR="00403F76" w:rsidRPr="00C613F5" w:rsidRDefault="00403F76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 xml:space="preserve">  от ________________ года № _____</w:t>
      </w:r>
      <w:bookmarkEnd w:id="2"/>
      <w:bookmarkEnd w:id="3"/>
    </w:p>
    <w:p w:rsidR="00403F76" w:rsidRPr="00C613F5" w:rsidRDefault="00403F76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 xml:space="preserve"> </w:t>
      </w:r>
    </w:p>
    <w:p w:rsidR="00403F76" w:rsidRPr="00C613F5" w:rsidRDefault="00403F76" w:rsidP="00C613F5">
      <w:pPr>
        <w:ind w:left="567" w:right="462"/>
      </w:pPr>
    </w:p>
    <w:p w:rsidR="00403F76" w:rsidRPr="00C613F5" w:rsidRDefault="00403F76" w:rsidP="00C613F5">
      <w:pPr>
        <w:pStyle w:val="3"/>
        <w:shd w:val="clear" w:color="auto" w:fill="FFFFFF"/>
        <w:ind w:left="567" w:right="462"/>
        <w:jc w:val="center"/>
        <w:textAlignment w:val="baseline"/>
        <w:rPr>
          <w:iCs/>
          <w:sz w:val="30"/>
          <w:szCs w:val="28"/>
        </w:rPr>
      </w:pPr>
      <w:r w:rsidRPr="00C613F5">
        <w:rPr>
          <w:iCs/>
          <w:sz w:val="30"/>
          <w:szCs w:val="28"/>
        </w:rPr>
        <w:t xml:space="preserve">ПОЛОЖЕНИЕ </w:t>
      </w:r>
    </w:p>
    <w:p w:rsidR="00403F76" w:rsidRPr="00C613F5" w:rsidRDefault="00403F76" w:rsidP="00C613F5">
      <w:pPr>
        <w:pStyle w:val="3"/>
        <w:shd w:val="clear" w:color="auto" w:fill="FFFFFF"/>
        <w:ind w:left="567" w:right="462"/>
        <w:jc w:val="center"/>
        <w:textAlignment w:val="baseline"/>
        <w:rPr>
          <w:iCs/>
          <w:sz w:val="30"/>
          <w:szCs w:val="28"/>
        </w:rPr>
      </w:pPr>
      <w:r w:rsidRPr="00C613F5">
        <w:rPr>
          <w:iCs/>
          <w:sz w:val="30"/>
          <w:szCs w:val="28"/>
        </w:rPr>
        <w:t>об эвакуационной комиссии</w:t>
      </w:r>
    </w:p>
    <w:p w:rsidR="00403F76" w:rsidRPr="00C613F5" w:rsidRDefault="00403F76" w:rsidP="00C613F5">
      <w:pPr>
        <w:ind w:left="567" w:right="462"/>
        <w:jc w:val="center"/>
        <w:rPr>
          <w:b/>
          <w:iCs/>
          <w:sz w:val="30"/>
          <w:szCs w:val="28"/>
        </w:rPr>
      </w:pPr>
      <w:r w:rsidRPr="00C613F5">
        <w:rPr>
          <w:b/>
          <w:iCs/>
          <w:sz w:val="30"/>
          <w:szCs w:val="28"/>
        </w:rPr>
        <w:t>МО «Городской округ город Сунжа»</w:t>
      </w:r>
    </w:p>
    <w:p w:rsidR="00403F76" w:rsidRPr="00C613F5" w:rsidRDefault="00403F76" w:rsidP="00C613F5">
      <w:pPr>
        <w:ind w:left="567" w:right="462"/>
      </w:pPr>
    </w:p>
    <w:p w:rsidR="00403F76" w:rsidRPr="00C613F5" w:rsidRDefault="00403F76" w:rsidP="00C613F5">
      <w:pPr>
        <w:shd w:val="clear" w:color="auto" w:fill="FFFFFF"/>
        <w:ind w:left="567" w:right="462"/>
        <w:textAlignment w:val="baseline"/>
        <w:rPr>
          <w:rFonts w:cs="Arial"/>
          <w:b/>
          <w:bCs/>
          <w:sz w:val="28"/>
          <w:szCs w:val="26"/>
        </w:rPr>
      </w:pPr>
      <w:r w:rsidRPr="00C613F5">
        <w:rPr>
          <w:rFonts w:cs="Arial"/>
          <w:b/>
          <w:bCs/>
          <w:sz w:val="28"/>
          <w:szCs w:val="26"/>
        </w:rPr>
        <w:t>Общие положения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  <w:rPr>
          <w:rFonts w:cs="Arial"/>
          <w:b/>
          <w:bCs/>
          <w:sz w:val="28"/>
          <w:szCs w:val="26"/>
        </w:rPr>
      </w:pP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</w:r>
      <w:r w:rsidRPr="00C613F5">
        <w:tab/>
        <w:t xml:space="preserve">1. Эвакуационная комиссия МО </w:t>
      </w:r>
      <w:bookmarkStart w:id="4" w:name="_Hlk151048701"/>
      <w:r w:rsidRPr="00C613F5">
        <w:t xml:space="preserve">«Городской округ город Сунжа» </w:t>
      </w:r>
      <w:bookmarkEnd w:id="4"/>
      <w:r w:rsidRPr="00C613F5">
        <w:t xml:space="preserve">является постоянно действующим органом и предназначена для организации планирования, проведения и всестороннего обеспечения </w:t>
      </w:r>
      <w:bookmarkStart w:id="5" w:name="_Hlk151048846"/>
      <w:r w:rsidRPr="00C613F5">
        <w:t>«Городской округ город Сунжа»</w:t>
      </w:r>
      <w:bookmarkEnd w:id="5"/>
      <w:r w:rsidRPr="00C613F5">
        <w:t xml:space="preserve"> в пределах предоставленных полномочий эвакуационных мероприятий в военное время, и при чрезвычайных ситуациях мирного времени.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</w:r>
      <w:r w:rsidRPr="00C613F5">
        <w:tab/>
        <w:t>2. Положение об эвакуационной комиссии «Городской округ город Сунжа»  разработано в соответствии с пунктом 1 статьи 3 пунктом 2 статьи 8 Федерального закона от 12.02.1998 г. № 28-ФЗ «О гражданской обороне»;</w:t>
      </w:r>
      <w:r w:rsidR="0080447F" w:rsidRPr="00C613F5">
        <w:t xml:space="preserve"> постановлением Правительства Республики Ингушетия от 15.03.2024 г. № 39ДСП «Об утверждении порядка организации и проведения эвакуационных мероприятий на территории Республики Ингушетия»</w:t>
      </w:r>
      <w:r w:rsidRPr="00C613F5">
        <w:t>.</w:t>
      </w:r>
      <w:r w:rsidR="0080447F" w:rsidRPr="00C613F5">
        <w:t xml:space="preserve"> 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</w:r>
      <w:r w:rsidRPr="00C613F5">
        <w:tab/>
        <w:t xml:space="preserve">3. В соответствии с Правилами эвакуации населения, материальных и культурных ценностей в безопасные районы, утвержденными </w:t>
      </w:r>
      <w:r w:rsidR="0080447F" w:rsidRPr="00C613F5">
        <w:t>постановлением Правительства Республики Ингушетия от 15.03.2024 г. № 39ДСП «Об утверждении порядка организации и проведения эвакуационных мероприятий на территории Республики Ингушетия»</w:t>
      </w:r>
      <w:r w:rsidRPr="00C613F5">
        <w:t xml:space="preserve">, оповещение о проведении эвакуации осуществляется членами эвакуационной комиссии «Городской округ город Сунжа» с использованием средств оповещения. </w:t>
      </w:r>
      <w:r w:rsidR="0080447F" w:rsidRPr="00C613F5">
        <w:t xml:space="preserve"> 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</w:r>
      <w:r w:rsidRPr="00C613F5">
        <w:tab/>
        <w:t>4. Эвакуационная комиссия осуществляет свою деятельность под непосредственным руководством председателя эвакуационной комиссии, под общим руководством председателя КЧС «Городской округ город Сунжа»</w:t>
      </w:r>
      <w:r w:rsidRPr="00C613F5">
        <w:tab/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>5. Эвакуационные мероприятия осуществляются при ведении военных действий, и при чрезвычайных ситуациях мирного времени, угрожающих жизни людей - по решению главы МО «Городской округ город Сунжа».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 xml:space="preserve">          Ответственность за организацию планирования, обеспечения проведения эвакуации населения и его размещение в безопасных районах возлагается на главу МО «Городской округ город Сунжа» в случае местного варианта эвакуации.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 xml:space="preserve">Общее руководство эвакуацией осуществляется главой </w:t>
      </w:r>
      <w:bookmarkStart w:id="6" w:name="_Hlk151049124"/>
      <w:r w:rsidRPr="00C613F5">
        <w:t>МО «Городской округ город Сунжа»</w:t>
      </w:r>
      <w:bookmarkEnd w:id="6"/>
      <w:r w:rsidRPr="00C613F5">
        <w:t>, а непосредственная организация и проведение эвакуационных мероприятий - эвакуационной комиссией.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>Основные задачи эвакуационной комиссии</w:t>
      </w:r>
    </w:p>
    <w:p w:rsidR="00403F76" w:rsidRPr="00C613F5" w:rsidRDefault="00403F76" w:rsidP="00C613F5">
      <w:pPr>
        <w:ind w:left="567" w:right="462"/>
      </w:pP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>а) в мирное время: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>1. Разработка планов совместно с ГО и ЧС города. Ежегодное уточнение планов эвакуации населения, материальных и культурных ценностей.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 xml:space="preserve">2. Разработка совместно с организациями, учреждений и предприятий, планов обеспечения </w:t>
      </w:r>
      <w:proofErr w:type="spellStart"/>
      <w:r w:rsidRPr="00C613F5">
        <w:t>эвакомероприятий</w:t>
      </w:r>
      <w:proofErr w:type="spellEnd"/>
      <w:r w:rsidRPr="00C613F5">
        <w:t xml:space="preserve"> по подготовке к размещению эвакуируемого населения, ценностей в безопасных районах, </w:t>
      </w:r>
      <w:proofErr w:type="gramStart"/>
      <w:r w:rsidRPr="00C613F5">
        <w:t>контроль за</w:t>
      </w:r>
      <w:proofErr w:type="gramEnd"/>
      <w:r w:rsidRPr="00C613F5">
        <w:t xml:space="preserve"> выполнением этих мероприятий.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>3. Контроль</w:t>
      </w:r>
      <w:r w:rsidR="00A9280B" w:rsidRPr="00C613F5">
        <w:t>,</w:t>
      </w:r>
      <w:r w:rsidRPr="00C613F5">
        <w:t xml:space="preserve"> за созданием, комплектованием и подготовкой подчиненных эвакуационных органов предприятий, организаций и учреждений, находящихся на территории города.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>4. Контроль</w:t>
      </w:r>
      <w:r w:rsidR="00A9280B" w:rsidRPr="00C613F5">
        <w:t>,</w:t>
      </w:r>
      <w:r w:rsidRPr="00C613F5">
        <w:t xml:space="preserve"> за ходом разработки планов эвакуации в предприятиях, организациях и учреждениях.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 xml:space="preserve">5. Организация взаимодействия с органами военного комиссариата района по вопросам планирования, обеспечения и проведения </w:t>
      </w:r>
      <w:proofErr w:type="spellStart"/>
      <w:r w:rsidRPr="00C613F5">
        <w:t>эвакомероприятий</w:t>
      </w:r>
      <w:proofErr w:type="spellEnd"/>
      <w:r w:rsidRPr="00C613F5">
        <w:t>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 xml:space="preserve">6. Участие в учениях гражданской </w:t>
      </w:r>
      <w:proofErr w:type="gramStart"/>
      <w:r w:rsidRPr="00C613F5">
        <w:t>обороны</w:t>
      </w:r>
      <w:proofErr w:type="gramEnd"/>
      <w:r w:rsidRPr="00C613F5">
        <w:t xml:space="preserve"> с целью проверки реальности разрабатываемых планов и приобретения навыков по организации </w:t>
      </w:r>
      <w:proofErr w:type="spellStart"/>
      <w:r w:rsidRPr="00C613F5">
        <w:t>эвакомероприятий</w:t>
      </w:r>
      <w:proofErr w:type="spellEnd"/>
      <w:r w:rsidRPr="00C613F5">
        <w:t>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 xml:space="preserve">7. Проведение мероприятий по подготовке к эвакуации населения, ценностей в безопасные районы, их размещение, развертывание медицинского пункта </w:t>
      </w:r>
      <w:proofErr w:type="gramStart"/>
      <w:r w:rsidRPr="00C613F5">
        <w:t>при</w:t>
      </w:r>
      <w:proofErr w:type="gramEnd"/>
      <w:r w:rsidRPr="00C613F5">
        <w:t xml:space="preserve"> поликлиники, необходимого для первоочередного обеспечения пострадавшего населения.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 xml:space="preserve">8. Организует работу </w:t>
      </w:r>
      <w:proofErr w:type="spellStart"/>
      <w:r w:rsidRPr="00C613F5">
        <w:t>эвакоприемных</w:t>
      </w:r>
      <w:proofErr w:type="spellEnd"/>
      <w:r w:rsidRPr="00C613F5">
        <w:t xml:space="preserve"> пунктов.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 xml:space="preserve">б) при переводе гражданской обороны с </w:t>
      </w:r>
      <w:proofErr w:type="gramStart"/>
      <w:r w:rsidRPr="00C613F5">
        <w:t>мирного</w:t>
      </w:r>
      <w:proofErr w:type="gramEnd"/>
      <w:r w:rsidRPr="00C613F5">
        <w:t xml:space="preserve"> на военное время (в режиме повышенной готовности):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>1. Уточнение: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>- численности групп (категорий) населения;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 xml:space="preserve">- планов эвакуации, порядка и осуществление всех видов обеспечения </w:t>
      </w:r>
      <w:proofErr w:type="spellStart"/>
      <w:r w:rsidRPr="00C613F5">
        <w:t>эвакомероприятий</w:t>
      </w:r>
      <w:proofErr w:type="spellEnd"/>
      <w:r w:rsidRPr="00C613F5">
        <w:t>;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>- транспорта, выделяемого из предприятий, организаций и учреждений, находящихся на территории поселения, для вывоза населения, материальных и культурных ценностей с пунктов посадки;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>2. Осуществление контроля: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 xml:space="preserve">- за подготовкой населения к проведению </w:t>
      </w:r>
      <w:proofErr w:type="spellStart"/>
      <w:r w:rsidRPr="00C613F5">
        <w:t>эвакомероприятий</w:t>
      </w:r>
      <w:proofErr w:type="spellEnd"/>
      <w:r w:rsidRPr="00C613F5">
        <w:t>;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>- за подготовкой транспортных средств к эвакуационным перевозкам людей, материальных и культурных ценностей.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>в) с получением распоряжения о проведении эвакуации (в режиме чрезвычайной ситуации):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 xml:space="preserve">1. </w:t>
      </w:r>
      <w:proofErr w:type="gramStart"/>
      <w:r w:rsidRPr="00C613F5">
        <w:t>Контроль за</w:t>
      </w:r>
      <w:proofErr w:type="gramEnd"/>
      <w:r w:rsidRPr="00C613F5">
        <w:t xml:space="preserve"> ходом оповещения населения и подачей транспорта.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>2. Участие в разработке и уточнению по конкретным условиям планов.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>3. Сбор и обобщение данных о ходе эвакуации населения, доклады руководителю гражданской обороны и вышестоящим эвакуационным органам.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>4. Взаимодействие с другими эвакуационными органами по вопросам приема и размещения населения эвакуируемого на территории города.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>Организация первоочередного жизнеобеспечения и защиты населения.</w:t>
      </w:r>
    </w:p>
    <w:p w:rsidR="00403F76" w:rsidRPr="00C613F5" w:rsidRDefault="00403F76" w:rsidP="00C613F5">
      <w:pPr>
        <w:ind w:left="567" w:right="462"/>
      </w:pPr>
    </w:p>
    <w:p w:rsidR="00403F76" w:rsidRPr="00C613F5" w:rsidRDefault="00403F76" w:rsidP="00C613F5">
      <w:pPr>
        <w:shd w:val="clear" w:color="auto" w:fill="FFFFFF"/>
        <w:ind w:left="567" w:right="462"/>
        <w:textAlignment w:val="baseline"/>
        <w:rPr>
          <w:rFonts w:cs="Arial"/>
          <w:b/>
          <w:bCs/>
          <w:sz w:val="28"/>
          <w:szCs w:val="26"/>
        </w:rPr>
      </w:pPr>
      <w:r w:rsidRPr="00C613F5">
        <w:rPr>
          <w:rFonts w:cs="Arial"/>
          <w:b/>
          <w:bCs/>
          <w:sz w:val="28"/>
          <w:szCs w:val="26"/>
        </w:rPr>
        <w:t>Права эвакуационной комиссии поселения</w:t>
      </w:r>
    </w:p>
    <w:p w:rsidR="00403F76" w:rsidRPr="00C613F5" w:rsidRDefault="00403F76" w:rsidP="00C613F5">
      <w:pPr>
        <w:ind w:left="567" w:right="462"/>
        <w:rPr>
          <w:rFonts w:cs="Arial"/>
          <w:b/>
          <w:bCs/>
          <w:sz w:val="28"/>
          <w:szCs w:val="26"/>
        </w:rPr>
      </w:pP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>Эвакуационная комиссия имеет право: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</w:r>
      <w:r w:rsidRPr="00C613F5">
        <w:tab/>
        <w:t xml:space="preserve">1. Участвовать в рассмотрении входящих в компетенцию </w:t>
      </w:r>
      <w:proofErr w:type="gramStart"/>
      <w:r w:rsidRPr="00C613F5">
        <w:t>ЭК</w:t>
      </w:r>
      <w:proofErr w:type="gramEnd"/>
      <w:r w:rsidRPr="00C613F5">
        <w:t xml:space="preserve"> вопросов.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</w:r>
      <w:r w:rsidRPr="00C613F5">
        <w:tab/>
        <w:t>2. В пределах своей компетенции принимать решения, издаваемые в виде постановлений главы МО «Городской округ город Сунжа», обязательные для исполнения организациями, учреждениями и предприятиями, расположенными на территории городского поселения, независимо от ведомственной принадлежности и форм собственности.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</w:r>
      <w:r w:rsidRPr="00C613F5">
        <w:tab/>
        <w:t xml:space="preserve">3. Привлекать при угрозе и возникновении чрезвычайной ситуации, военных действий (в особый период) силы и средства организаций, учреждений и предприятий, независимо от ведомственной принадлежности для проведения </w:t>
      </w:r>
      <w:proofErr w:type="spellStart"/>
      <w:r w:rsidRPr="00C613F5">
        <w:t>эвакомероприятий</w:t>
      </w:r>
      <w:proofErr w:type="spellEnd"/>
      <w:r w:rsidRPr="00C613F5">
        <w:t>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</w:r>
      <w:r w:rsidRPr="00C613F5">
        <w:tab/>
        <w:t>4. Осуществлять контроль</w:t>
      </w:r>
      <w:r w:rsidR="00251EAA" w:rsidRPr="00C613F5">
        <w:t>,</w:t>
      </w:r>
      <w:r w:rsidRPr="00C613F5">
        <w:t xml:space="preserve"> за подготовкой и готовностью транспортных средств, привлекаемых к выполнению задач по эвакуации населения, ценностей.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</w:r>
      <w:r w:rsidRPr="00C613F5">
        <w:tab/>
        <w:t>5. Контролировать проведение мероприятий по подготовке к эвакуации населения, материальных и культурных ценностей в безопасные места, их размещению, лечебных и других учреждений, необходимых для первоочередного обеспечения пострадавшего населения.</w:t>
      </w:r>
    </w:p>
    <w:p w:rsidR="00403F76" w:rsidRPr="00C613F5" w:rsidRDefault="00403F76" w:rsidP="00C613F5">
      <w:pPr>
        <w:ind w:left="567" w:right="462"/>
      </w:pPr>
    </w:p>
    <w:p w:rsidR="00403F76" w:rsidRPr="00C613F5" w:rsidRDefault="00403F76" w:rsidP="00C613F5">
      <w:pPr>
        <w:shd w:val="clear" w:color="auto" w:fill="FFFFFF"/>
        <w:ind w:left="567" w:right="462"/>
        <w:textAlignment w:val="baseline"/>
        <w:rPr>
          <w:rFonts w:cs="Arial"/>
          <w:b/>
          <w:bCs/>
          <w:sz w:val="28"/>
          <w:szCs w:val="26"/>
        </w:rPr>
      </w:pPr>
      <w:r w:rsidRPr="00C613F5">
        <w:rPr>
          <w:rFonts w:cs="Arial"/>
          <w:b/>
          <w:bCs/>
          <w:sz w:val="28"/>
          <w:szCs w:val="26"/>
        </w:rPr>
        <w:t>Организация работы комиссии</w:t>
      </w:r>
    </w:p>
    <w:p w:rsidR="00594E24" w:rsidRPr="00C613F5" w:rsidRDefault="00594E24" w:rsidP="00C613F5">
      <w:pPr>
        <w:shd w:val="clear" w:color="auto" w:fill="FFFFFF"/>
        <w:ind w:left="567" w:right="462"/>
        <w:textAlignment w:val="baseline"/>
        <w:rPr>
          <w:rFonts w:cs="Arial"/>
          <w:b/>
          <w:bCs/>
          <w:sz w:val="28"/>
          <w:szCs w:val="26"/>
        </w:rPr>
      </w:pP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</w:r>
      <w:r w:rsidRPr="00C613F5">
        <w:tab/>
        <w:t>При угрозе возникновения ЧС комиссия, в соответствии с распоряжением главы МО «Городской округ город Сунжа», проводит отселение людей из зон возможных аварий, катастроф и стихийных бедствий.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>Члены комиссии выполняют задачи согласно своим функциональным обязанностям.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  <w:t>Председатель комиссии распределяет и утверждает обязанности между членами комиссии, организует их работу.</w:t>
      </w:r>
    </w:p>
    <w:p w:rsidR="00403F76" w:rsidRPr="00C613F5" w:rsidRDefault="00403F76" w:rsidP="00C613F5">
      <w:pPr>
        <w:ind w:left="567" w:right="462"/>
      </w:pP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>Материальное и финансовое обеспечение</w:t>
      </w:r>
    </w:p>
    <w:p w:rsidR="00403F76" w:rsidRPr="00C613F5" w:rsidRDefault="00403F76" w:rsidP="00C613F5">
      <w:pPr>
        <w:ind w:left="567" w:right="462"/>
      </w:pP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lastRenderedPageBreak/>
        <w:tab/>
      </w:r>
      <w:r w:rsidRPr="00C613F5">
        <w:tab/>
        <w:t xml:space="preserve">1. Материальное обеспечение ЭК осуществляется за счет бюджета </w:t>
      </w:r>
      <w:bookmarkStart w:id="7" w:name="_Hlk151049305"/>
      <w:r w:rsidRPr="00C613F5">
        <w:t>МО «Городской округ город Сунжа»</w:t>
      </w:r>
      <w:bookmarkEnd w:id="7"/>
      <w:r w:rsidRPr="00C613F5">
        <w:t xml:space="preserve"> и с привлечением сре</w:t>
      </w:r>
      <w:proofErr w:type="gramStart"/>
      <w:r w:rsidRPr="00C613F5">
        <w:t>дств сл</w:t>
      </w:r>
      <w:proofErr w:type="gramEnd"/>
      <w:r w:rsidRPr="00C613F5">
        <w:t xml:space="preserve">ужб ГО организаций, </w:t>
      </w:r>
      <w:bookmarkStart w:id="8" w:name="_Hlk151049208"/>
      <w:r w:rsidRPr="00C613F5">
        <w:t>учреждений и предприятий</w:t>
      </w:r>
      <w:bookmarkEnd w:id="8"/>
      <w:r w:rsidRPr="00C613F5">
        <w:t>, находящихся на территории города.</w:t>
      </w:r>
    </w:p>
    <w:p w:rsidR="00403F76" w:rsidRPr="00C613F5" w:rsidRDefault="00403F76" w:rsidP="00C613F5">
      <w:pPr>
        <w:shd w:val="clear" w:color="auto" w:fill="FFFFFF"/>
        <w:ind w:left="567" w:right="462"/>
        <w:textAlignment w:val="baseline"/>
      </w:pPr>
      <w:r w:rsidRPr="00C613F5">
        <w:tab/>
      </w:r>
      <w:r w:rsidRPr="00C613F5">
        <w:tab/>
        <w:t xml:space="preserve">2. Оплату за период привлечения для работы, учебы и сборов по вопросам </w:t>
      </w:r>
      <w:proofErr w:type="spellStart"/>
      <w:r w:rsidRPr="00C613F5">
        <w:t>эвакомероприятий</w:t>
      </w:r>
      <w:proofErr w:type="spellEnd"/>
      <w:r w:rsidRPr="00C613F5">
        <w:t>, членам комиссии производится по месту работы в соответствии с занимаемой должности.</w:t>
      </w:r>
    </w:p>
    <w:p w:rsidR="00403F76" w:rsidRPr="00C613F5" w:rsidRDefault="00403F76" w:rsidP="00C613F5">
      <w:pPr>
        <w:tabs>
          <w:tab w:val="left" w:pos="3183"/>
        </w:tabs>
        <w:ind w:left="567" w:right="462"/>
      </w:pPr>
      <w:r w:rsidRPr="00C613F5">
        <w:tab/>
      </w:r>
      <w:r w:rsidRPr="00C613F5">
        <w:tab/>
      </w:r>
      <w:r w:rsidRPr="00C613F5">
        <w:tab/>
      </w:r>
      <w:r w:rsidRPr="00C613F5">
        <w:tab/>
      </w:r>
      <w:r w:rsidRPr="00C613F5">
        <w:tab/>
      </w:r>
      <w:r w:rsidRPr="00C613F5">
        <w:tab/>
      </w:r>
      <w:r w:rsidRPr="00C613F5">
        <w:tab/>
        <w:t xml:space="preserve">   </w:t>
      </w:r>
    </w:p>
    <w:p w:rsidR="00403F76" w:rsidRPr="00C613F5" w:rsidRDefault="00403F76" w:rsidP="00C613F5">
      <w:pPr>
        <w:tabs>
          <w:tab w:val="left" w:pos="3183"/>
        </w:tabs>
        <w:ind w:left="567" w:right="462"/>
      </w:pPr>
    </w:p>
    <w:p w:rsidR="00403F76" w:rsidRPr="00C613F5" w:rsidRDefault="00403F76" w:rsidP="00C613F5">
      <w:pPr>
        <w:tabs>
          <w:tab w:val="left" w:pos="3183"/>
        </w:tabs>
        <w:ind w:left="567" w:right="462"/>
      </w:pPr>
    </w:p>
    <w:p w:rsidR="00403F76" w:rsidRPr="00C613F5" w:rsidRDefault="00403F76" w:rsidP="00C613F5">
      <w:pPr>
        <w:tabs>
          <w:tab w:val="left" w:pos="3183"/>
        </w:tabs>
        <w:ind w:left="567" w:right="462"/>
      </w:pPr>
    </w:p>
    <w:p w:rsidR="00403F76" w:rsidRPr="00C613F5" w:rsidRDefault="00403F76" w:rsidP="00C613F5">
      <w:pPr>
        <w:tabs>
          <w:tab w:val="left" w:pos="3183"/>
        </w:tabs>
        <w:ind w:left="567" w:right="462"/>
      </w:pPr>
    </w:p>
    <w:p w:rsidR="00403F76" w:rsidRPr="00C613F5" w:rsidRDefault="00BF2E41" w:rsidP="00C613F5">
      <w:pPr>
        <w:tabs>
          <w:tab w:val="left" w:pos="3183"/>
        </w:tabs>
        <w:ind w:left="567" w:right="462"/>
      </w:pPr>
      <w:r w:rsidRPr="00C613F5">
        <w:t xml:space="preserve">  </w:t>
      </w:r>
      <w:r w:rsidRPr="00C613F5">
        <w:tab/>
      </w:r>
      <w:r w:rsidRPr="00C613F5">
        <w:tab/>
      </w:r>
      <w:r w:rsidRPr="00C613F5">
        <w:tab/>
      </w:r>
      <w:r w:rsidRPr="00C613F5">
        <w:tab/>
      </w:r>
      <w:r w:rsidRPr="00C613F5">
        <w:tab/>
      </w:r>
      <w:r w:rsidRPr="00C613F5">
        <w:tab/>
      </w:r>
      <w:r w:rsidRPr="00C613F5">
        <w:tab/>
        <w:t xml:space="preserve">     </w:t>
      </w:r>
    </w:p>
    <w:p w:rsidR="00403F76" w:rsidRPr="00C613F5" w:rsidRDefault="00403F76" w:rsidP="00C613F5">
      <w:pPr>
        <w:tabs>
          <w:tab w:val="left" w:pos="3183"/>
        </w:tabs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 xml:space="preserve"> Приложение № 2</w:t>
      </w:r>
    </w:p>
    <w:p w:rsidR="00403F76" w:rsidRPr="00C613F5" w:rsidRDefault="00403F76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 xml:space="preserve">       к постановлению администрации</w:t>
      </w:r>
    </w:p>
    <w:p w:rsidR="00403F76" w:rsidRPr="00C613F5" w:rsidRDefault="00403F76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 xml:space="preserve">  МО «Городской округ город Сунжа»</w:t>
      </w:r>
    </w:p>
    <w:p w:rsidR="00403F76" w:rsidRPr="00C613F5" w:rsidRDefault="00403F76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 xml:space="preserve">   </w:t>
      </w:r>
      <w:r w:rsidRPr="00C613F5">
        <w:rPr>
          <w:rFonts w:cs="Arial"/>
          <w:b/>
          <w:bCs/>
          <w:kern w:val="28"/>
          <w:sz w:val="32"/>
          <w:szCs w:val="32"/>
        </w:rPr>
        <w:tab/>
      </w:r>
      <w:r w:rsidRPr="00C613F5">
        <w:rPr>
          <w:rFonts w:cs="Arial"/>
          <w:b/>
          <w:bCs/>
          <w:kern w:val="28"/>
          <w:sz w:val="32"/>
          <w:szCs w:val="32"/>
        </w:rPr>
        <w:tab/>
      </w:r>
      <w:r w:rsidRPr="00C613F5">
        <w:rPr>
          <w:rFonts w:cs="Arial"/>
          <w:b/>
          <w:bCs/>
          <w:kern w:val="28"/>
          <w:sz w:val="32"/>
          <w:szCs w:val="32"/>
        </w:rPr>
        <w:tab/>
        <w:t xml:space="preserve"> </w:t>
      </w:r>
      <w:r w:rsidRPr="00C613F5">
        <w:rPr>
          <w:rFonts w:cs="Arial"/>
          <w:b/>
          <w:bCs/>
          <w:kern w:val="28"/>
          <w:sz w:val="32"/>
          <w:szCs w:val="32"/>
        </w:rPr>
        <w:tab/>
      </w:r>
      <w:r w:rsidRPr="00C613F5">
        <w:rPr>
          <w:rFonts w:cs="Arial"/>
          <w:b/>
          <w:bCs/>
          <w:kern w:val="28"/>
          <w:sz w:val="32"/>
          <w:szCs w:val="32"/>
        </w:rPr>
        <w:tab/>
      </w:r>
      <w:r w:rsidRPr="00C613F5">
        <w:rPr>
          <w:rFonts w:cs="Arial"/>
          <w:b/>
          <w:bCs/>
          <w:kern w:val="28"/>
          <w:sz w:val="32"/>
          <w:szCs w:val="32"/>
        </w:rPr>
        <w:tab/>
      </w:r>
      <w:r w:rsidRPr="00C613F5">
        <w:rPr>
          <w:rFonts w:cs="Arial"/>
          <w:b/>
          <w:bCs/>
          <w:kern w:val="28"/>
          <w:sz w:val="32"/>
          <w:szCs w:val="32"/>
        </w:rPr>
        <w:tab/>
      </w:r>
      <w:r w:rsidRPr="00C613F5">
        <w:rPr>
          <w:rFonts w:cs="Arial"/>
          <w:b/>
          <w:bCs/>
          <w:kern w:val="28"/>
          <w:sz w:val="32"/>
          <w:szCs w:val="32"/>
        </w:rPr>
        <w:tab/>
        <w:t xml:space="preserve">              от ________________ года № ____   </w:t>
      </w:r>
    </w:p>
    <w:p w:rsidR="00403F76" w:rsidRPr="00C613F5" w:rsidRDefault="00403F76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</w:p>
    <w:p w:rsidR="00403F76" w:rsidRPr="00C613F5" w:rsidRDefault="00403F76" w:rsidP="00C613F5">
      <w:pPr>
        <w:ind w:left="567" w:right="462"/>
      </w:pPr>
    </w:p>
    <w:p w:rsidR="00403F76" w:rsidRPr="00C613F5" w:rsidRDefault="00403F76" w:rsidP="00C613F5">
      <w:pPr>
        <w:ind w:left="567" w:right="462"/>
        <w:jc w:val="center"/>
        <w:rPr>
          <w:rFonts w:cs="Arial"/>
          <w:b/>
          <w:bCs/>
          <w:iCs/>
          <w:sz w:val="30"/>
          <w:szCs w:val="28"/>
        </w:rPr>
      </w:pPr>
      <w:r w:rsidRPr="00C613F5">
        <w:rPr>
          <w:rFonts w:cs="Arial"/>
          <w:b/>
          <w:bCs/>
          <w:iCs/>
          <w:sz w:val="30"/>
          <w:szCs w:val="28"/>
        </w:rPr>
        <w:t>Функциональные обязанности</w:t>
      </w:r>
    </w:p>
    <w:p w:rsidR="00403F76" w:rsidRPr="00C613F5" w:rsidRDefault="00403F76" w:rsidP="00C613F5">
      <w:pPr>
        <w:ind w:left="567" w:right="462"/>
        <w:jc w:val="center"/>
        <w:rPr>
          <w:rFonts w:cs="Arial"/>
          <w:b/>
          <w:bCs/>
          <w:iCs/>
          <w:sz w:val="30"/>
          <w:szCs w:val="28"/>
        </w:rPr>
      </w:pPr>
      <w:r w:rsidRPr="00C613F5">
        <w:rPr>
          <w:rFonts w:cs="Arial"/>
          <w:b/>
          <w:bCs/>
          <w:iCs/>
          <w:sz w:val="30"/>
          <w:szCs w:val="28"/>
        </w:rPr>
        <w:t>членов эвакуационной комиссии</w:t>
      </w:r>
    </w:p>
    <w:p w:rsidR="00403F76" w:rsidRPr="00C613F5" w:rsidRDefault="00403F76" w:rsidP="00C613F5">
      <w:pPr>
        <w:ind w:left="567" w:right="462"/>
        <w:jc w:val="center"/>
        <w:rPr>
          <w:rFonts w:cs="Arial"/>
          <w:b/>
          <w:bCs/>
          <w:iCs/>
          <w:sz w:val="30"/>
          <w:szCs w:val="28"/>
        </w:rPr>
      </w:pPr>
      <w:r w:rsidRPr="00C613F5">
        <w:rPr>
          <w:rFonts w:cs="Arial"/>
          <w:b/>
          <w:bCs/>
          <w:iCs/>
          <w:sz w:val="30"/>
          <w:szCs w:val="28"/>
        </w:rPr>
        <w:t xml:space="preserve"> </w:t>
      </w:r>
    </w:p>
    <w:p w:rsidR="00403F76" w:rsidRPr="00C613F5" w:rsidRDefault="00403F76" w:rsidP="00C613F5">
      <w:pPr>
        <w:pStyle w:val="a8"/>
        <w:numPr>
          <w:ilvl w:val="0"/>
          <w:numId w:val="2"/>
        </w:numPr>
        <w:ind w:left="567" w:right="462" w:firstLine="567"/>
      </w:pPr>
      <w:r w:rsidRPr="00C613F5">
        <w:t xml:space="preserve">Председатель эвакуационной комиссии </w:t>
      </w:r>
    </w:p>
    <w:p w:rsidR="00403F76" w:rsidRPr="00C613F5" w:rsidRDefault="00403F76" w:rsidP="00C613F5">
      <w:pPr>
        <w:pStyle w:val="a8"/>
        <w:ind w:left="567" w:right="462"/>
      </w:pPr>
    </w:p>
    <w:p w:rsidR="00403F76" w:rsidRPr="00C613F5" w:rsidRDefault="00403F76" w:rsidP="00C613F5">
      <w:pPr>
        <w:ind w:left="567" w:right="462"/>
      </w:pPr>
      <w:r w:rsidRPr="00C613F5">
        <w:tab/>
        <w:t xml:space="preserve">Председатель эвакуационной комиссии является непосредственным начальником для всех членов эвакуационной комиссии. </w:t>
      </w:r>
    </w:p>
    <w:p w:rsidR="00403F76" w:rsidRPr="00C613F5" w:rsidRDefault="00403F76" w:rsidP="00C613F5">
      <w:pPr>
        <w:ind w:left="567" w:right="462"/>
      </w:pPr>
      <w:r w:rsidRPr="00C613F5">
        <w:t>Председатель эвакуационной комиссии:</w:t>
      </w:r>
    </w:p>
    <w:p w:rsidR="00403F76" w:rsidRPr="00C613F5" w:rsidRDefault="00403F76" w:rsidP="00C613F5">
      <w:pPr>
        <w:ind w:left="567" w:right="462"/>
        <w:rPr>
          <w:u w:val="single"/>
        </w:rPr>
      </w:pPr>
      <w:r w:rsidRPr="00C613F5">
        <w:tab/>
        <w:t xml:space="preserve">1.  </w:t>
      </w:r>
      <w:r w:rsidRPr="00C613F5">
        <w:rPr>
          <w:u w:val="single"/>
        </w:rPr>
        <w:t>В мирное время:</w:t>
      </w:r>
    </w:p>
    <w:p w:rsidR="00403F76" w:rsidRPr="00C613F5" w:rsidRDefault="00403F76" w:rsidP="00C613F5">
      <w:pPr>
        <w:ind w:left="567" w:right="462"/>
      </w:pPr>
      <w:r w:rsidRPr="00C613F5">
        <w:t xml:space="preserve"> </w:t>
      </w:r>
      <w:r w:rsidRPr="00C613F5">
        <w:tab/>
        <w:t>- организует разработку планируемых документов по организации, проведению и всестороннему обеспечению эвакуационных мероприятий;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>- осуществляет контроль</w:t>
      </w:r>
      <w:r w:rsidR="003D701B" w:rsidRPr="00C613F5">
        <w:t>,</w:t>
      </w:r>
      <w:r w:rsidRPr="00C613F5">
        <w:t xml:space="preserve"> за разработкой и своевременной корректировкой     планирующих документов по организации, проведению и всестороннему обеспечению эвакуационных мероприятий в МО «Городской округ город Сунжа» - осуществляет </w:t>
      </w:r>
      <w:proofErr w:type="gramStart"/>
      <w:r w:rsidRPr="00C613F5">
        <w:t>контроль за</w:t>
      </w:r>
      <w:proofErr w:type="gramEnd"/>
      <w:r w:rsidRPr="00C613F5">
        <w:t xml:space="preserve"> подготовкой города к приему и размещению населения;       </w:t>
      </w:r>
    </w:p>
    <w:p w:rsidR="00403F76" w:rsidRPr="00C613F5" w:rsidRDefault="00403F76" w:rsidP="00C613F5">
      <w:pPr>
        <w:ind w:left="567" w:right="462"/>
      </w:pPr>
      <w:r w:rsidRPr="00C613F5">
        <w:t xml:space="preserve">-  осуществляет </w:t>
      </w:r>
      <w:proofErr w:type="gramStart"/>
      <w:r w:rsidRPr="00C613F5">
        <w:t>контроль за</w:t>
      </w:r>
      <w:proofErr w:type="gramEnd"/>
      <w:r w:rsidRPr="00C613F5">
        <w:t xml:space="preserve"> организацией подготовки и готовности других </w:t>
      </w:r>
      <w:proofErr w:type="spellStart"/>
      <w:r w:rsidRPr="00C613F5">
        <w:t>эвакоорганов</w:t>
      </w:r>
      <w:proofErr w:type="spellEnd"/>
      <w:r w:rsidRPr="00C613F5">
        <w:t xml:space="preserve"> к выполнению возложенных задач;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 xml:space="preserve">-  регулярно проводит заседания членов эвакуационной комиссии по вопросам планирования, проведения и всестороннего обеспечения </w:t>
      </w:r>
      <w:proofErr w:type="spellStart"/>
      <w:r w:rsidRPr="00C613F5">
        <w:t>эвакомероприятий</w:t>
      </w:r>
      <w:proofErr w:type="spellEnd"/>
      <w:r w:rsidRPr="00C613F5">
        <w:t>.</w:t>
      </w:r>
    </w:p>
    <w:p w:rsidR="00403F76" w:rsidRPr="00C613F5" w:rsidRDefault="00403F76" w:rsidP="00C613F5">
      <w:pPr>
        <w:ind w:left="567" w:right="462"/>
      </w:pPr>
      <w:r w:rsidRPr="00C613F5">
        <w:lastRenderedPageBreak/>
        <w:t xml:space="preserve"> </w:t>
      </w:r>
    </w:p>
    <w:p w:rsidR="00403F76" w:rsidRPr="00C613F5" w:rsidRDefault="00403F76" w:rsidP="00C613F5">
      <w:pPr>
        <w:ind w:left="567" w:right="462"/>
        <w:rPr>
          <w:u w:val="single"/>
        </w:rPr>
      </w:pPr>
      <w:r w:rsidRPr="00C613F5">
        <w:tab/>
        <w:t xml:space="preserve">2.  </w:t>
      </w:r>
      <w:r w:rsidRPr="00C613F5">
        <w:rPr>
          <w:u w:val="single"/>
        </w:rPr>
        <w:t>При переводе ГО с мирного времени на особый период: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>-  организует учет категорий и численности населения;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 xml:space="preserve">-  </w:t>
      </w:r>
      <w:r w:rsidR="00200DA5" w:rsidRPr="00C613F5">
        <w:t>о</w:t>
      </w:r>
      <w:r w:rsidRPr="00C613F5">
        <w:t>рганизует уточнение плана эвакуации населения, порядка и осуществления всех видов обеспечения эвакуации;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>-  организует подготовку и развертывание СЭП;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>- осуществляет контроль</w:t>
      </w:r>
      <w:r w:rsidR="00200DA5" w:rsidRPr="00C613F5">
        <w:t>,</w:t>
      </w:r>
      <w:r w:rsidRPr="00C613F5">
        <w:t xml:space="preserve"> за подготовкой транспортных средств к эвакуационным перевозкам людей, организацией маршрутов эвакуации и укрытий в местах привалов и ППЭ;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>- организует уточнение, совместно с транспортными органами, порядка использования всех видов транспорта, выделяемого для вывоза населения на ППЭ и в дальнейшем до мест переселения;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>- организует уточнение с взаимодействующими эвакуационными комиссиями планов приема, размещения и обеспечения населения в пунктах проживания.</w:t>
      </w:r>
    </w:p>
    <w:p w:rsidR="00403F76" w:rsidRPr="00C613F5" w:rsidRDefault="00403F76" w:rsidP="00C613F5">
      <w:pPr>
        <w:ind w:left="567" w:right="462"/>
      </w:pPr>
      <w:r w:rsidRPr="00C613F5">
        <w:tab/>
        <w:t>3.  С получением распоряжения о порядке проведения эвакуации: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 xml:space="preserve">-  организует постоянное поддерживание с подчиненными эвакуационными органами и транспортными службами, </w:t>
      </w:r>
      <w:proofErr w:type="gramStart"/>
      <w:r w:rsidRPr="00C613F5">
        <w:t>контроль за</w:t>
      </w:r>
      <w:proofErr w:type="gramEnd"/>
      <w:r w:rsidRPr="00C613F5">
        <w:t xml:space="preserve"> ходом оповещения населения и подачей транспорта на пункты посадки;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</w:r>
      <w:proofErr w:type="gramStart"/>
      <w:r w:rsidRPr="00C613F5">
        <w:t>-  осуществляет контроль за выполнением разработанных и уточненных по конкретным условия обстановки планов рассредоточения и эвакуации населения;</w:t>
      </w:r>
      <w:proofErr w:type="gramEnd"/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>- осуществляет руководство работой подчиненных эвакуационных органов по оповещению и сбору эвакуируемого населения и отправкой в места отселения;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 xml:space="preserve">- осуществляет </w:t>
      </w:r>
      <w:proofErr w:type="gramStart"/>
      <w:r w:rsidRPr="00C613F5">
        <w:t>контроль за</w:t>
      </w:r>
      <w:proofErr w:type="gramEnd"/>
      <w:r w:rsidRPr="00C613F5">
        <w:t xml:space="preserve"> организацией движения и поддержанием порядка в ходе эвакуационных мероприятий;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>-  организует сбор обобщенных данных о ходе эвакуации населения.</w:t>
      </w:r>
    </w:p>
    <w:p w:rsidR="00403F76" w:rsidRPr="00C613F5" w:rsidRDefault="00403F76" w:rsidP="00C613F5">
      <w:pPr>
        <w:ind w:left="567" w:right="462"/>
      </w:pPr>
      <w:r w:rsidRPr="00C613F5">
        <w:tab/>
        <w:t>2. Секретарь эвакуационной комиссии.</w:t>
      </w:r>
    </w:p>
    <w:p w:rsidR="00403F76" w:rsidRPr="00C613F5" w:rsidRDefault="00403F76" w:rsidP="00C613F5">
      <w:pPr>
        <w:ind w:left="567" w:right="462"/>
      </w:pPr>
      <w:r w:rsidRPr="00C613F5">
        <w:tab/>
        <w:t xml:space="preserve">Секретарь эвакуационной комиссии подчиняется председателю эвакуационной комиссии и работает под его руководством. </w:t>
      </w:r>
    </w:p>
    <w:p w:rsidR="00403F76" w:rsidRPr="00C613F5" w:rsidRDefault="00403F76" w:rsidP="00C613F5">
      <w:pPr>
        <w:ind w:left="567" w:right="462"/>
      </w:pPr>
      <w:r w:rsidRPr="00C613F5">
        <w:t xml:space="preserve">      </w:t>
      </w:r>
    </w:p>
    <w:p w:rsidR="00403F76" w:rsidRPr="00C613F5" w:rsidRDefault="00403F76" w:rsidP="00C613F5">
      <w:pPr>
        <w:ind w:left="567" w:right="462"/>
      </w:pPr>
      <w:r w:rsidRPr="00C613F5">
        <w:tab/>
        <w:t xml:space="preserve">1.   </w:t>
      </w:r>
      <w:r w:rsidRPr="00C613F5">
        <w:rPr>
          <w:u w:val="single"/>
        </w:rPr>
        <w:t>В мирное время</w:t>
      </w:r>
      <w:r w:rsidRPr="00C613F5">
        <w:t>: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>-  осуществляет сбор членов эвакуационной комиссии на заседания;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>-  ведет протоколы заседаний;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>- уточняет списки членов эвакуационной комиссии, а при необходимости, вносит изменения в ее состав;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>-  доводит принятые на заседании комиссии решения до исполнителей и контролирует их исполнение.</w:t>
      </w:r>
    </w:p>
    <w:p w:rsidR="00403F76" w:rsidRPr="00C613F5" w:rsidRDefault="00403F76" w:rsidP="00C613F5">
      <w:pPr>
        <w:ind w:left="567" w:right="462"/>
        <w:rPr>
          <w:u w:val="single"/>
        </w:rPr>
      </w:pPr>
      <w:r w:rsidRPr="00C613F5">
        <w:tab/>
        <w:t xml:space="preserve">2.   </w:t>
      </w:r>
      <w:r w:rsidRPr="00C613F5">
        <w:rPr>
          <w:u w:val="single"/>
        </w:rPr>
        <w:t>При переводе ГО с мирного времени на особый период: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>-  получает документы плана эвакуации;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>- контролирует ход оповещения и прибытия членов эвакуационной комиссии.</w:t>
      </w:r>
    </w:p>
    <w:p w:rsidR="00403F76" w:rsidRPr="00C613F5" w:rsidRDefault="00403F76" w:rsidP="00C613F5">
      <w:pPr>
        <w:ind w:left="567" w:right="462"/>
        <w:rPr>
          <w:u w:val="single"/>
        </w:rPr>
      </w:pPr>
      <w:r w:rsidRPr="00C613F5">
        <w:tab/>
        <w:t xml:space="preserve">3.   </w:t>
      </w:r>
      <w:r w:rsidRPr="00C613F5">
        <w:rPr>
          <w:u w:val="single"/>
        </w:rPr>
        <w:t xml:space="preserve">С получением распоряжение на проведение </w:t>
      </w:r>
      <w:proofErr w:type="spellStart"/>
      <w:r w:rsidRPr="00C613F5">
        <w:rPr>
          <w:u w:val="single"/>
        </w:rPr>
        <w:t>эвакомероприятий</w:t>
      </w:r>
      <w:proofErr w:type="spellEnd"/>
      <w:r w:rsidRPr="00C613F5">
        <w:rPr>
          <w:u w:val="single"/>
        </w:rPr>
        <w:t>: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 xml:space="preserve">- организует сбор и учет поступающих докладов донесений о ходе </w:t>
      </w:r>
      <w:proofErr w:type="spellStart"/>
      <w:r w:rsidRPr="00C613F5">
        <w:t>эвакомероприятий</w:t>
      </w:r>
      <w:proofErr w:type="spellEnd"/>
      <w:r w:rsidRPr="00C613F5">
        <w:t>;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>-  обобщает поступающую информацию, готовит доклады председателю эвакуационной комиссии;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 xml:space="preserve">- ведет учет принятых и отданных в ходе эвакуации распоряжений, доводит принятые решения до исполнителей и контролирует поступление докладов об их исполнении.    </w:t>
      </w:r>
    </w:p>
    <w:p w:rsidR="00403F76" w:rsidRPr="00C613F5" w:rsidRDefault="00403F76" w:rsidP="00C613F5">
      <w:pPr>
        <w:ind w:left="567" w:right="462"/>
      </w:pPr>
    </w:p>
    <w:p w:rsidR="00403F76" w:rsidRPr="00C613F5" w:rsidRDefault="00403F76" w:rsidP="00C613F5">
      <w:pPr>
        <w:ind w:left="567" w:right="462"/>
      </w:pPr>
      <w:r w:rsidRPr="00C613F5">
        <w:tab/>
        <w:t xml:space="preserve">3. Группа учета </w:t>
      </w:r>
      <w:proofErr w:type="spellStart"/>
      <w:r w:rsidRPr="00C613F5">
        <w:t>эваконаселения</w:t>
      </w:r>
      <w:proofErr w:type="spellEnd"/>
      <w:r w:rsidRPr="00C613F5">
        <w:t xml:space="preserve"> и информации, оповещения, связи                                                   </w:t>
      </w:r>
    </w:p>
    <w:p w:rsidR="00403F76" w:rsidRPr="00C613F5" w:rsidRDefault="00403F76" w:rsidP="00C613F5">
      <w:pPr>
        <w:ind w:left="567" w:right="462"/>
      </w:pPr>
      <w:r w:rsidRPr="00C613F5">
        <w:tab/>
      </w:r>
      <w:proofErr w:type="gramStart"/>
      <w:r w:rsidRPr="00C613F5">
        <w:t xml:space="preserve">Ответственный за учет </w:t>
      </w:r>
      <w:proofErr w:type="spellStart"/>
      <w:r w:rsidRPr="00C613F5">
        <w:t>эваконаселения</w:t>
      </w:r>
      <w:proofErr w:type="spellEnd"/>
      <w:r w:rsidRPr="00C613F5">
        <w:t xml:space="preserve"> и информацию, оповещение, связь отвечает за состояние готовности системы связи и оповещения, отвечает за сбор и постоянную корректировку данных о численности всех категорий населения, подлежащего эвакуации в зону расселения.</w:t>
      </w:r>
      <w:proofErr w:type="gramEnd"/>
    </w:p>
    <w:p w:rsidR="00403F76" w:rsidRPr="00C613F5" w:rsidRDefault="00403F76" w:rsidP="00C613F5">
      <w:pPr>
        <w:ind w:left="567" w:right="462"/>
      </w:pPr>
      <w:r w:rsidRPr="00C613F5">
        <w:tab/>
        <w:t xml:space="preserve">1. </w:t>
      </w:r>
      <w:r w:rsidRPr="00C613F5">
        <w:rPr>
          <w:u w:val="single"/>
        </w:rPr>
        <w:t>В мирное время</w:t>
      </w:r>
      <w:r w:rsidRPr="00C613F5">
        <w:t>:</w:t>
      </w:r>
    </w:p>
    <w:p w:rsidR="00403F76" w:rsidRPr="00C613F5" w:rsidRDefault="00403F76" w:rsidP="00C613F5">
      <w:pPr>
        <w:ind w:left="567" w:right="462"/>
      </w:pPr>
      <w:r w:rsidRPr="00C613F5">
        <w:t xml:space="preserve"> </w:t>
      </w:r>
      <w:r w:rsidRPr="00C613F5">
        <w:tab/>
        <w:t xml:space="preserve">-  осуществляет постоянный </w:t>
      </w:r>
      <w:proofErr w:type="gramStart"/>
      <w:r w:rsidRPr="00C613F5">
        <w:t>контроль за</w:t>
      </w:r>
      <w:proofErr w:type="gramEnd"/>
      <w:r w:rsidRPr="00C613F5">
        <w:t xml:space="preserve"> готовностью системы связи и оповещения;</w:t>
      </w:r>
    </w:p>
    <w:p w:rsidR="00403F76" w:rsidRPr="00C613F5" w:rsidRDefault="00403F76" w:rsidP="00C613F5">
      <w:pPr>
        <w:ind w:left="567" w:right="462"/>
      </w:pPr>
      <w:r w:rsidRPr="00C613F5">
        <w:t xml:space="preserve"> </w:t>
      </w:r>
      <w:r w:rsidRPr="00C613F5">
        <w:tab/>
        <w:t>-  готовит предложения по вопросам совершенствования системы связи и оповещения.</w:t>
      </w:r>
    </w:p>
    <w:p w:rsidR="00403F76" w:rsidRPr="00C613F5" w:rsidRDefault="00403F76" w:rsidP="00C613F5">
      <w:pPr>
        <w:ind w:left="567" w:right="462"/>
      </w:pPr>
      <w:r w:rsidRPr="00C613F5">
        <w:lastRenderedPageBreak/>
        <w:tab/>
        <w:t xml:space="preserve">  </w:t>
      </w:r>
      <w:r w:rsidRPr="00C613F5">
        <w:tab/>
        <w:t>- осуществляет работу по сбору и уточнению информации о численности населения, подлежащего эвакуации в зону расселения;</w:t>
      </w:r>
    </w:p>
    <w:p w:rsidR="00403F76" w:rsidRPr="00C613F5" w:rsidRDefault="00403F76" w:rsidP="00C613F5">
      <w:pPr>
        <w:ind w:left="567" w:right="462"/>
      </w:pPr>
      <w:r w:rsidRPr="00C613F5">
        <w:tab/>
      </w:r>
      <w:r w:rsidRPr="00C613F5">
        <w:tab/>
        <w:t xml:space="preserve">- организует и контролирует работу по регистрации населения и </w:t>
      </w:r>
      <w:proofErr w:type="spellStart"/>
      <w:r w:rsidRPr="00C613F5">
        <w:t>СЭПам</w:t>
      </w:r>
      <w:proofErr w:type="spellEnd"/>
      <w:r w:rsidRPr="00C613F5">
        <w:t>, своевременное уточнение эвакуационных списков;</w:t>
      </w:r>
    </w:p>
    <w:p w:rsidR="00403F76" w:rsidRPr="00C613F5" w:rsidRDefault="00403F76" w:rsidP="00C613F5">
      <w:pPr>
        <w:tabs>
          <w:tab w:val="left" w:pos="709"/>
          <w:tab w:val="left" w:pos="993"/>
        </w:tabs>
        <w:ind w:left="567" w:right="462"/>
      </w:pPr>
      <w:r w:rsidRPr="00C613F5">
        <w:t xml:space="preserve">          - готовит предложения председателю эвакуационной комиссии по совершенствованию учета населения.</w:t>
      </w:r>
    </w:p>
    <w:p w:rsidR="00403F76" w:rsidRPr="00C613F5" w:rsidRDefault="00403F76" w:rsidP="00C613F5">
      <w:pPr>
        <w:ind w:left="567" w:right="462"/>
      </w:pPr>
      <w:r w:rsidRPr="00C613F5">
        <w:tab/>
        <w:t xml:space="preserve">2. </w:t>
      </w:r>
      <w:r w:rsidRPr="00C613F5">
        <w:rPr>
          <w:u w:val="single"/>
        </w:rPr>
        <w:t>При переводе ГО с мирного времени на особый период</w:t>
      </w:r>
      <w:r w:rsidRPr="00C613F5">
        <w:t>:</w:t>
      </w:r>
    </w:p>
    <w:p w:rsidR="00403F76" w:rsidRPr="00C613F5" w:rsidRDefault="00403F76" w:rsidP="00C613F5">
      <w:pPr>
        <w:ind w:left="567" w:right="462"/>
      </w:pPr>
      <w:r w:rsidRPr="00C613F5">
        <w:t xml:space="preserve"> </w:t>
      </w:r>
      <w:r w:rsidRPr="00C613F5">
        <w:tab/>
        <w:t>- организует и контролирует приведение в полную готовность систем оповещения населения;</w:t>
      </w:r>
    </w:p>
    <w:p w:rsidR="00403F76" w:rsidRPr="00C613F5" w:rsidRDefault="00403F76" w:rsidP="00C613F5">
      <w:pPr>
        <w:ind w:left="567" w:right="462"/>
      </w:pPr>
      <w:r w:rsidRPr="00C613F5">
        <w:t xml:space="preserve"> </w:t>
      </w:r>
      <w:r w:rsidRPr="00C613F5">
        <w:tab/>
        <w:t>- при наличии неисправностей организует работу по их немедленному устранению.</w:t>
      </w:r>
    </w:p>
    <w:p w:rsidR="00403F76" w:rsidRPr="00C613F5" w:rsidRDefault="00403F76" w:rsidP="00C613F5">
      <w:pPr>
        <w:ind w:left="567" w:right="462"/>
      </w:pPr>
      <w:r w:rsidRPr="00C613F5">
        <w:t xml:space="preserve"> </w:t>
      </w:r>
      <w:r w:rsidRPr="00C613F5">
        <w:tab/>
        <w:t>-  организует работу по сбору, обобщению и анализу информации по обстановке, готовит доклады председателю комиссии;</w:t>
      </w:r>
    </w:p>
    <w:p w:rsidR="00403F76" w:rsidRPr="00C613F5" w:rsidRDefault="00403F76" w:rsidP="00C613F5">
      <w:pPr>
        <w:ind w:left="567" w:right="462"/>
      </w:pPr>
      <w:r w:rsidRPr="00C613F5">
        <w:t xml:space="preserve"> </w:t>
      </w:r>
      <w:r w:rsidRPr="00C613F5">
        <w:tab/>
        <w:t>-  организует работу через средства массовой информации по доведению складывающейся обстановке до населения;</w:t>
      </w:r>
    </w:p>
    <w:p w:rsidR="00403F76" w:rsidRPr="00C613F5" w:rsidRDefault="00403F76" w:rsidP="00C613F5">
      <w:pPr>
        <w:ind w:left="567" w:right="462"/>
      </w:pPr>
      <w:r w:rsidRPr="00C613F5">
        <w:t xml:space="preserve"> </w:t>
      </w:r>
      <w:r w:rsidRPr="00C613F5">
        <w:tab/>
        <w:t>-  организует работу по уточнению списков эвакуируемых;</w:t>
      </w:r>
    </w:p>
    <w:p w:rsidR="00403F76" w:rsidRPr="00C613F5" w:rsidRDefault="00403F76" w:rsidP="00C613F5">
      <w:pPr>
        <w:ind w:left="567" w:right="462"/>
      </w:pPr>
      <w:r w:rsidRPr="00C613F5">
        <w:tab/>
        <w:t xml:space="preserve">  </w:t>
      </w:r>
      <w:r w:rsidRPr="00C613F5">
        <w:tab/>
        <w:t>-  организует информационное обеспечение работы эвакуационной комиссии</w:t>
      </w:r>
    </w:p>
    <w:p w:rsidR="00403F76" w:rsidRPr="00C613F5" w:rsidRDefault="00403F76" w:rsidP="00C613F5">
      <w:pPr>
        <w:ind w:left="567" w:right="462"/>
      </w:pPr>
    </w:p>
    <w:p w:rsidR="00403F76" w:rsidRPr="00C613F5" w:rsidRDefault="00403F76" w:rsidP="00C613F5">
      <w:pPr>
        <w:ind w:left="567" w:right="462"/>
      </w:pPr>
      <w:r w:rsidRPr="00C613F5">
        <w:tab/>
        <w:t xml:space="preserve">3.  </w:t>
      </w:r>
      <w:r w:rsidRPr="00C613F5">
        <w:rPr>
          <w:u w:val="single"/>
        </w:rPr>
        <w:t xml:space="preserve">С получением распоряжение на проведение </w:t>
      </w:r>
      <w:proofErr w:type="spellStart"/>
      <w:r w:rsidRPr="00C613F5">
        <w:rPr>
          <w:u w:val="single"/>
        </w:rPr>
        <w:t>эвакомероприятий</w:t>
      </w:r>
      <w:proofErr w:type="spellEnd"/>
      <w:r w:rsidRPr="00C613F5">
        <w:t>: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  <w:t xml:space="preserve"> </w:t>
      </w:r>
      <w:r w:rsidRPr="00C613F5">
        <w:rPr>
          <w:color w:val="000000"/>
        </w:rPr>
        <w:tab/>
        <w:t>- участвует в уточнении плана эвакуации в соответствии с реально сложившейся обстановкой;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организует работу группы в соответствии с календарным планом;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осуществляет </w:t>
      </w:r>
      <w:proofErr w:type="gramStart"/>
      <w:r w:rsidRPr="00C613F5">
        <w:rPr>
          <w:color w:val="000000"/>
        </w:rPr>
        <w:t>контроль за</w:t>
      </w:r>
      <w:proofErr w:type="gramEnd"/>
      <w:r w:rsidRPr="00C613F5">
        <w:rPr>
          <w:color w:val="000000"/>
        </w:rPr>
        <w:t xml:space="preserve"> оповещением эвакуационных органов всех уровней о начале эвакуации;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развертыванием </w:t>
      </w:r>
      <w:proofErr w:type="spellStart"/>
      <w:r w:rsidRPr="00C613F5">
        <w:rPr>
          <w:color w:val="000000"/>
        </w:rPr>
        <w:t>эвакоорганов</w:t>
      </w:r>
      <w:proofErr w:type="spellEnd"/>
      <w:r w:rsidRPr="00C613F5">
        <w:rPr>
          <w:color w:val="000000"/>
        </w:rPr>
        <w:t xml:space="preserve"> и </w:t>
      </w:r>
      <w:proofErr w:type="spellStart"/>
      <w:r w:rsidRPr="00C613F5">
        <w:rPr>
          <w:color w:val="000000"/>
        </w:rPr>
        <w:t>эвакообъектов</w:t>
      </w:r>
      <w:proofErr w:type="spellEnd"/>
      <w:r w:rsidRPr="00C613F5">
        <w:rPr>
          <w:color w:val="000000"/>
        </w:rPr>
        <w:t xml:space="preserve"> района для проведения </w:t>
      </w:r>
      <w:proofErr w:type="spellStart"/>
      <w:r w:rsidRPr="00C613F5">
        <w:rPr>
          <w:color w:val="000000"/>
        </w:rPr>
        <w:t>эвакоприемных</w:t>
      </w:r>
      <w:proofErr w:type="spellEnd"/>
      <w:r w:rsidRPr="00C613F5">
        <w:rPr>
          <w:color w:val="000000"/>
        </w:rPr>
        <w:t xml:space="preserve"> мероприятий;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установлением связи и взаимодействия между эвакуационными и </w:t>
      </w:r>
      <w:proofErr w:type="spellStart"/>
      <w:r w:rsidRPr="00C613F5">
        <w:rPr>
          <w:color w:val="000000"/>
        </w:rPr>
        <w:t>эвакоприемными</w:t>
      </w:r>
      <w:proofErr w:type="spellEnd"/>
      <w:r w:rsidRPr="00C613F5">
        <w:rPr>
          <w:color w:val="000000"/>
        </w:rPr>
        <w:t xml:space="preserve"> комиссиями, администрациями </w:t>
      </w:r>
      <w:proofErr w:type="spellStart"/>
      <w:r w:rsidRPr="00C613F5">
        <w:rPr>
          <w:color w:val="000000"/>
        </w:rPr>
        <w:t>эвакообъектов</w:t>
      </w:r>
      <w:proofErr w:type="spellEnd"/>
      <w:r w:rsidRPr="00C613F5">
        <w:rPr>
          <w:color w:val="000000"/>
        </w:rPr>
        <w:t>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уточнением расчетов по частичной или общей эвакуации населения пешим порядком и транспортом, маршрутов эвакуации населения;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организацией регулирования движения, поддержания общественного порядка в ходе проведения </w:t>
      </w:r>
      <w:proofErr w:type="spellStart"/>
      <w:r w:rsidRPr="00C613F5">
        <w:rPr>
          <w:color w:val="000000"/>
        </w:rPr>
        <w:t>эвакомероприятий</w:t>
      </w:r>
      <w:proofErr w:type="spellEnd"/>
      <w:r w:rsidRPr="00C613F5">
        <w:rPr>
          <w:color w:val="000000"/>
        </w:rPr>
        <w:t xml:space="preserve"> и информирования </w:t>
      </w:r>
      <w:proofErr w:type="spellStart"/>
      <w:r w:rsidRPr="00C613F5">
        <w:rPr>
          <w:color w:val="000000"/>
        </w:rPr>
        <w:t>эвакоорганов</w:t>
      </w:r>
      <w:proofErr w:type="spellEnd"/>
      <w:r w:rsidRPr="00C613F5">
        <w:rPr>
          <w:color w:val="000000"/>
        </w:rPr>
        <w:t xml:space="preserve"> района о количестве ввозимого (вводимого) населения по времени и видам транспорта;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поддерживает связь с </w:t>
      </w:r>
      <w:proofErr w:type="gramStart"/>
      <w:r w:rsidRPr="00C613F5">
        <w:rPr>
          <w:color w:val="000000"/>
        </w:rPr>
        <w:t>взаимодействующими</w:t>
      </w:r>
      <w:proofErr w:type="gramEnd"/>
      <w:r w:rsidRPr="00C613F5">
        <w:rPr>
          <w:color w:val="000000"/>
        </w:rPr>
        <w:t xml:space="preserve"> </w:t>
      </w:r>
      <w:proofErr w:type="spellStart"/>
      <w:r w:rsidRPr="00C613F5">
        <w:rPr>
          <w:color w:val="000000"/>
        </w:rPr>
        <w:t>эвакокомиссиями</w:t>
      </w:r>
      <w:proofErr w:type="spellEnd"/>
      <w:r w:rsidRPr="00C613F5">
        <w:rPr>
          <w:color w:val="000000"/>
        </w:rPr>
        <w:t>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отрабатывает документы: доклады, отчеты, донесения в соответствии с табелем срочных донесений и распоряжениями председателя </w:t>
      </w:r>
      <w:proofErr w:type="spellStart"/>
      <w:r w:rsidRPr="00C613F5">
        <w:rPr>
          <w:color w:val="000000"/>
        </w:rPr>
        <w:t>эвакокомиссии</w:t>
      </w:r>
      <w:proofErr w:type="spellEnd"/>
      <w:r w:rsidRPr="00C613F5">
        <w:rPr>
          <w:color w:val="000000"/>
        </w:rPr>
        <w:t>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в установленное время представляет в группу приема и размещения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 xml:space="preserve"> необходимые сведения и донесения;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ведет учет сведений и расчетов по количеству прибывающего на территорию района по частичной или общей эвакуации населения (по категориям) пешим порядком и транспортом, органов исполнительной (законодательной) власти республики и федеральных органов и организаций, продолжающих, переносящих производственную деятельность в особый период;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 - организует сбор и учет поступающих докладов, донесений и распоряжений;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 ходе эвакуации населения доводит принятые решения до исполнителей и контролирует их выполнение;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обобщает поступающую информацию, готовит доклады, донесения о ходе эвакуации, обеспечивает своевременную подготовку итоговых данных по количеству прибывшего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 xml:space="preserve"> в безопасную зону председателю </w:t>
      </w:r>
      <w:proofErr w:type="spellStart"/>
      <w:r w:rsidRPr="00C613F5">
        <w:rPr>
          <w:color w:val="000000"/>
        </w:rPr>
        <w:t>эвакокомиссии</w:t>
      </w:r>
      <w:proofErr w:type="spellEnd"/>
      <w:r w:rsidRPr="00C613F5">
        <w:rPr>
          <w:color w:val="000000"/>
        </w:rPr>
        <w:t>.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 xml:space="preserve">4. Руководитель группы отправки, приема и организации размещения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>: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  <w:u w:val="single"/>
        </w:rPr>
      </w:pPr>
      <w:r w:rsidRPr="00C613F5">
        <w:rPr>
          <w:color w:val="000000"/>
        </w:rPr>
        <w:tab/>
        <w:t xml:space="preserve">1. </w:t>
      </w:r>
      <w:r w:rsidRPr="00C613F5">
        <w:rPr>
          <w:color w:val="000000"/>
          <w:u w:val="single"/>
        </w:rPr>
        <w:t>В мирное время: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принимает участие в разработке и корректировке плана эвакуации;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организует работу группы, отвечает за ее укомплектованность, распределение обязанностей между личным составом и ее готовность к работе по предназначению;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lastRenderedPageBreak/>
        <w:tab/>
      </w:r>
      <w:r w:rsidRPr="00C613F5">
        <w:rPr>
          <w:color w:val="000000"/>
        </w:rPr>
        <w:tab/>
        <w:t xml:space="preserve">- осуществляет </w:t>
      </w:r>
      <w:proofErr w:type="gramStart"/>
      <w:r w:rsidRPr="00C613F5">
        <w:rPr>
          <w:color w:val="000000"/>
        </w:rPr>
        <w:t>контроль за</w:t>
      </w:r>
      <w:proofErr w:type="gramEnd"/>
      <w:r w:rsidRPr="00C613F5">
        <w:rPr>
          <w:color w:val="000000"/>
        </w:rPr>
        <w:t xml:space="preserve"> разработкой планирующих документов по вопросам приема и размещения населения, материальных и культурных ценностей в безопасной зоне;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организует взаимодействие с </w:t>
      </w:r>
      <w:proofErr w:type="spellStart"/>
      <w:r w:rsidRPr="00C613F5">
        <w:rPr>
          <w:color w:val="000000"/>
        </w:rPr>
        <w:t>эвакоприемными</w:t>
      </w:r>
      <w:proofErr w:type="spellEnd"/>
      <w:r w:rsidRPr="00C613F5">
        <w:rPr>
          <w:color w:val="000000"/>
        </w:rPr>
        <w:t xml:space="preserve"> органами по приему и размещению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 xml:space="preserve"> на территории города;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обобщает сведения по оценке состояния территории города;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отрабатывает схему взаимодействия городской комиссии с </w:t>
      </w:r>
      <w:proofErr w:type="spellStart"/>
      <w:r w:rsidRPr="00C613F5">
        <w:rPr>
          <w:color w:val="000000"/>
        </w:rPr>
        <w:t>эвакокомиссиями</w:t>
      </w:r>
      <w:proofErr w:type="spellEnd"/>
      <w:r w:rsidRPr="00C613F5">
        <w:rPr>
          <w:color w:val="000000"/>
        </w:rPr>
        <w:t xml:space="preserve"> и </w:t>
      </w:r>
      <w:proofErr w:type="spellStart"/>
      <w:r w:rsidRPr="00C613F5">
        <w:rPr>
          <w:color w:val="000000"/>
        </w:rPr>
        <w:t>эвакообъектами</w:t>
      </w:r>
      <w:proofErr w:type="spellEnd"/>
      <w:r w:rsidRPr="00C613F5">
        <w:rPr>
          <w:color w:val="000000"/>
        </w:rPr>
        <w:t xml:space="preserve"> звена: республика – район - ПЭП, органами военного управления, отделом полиции при проведении эвакуационных мероприятий;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вносит предложения при планировании проведения эвакуационных мероприятий по вопросам: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состояния подготовки территории города к приему и размещению эвакуируемого населения;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согласования календарного плана работы </w:t>
      </w:r>
      <w:proofErr w:type="spellStart"/>
      <w:r w:rsidRPr="00C613F5">
        <w:rPr>
          <w:color w:val="000000"/>
        </w:rPr>
        <w:t>эвакокомиссий</w:t>
      </w:r>
      <w:proofErr w:type="spellEnd"/>
      <w:r w:rsidRPr="00C613F5">
        <w:rPr>
          <w:color w:val="000000"/>
        </w:rPr>
        <w:t xml:space="preserve"> звена: республика – район - ПЭП по временным показателям;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наличия и состояния автотранспорта и его планирования для </w:t>
      </w:r>
      <w:proofErr w:type="spellStart"/>
      <w:r w:rsidRPr="00C613F5">
        <w:rPr>
          <w:color w:val="000000"/>
        </w:rPr>
        <w:t>эвакоперевозок</w:t>
      </w:r>
      <w:proofErr w:type="spellEnd"/>
      <w:r w:rsidRPr="00C613F5">
        <w:rPr>
          <w:color w:val="000000"/>
        </w:rPr>
        <w:t>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учета жилого и общественного фондов, занимаемых в особый период органами исполнительной (законодательной) власти и федеральными органами;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целесообразности размещения организаций, продолжающих, переносящих и прекращающих производственную деятельность в особый период на территории города;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сроков проведения эвакуационных мероприятий;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порядка приема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 xml:space="preserve"> при частичной или общей эвакуации;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информирования населения о порядке проведения эвакуационных мероприятий;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первоочередного жизнеобеспечения эвакуируемого населения;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готовит предложения председателю комиссии по вопросам планирования организации приема, размещения и обеспечения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 xml:space="preserve"> в безопасных районах, развития и освоения территории города и взаимодействия с эвакуационными органами;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строго соблюдает и выполняет установленные правила работы, хранения и обращения с секретными и служебными документами, требования, обеспечивающие режим секретности.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</w:p>
    <w:p w:rsidR="00403F76" w:rsidRPr="00C613F5" w:rsidRDefault="00403F76" w:rsidP="00C613F5">
      <w:pPr>
        <w:ind w:left="567" w:right="462"/>
      </w:pPr>
      <w:r w:rsidRPr="00C613F5">
        <w:tab/>
        <w:t xml:space="preserve">2.  </w:t>
      </w:r>
      <w:r w:rsidRPr="00C613F5">
        <w:rPr>
          <w:u w:val="single"/>
        </w:rPr>
        <w:t>При переводе ГО с мирного времени на особый период</w:t>
      </w:r>
      <w:r w:rsidRPr="00C613F5">
        <w:t>: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осуществляет </w:t>
      </w:r>
      <w:proofErr w:type="gramStart"/>
      <w:r w:rsidRPr="00C613F5">
        <w:rPr>
          <w:color w:val="000000"/>
        </w:rPr>
        <w:t>контроль за</w:t>
      </w:r>
      <w:proofErr w:type="gramEnd"/>
      <w:r w:rsidRPr="00C613F5">
        <w:rPr>
          <w:color w:val="000000"/>
        </w:rPr>
        <w:t xml:space="preserve"> приведением в готовность к выполнению задач по предназначению и подготовкой к развертыванию эвакуационных органов и администраций </w:t>
      </w:r>
      <w:proofErr w:type="spellStart"/>
      <w:r w:rsidRPr="00C613F5">
        <w:rPr>
          <w:color w:val="000000"/>
        </w:rPr>
        <w:t>эвакообъектов</w:t>
      </w:r>
      <w:proofErr w:type="spellEnd"/>
      <w:r w:rsidRPr="00C613F5">
        <w:rPr>
          <w:color w:val="000000"/>
        </w:rPr>
        <w:t xml:space="preserve"> города;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организует взаимодействие органов управления и </w:t>
      </w:r>
      <w:proofErr w:type="spellStart"/>
      <w:r w:rsidRPr="00C613F5">
        <w:rPr>
          <w:color w:val="000000"/>
        </w:rPr>
        <w:t>эвакокомиссий</w:t>
      </w:r>
      <w:proofErr w:type="spellEnd"/>
      <w:r w:rsidRPr="00C613F5">
        <w:rPr>
          <w:color w:val="000000"/>
        </w:rPr>
        <w:t xml:space="preserve"> звена: ПЭП - город - республика;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осуществляет контроль за ходом уточнения плана эвакуации на территории </w:t>
      </w:r>
      <w:proofErr w:type="gramStart"/>
      <w:r w:rsidRPr="00C613F5">
        <w:rPr>
          <w:color w:val="000000"/>
        </w:rPr>
        <w:t>города</w:t>
      </w:r>
      <w:proofErr w:type="gramEnd"/>
      <w:r w:rsidRPr="00C613F5">
        <w:rPr>
          <w:color w:val="000000"/>
        </w:rPr>
        <w:t xml:space="preserve"> а с подчиненными и взаимодействующими </w:t>
      </w:r>
      <w:proofErr w:type="spellStart"/>
      <w:r w:rsidRPr="00C613F5">
        <w:rPr>
          <w:color w:val="000000"/>
        </w:rPr>
        <w:t>эвакоорганами</w:t>
      </w:r>
      <w:proofErr w:type="spellEnd"/>
      <w:r w:rsidRPr="00C613F5">
        <w:rPr>
          <w:color w:val="000000"/>
        </w:rPr>
        <w:t>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уточняет расчеты по частичной или общей эвакуации населения пешим порядком и транспортом и маршруты эвакуации населения;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отрабатывает документы: доклады, отчеты, донесения в соответствии с табелем срочных донесений и распоряжениями председателя </w:t>
      </w:r>
      <w:proofErr w:type="spellStart"/>
      <w:r w:rsidRPr="00C613F5">
        <w:rPr>
          <w:color w:val="000000"/>
        </w:rPr>
        <w:t>эвакокомиссии</w:t>
      </w:r>
      <w:proofErr w:type="spellEnd"/>
      <w:r w:rsidRPr="00C613F5">
        <w:rPr>
          <w:color w:val="000000"/>
        </w:rPr>
        <w:t>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готовит предложения председателю эвакуационной комиссии по вопросам готовности эвакуационных органов и администраций </w:t>
      </w:r>
      <w:proofErr w:type="spellStart"/>
      <w:r w:rsidRPr="00C613F5">
        <w:rPr>
          <w:color w:val="000000"/>
        </w:rPr>
        <w:t>эвакообъектов</w:t>
      </w:r>
      <w:proofErr w:type="spellEnd"/>
      <w:r w:rsidRPr="00C613F5">
        <w:rPr>
          <w:color w:val="000000"/>
        </w:rPr>
        <w:t xml:space="preserve"> к проведению эвакуационных мероприятий.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  <w:t xml:space="preserve">3. </w:t>
      </w:r>
      <w:r w:rsidRPr="00C613F5">
        <w:rPr>
          <w:color w:val="000000"/>
          <w:u w:val="single"/>
        </w:rPr>
        <w:t xml:space="preserve">С получением распоряжения на проведение </w:t>
      </w:r>
      <w:proofErr w:type="spellStart"/>
      <w:r w:rsidRPr="00C613F5">
        <w:rPr>
          <w:color w:val="000000"/>
          <w:u w:val="single"/>
        </w:rPr>
        <w:t>эвакомероприятий</w:t>
      </w:r>
      <w:proofErr w:type="spellEnd"/>
      <w:r w:rsidRPr="00C613F5">
        <w:rPr>
          <w:color w:val="000000"/>
        </w:rPr>
        <w:t>: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участвует в уточнении плана эвакуации в соответствии с реально сложившейся обстановкой;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организует работу группы в соответствии с календарным планом;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осуществляет </w:t>
      </w:r>
      <w:proofErr w:type="gramStart"/>
      <w:r w:rsidRPr="00C613F5">
        <w:rPr>
          <w:color w:val="000000"/>
        </w:rPr>
        <w:t>контроль за</w:t>
      </w:r>
      <w:proofErr w:type="gramEnd"/>
      <w:r w:rsidRPr="00C613F5">
        <w:rPr>
          <w:color w:val="000000"/>
        </w:rPr>
        <w:t xml:space="preserve"> оповещением эвакуационных органов всех уровней и населения о начале эвакуации;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развертыванием </w:t>
      </w:r>
      <w:proofErr w:type="spellStart"/>
      <w:r w:rsidRPr="00C613F5">
        <w:rPr>
          <w:color w:val="000000"/>
        </w:rPr>
        <w:t>эвакоприемных</w:t>
      </w:r>
      <w:proofErr w:type="spellEnd"/>
      <w:r w:rsidRPr="00C613F5">
        <w:rPr>
          <w:color w:val="000000"/>
        </w:rPr>
        <w:t xml:space="preserve"> органов и администраций </w:t>
      </w:r>
      <w:proofErr w:type="spellStart"/>
      <w:r w:rsidRPr="00C613F5">
        <w:rPr>
          <w:color w:val="000000"/>
        </w:rPr>
        <w:t>эвакообъектов</w:t>
      </w:r>
      <w:proofErr w:type="spellEnd"/>
      <w:r w:rsidRPr="00C613F5">
        <w:rPr>
          <w:color w:val="000000"/>
        </w:rPr>
        <w:t>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установлением связи и взаимодействия </w:t>
      </w:r>
      <w:proofErr w:type="spellStart"/>
      <w:r w:rsidRPr="00C613F5">
        <w:rPr>
          <w:color w:val="000000"/>
        </w:rPr>
        <w:t>эвакокомиссии</w:t>
      </w:r>
      <w:proofErr w:type="spellEnd"/>
      <w:r w:rsidRPr="00C613F5">
        <w:rPr>
          <w:color w:val="000000"/>
        </w:rPr>
        <w:t xml:space="preserve"> с эвакуационными комиссиями, администрациями </w:t>
      </w:r>
      <w:proofErr w:type="spellStart"/>
      <w:r w:rsidRPr="00C613F5">
        <w:rPr>
          <w:color w:val="000000"/>
        </w:rPr>
        <w:t>эвакообъектов</w:t>
      </w:r>
      <w:proofErr w:type="spellEnd"/>
      <w:r w:rsidRPr="00C613F5">
        <w:rPr>
          <w:color w:val="000000"/>
        </w:rPr>
        <w:t>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lastRenderedPageBreak/>
        <w:tab/>
      </w:r>
      <w:r w:rsidRPr="00C613F5">
        <w:rPr>
          <w:color w:val="000000"/>
        </w:rPr>
        <w:tab/>
        <w:t>- уточнением маршрутов эвакуации населения;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организацией регулирования движения, поддержания общественного порядка в ходе проведения </w:t>
      </w:r>
      <w:proofErr w:type="spellStart"/>
      <w:r w:rsidRPr="00C613F5">
        <w:rPr>
          <w:color w:val="000000"/>
        </w:rPr>
        <w:t>эвакомероприятий</w:t>
      </w:r>
      <w:proofErr w:type="spellEnd"/>
      <w:r w:rsidRPr="00C613F5">
        <w:rPr>
          <w:color w:val="000000"/>
        </w:rPr>
        <w:t xml:space="preserve">, первоочередного жизнеобеспечения эвакуированного населения и информирования </w:t>
      </w:r>
      <w:proofErr w:type="spellStart"/>
      <w:r w:rsidRPr="00C613F5">
        <w:rPr>
          <w:color w:val="000000"/>
        </w:rPr>
        <w:t>эвакокомиссии</w:t>
      </w:r>
      <w:proofErr w:type="spellEnd"/>
      <w:r w:rsidRPr="00C613F5">
        <w:rPr>
          <w:color w:val="000000"/>
        </w:rPr>
        <w:t xml:space="preserve"> о количестве прибывшего населения в безопасную зону по времени и видам транспорта;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поддерживает связь с </w:t>
      </w:r>
      <w:proofErr w:type="gramStart"/>
      <w:r w:rsidRPr="00C613F5">
        <w:rPr>
          <w:color w:val="000000"/>
        </w:rPr>
        <w:t>взаимодействующими</w:t>
      </w:r>
      <w:proofErr w:type="gramEnd"/>
      <w:r w:rsidRPr="00C613F5">
        <w:rPr>
          <w:color w:val="000000"/>
        </w:rPr>
        <w:t xml:space="preserve"> </w:t>
      </w:r>
      <w:proofErr w:type="spellStart"/>
      <w:r w:rsidRPr="00C613F5">
        <w:rPr>
          <w:color w:val="000000"/>
        </w:rPr>
        <w:t>эвакокомиссиями</w:t>
      </w:r>
      <w:proofErr w:type="spellEnd"/>
      <w:r w:rsidRPr="00C613F5">
        <w:rPr>
          <w:color w:val="000000"/>
        </w:rPr>
        <w:t>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отрабатывает документы: доклады, отчеты, донесения в соответствии с табелем срочных донесений и распоряжениями председателя </w:t>
      </w:r>
      <w:proofErr w:type="spellStart"/>
      <w:r w:rsidRPr="00C613F5">
        <w:rPr>
          <w:color w:val="000000"/>
        </w:rPr>
        <w:t>эвакокомиссии</w:t>
      </w:r>
      <w:proofErr w:type="spellEnd"/>
      <w:r w:rsidRPr="00C613F5">
        <w:rPr>
          <w:color w:val="000000"/>
        </w:rPr>
        <w:t>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организует сбор и учет поступающих докладов, донесений и распоряжений о ходе эвакуационных мероприятий, доводит принятые решения до исполнителей и контролирует их выполнение;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обобщает поступающую информацию, готовит доклады, донесения, обеспечивает своевременную подготовку итоговых данных по вопросам приема, размещения, обеспечения и трудоустройства эвакуированного населения в безопасных районах председателю эвакуационной комиссии.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 xml:space="preserve">5. Руководитель группы дорожного и транспортного обеспечения </w:t>
      </w:r>
      <w:proofErr w:type="spellStart"/>
      <w:r w:rsidRPr="00C613F5">
        <w:rPr>
          <w:color w:val="000000"/>
        </w:rPr>
        <w:t>эвакомероприятий</w:t>
      </w:r>
      <w:proofErr w:type="spellEnd"/>
      <w:r w:rsidRPr="00C613F5">
        <w:rPr>
          <w:color w:val="000000"/>
        </w:rPr>
        <w:t>: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  <w:t xml:space="preserve">Руководитель группы транспортного обеспечения эвакуационных мероприятий подчиняется председателю, его заместителю и работает под их непосредственным руководством. Он отвечает за организацию планирования и проведения </w:t>
      </w:r>
      <w:proofErr w:type="spellStart"/>
      <w:r w:rsidRPr="00C613F5">
        <w:rPr>
          <w:color w:val="000000"/>
        </w:rPr>
        <w:t>эвакотранспортных</w:t>
      </w:r>
      <w:proofErr w:type="spellEnd"/>
      <w:r w:rsidRPr="00C613F5">
        <w:rPr>
          <w:color w:val="000000"/>
        </w:rPr>
        <w:t xml:space="preserve"> мероприятий.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  <w:t xml:space="preserve">1. </w:t>
      </w:r>
      <w:r w:rsidRPr="00C613F5">
        <w:rPr>
          <w:color w:val="000000"/>
          <w:u w:val="single"/>
        </w:rPr>
        <w:t>В мирное время: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принимает участие в разработке плана эвакуации, расчетов на выделение автомобильного транспорта для проведения эвакуационных мероприятий;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организует работу группы, отвечает за ее укомплектованность, распределение обязанностей между личным составом и ее готовность к работе по предназначению;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осуществляет </w:t>
      </w:r>
      <w:proofErr w:type="gramStart"/>
      <w:r w:rsidRPr="00C613F5">
        <w:rPr>
          <w:color w:val="000000"/>
        </w:rPr>
        <w:t>контроль за</w:t>
      </w:r>
      <w:proofErr w:type="gramEnd"/>
      <w:r w:rsidRPr="00C613F5">
        <w:rPr>
          <w:color w:val="000000"/>
        </w:rPr>
        <w:t xml:space="preserve"> планированием и проведением </w:t>
      </w:r>
      <w:proofErr w:type="spellStart"/>
      <w:r w:rsidRPr="00C613F5">
        <w:rPr>
          <w:color w:val="000000"/>
        </w:rPr>
        <w:t>эвакоорганами</w:t>
      </w:r>
      <w:proofErr w:type="spellEnd"/>
      <w:r w:rsidRPr="00C613F5">
        <w:rPr>
          <w:color w:val="000000"/>
        </w:rPr>
        <w:t xml:space="preserve"> и транспортными организациями </w:t>
      </w:r>
      <w:proofErr w:type="spellStart"/>
      <w:r w:rsidRPr="00C613F5">
        <w:rPr>
          <w:color w:val="000000"/>
        </w:rPr>
        <w:t>эвакотранспортных</w:t>
      </w:r>
      <w:proofErr w:type="spellEnd"/>
      <w:r w:rsidRPr="00C613F5">
        <w:rPr>
          <w:color w:val="000000"/>
        </w:rPr>
        <w:t xml:space="preserve"> мероприятий;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совместно с </w:t>
      </w:r>
      <w:proofErr w:type="spellStart"/>
      <w:r w:rsidRPr="00C613F5">
        <w:rPr>
          <w:color w:val="000000"/>
        </w:rPr>
        <w:t>эвакоорганами</w:t>
      </w:r>
      <w:proofErr w:type="spellEnd"/>
      <w:r w:rsidRPr="00C613F5">
        <w:rPr>
          <w:color w:val="000000"/>
        </w:rPr>
        <w:t xml:space="preserve"> и транспортными организациями разрабатывает графики эвакуации населения без нарушения расписания движения транспорта;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совместно с органами военного управления определяет маршруты эвакуации населения, материальных и культурных ценностей в загородную зону, порядок использования транспортных коммуникаций и транспортных средств;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организует работу по планированию выделения личного состава ГИ</w:t>
      </w:r>
      <w:proofErr w:type="gramStart"/>
      <w:r w:rsidRPr="00C613F5">
        <w:rPr>
          <w:color w:val="000000"/>
        </w:rPr>
        <w:t>БДД дл</w:t>
      </w:r>
      <w:proofErr w:type="gramEnd"/>
      <w:r w:rsidRPr="00C613F5">
        <w:rPr>
          <w:color w:val="000000"/>
        </w:rPr>
        <w:t>я регулирования движения и сопровождения эвакуационных колонн на маршрутах эвакуации;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принимает участие в разработке и корректировке графиков вывоза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>, движения автоколонн, подвоза работающих смен;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готовит предложения председателю </w:t>
      </w:r>
      <w:proofErr w:type="spellStart"/>
      <w:r w:rsidRPr="00C613F5">
        <w:rPr>
          <w:color w:val="000000"/>
        </w:rPr>
        <w:t>эвакокомиссии</w:t>
      </w:r>
      <w:proofErr w:type="spellEnd"/>
      <w:r w:rsidRPr="00C613F5">
        <w:rPr>
          <w:color w:val="000000"/>
        </w:rPr>
        <w:t xml:space="preserve"> по улучшению планирования </w:t>
      </w:r>
      <w:proofErr w:type="spellStart"/>
      <w:r w:rsidRPr="00C613F5">
        <w:rPr>
          <w:color w:val="000000"/>
        </w:rPr>
        <w:t>эвакотранспортных</w:t>
      </w:r>
      <w:proofErr w:type="spellEnd"/>
      <w:r w:rsidRPr="00C613F5">
        <w:rPr>
          <w:color w:val="000000"/>
        </w:rPr>
        <w:t xml:space="preserve"> мероприятий, использованию транспорта и дорожного покрытия, дооборудованию (переоборудованию) мостов, организации объездных путей и переправ;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строго соблюдает и выполняет установленные правила работы, хранения и обращения с секретными и служебными документами, требования, обеспечивающие режим секретности.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</w:p>
    <w:p w:rsidR="00403F76" w:rsidRPr="00C613F5" w:rsidRDefault="00403F76" w:rsidP="00C613F5">
      <w:pPr>
        <w:ind w:left="567" w:right="462"/>
      </w:pPr>
      <w:r w:rsidRPr="00C613F5">
        <w:tab/>
        <w:t xml:space="preserve">2. </w:t>
      </w:r>
      <w:r w:rsidRPr="00C613F5">
        <w:rPr>
          <w:u w:val="single"/>
        </w:rPr>
        <w:t>При переводе ГО с мирного времени на особый период</w:t>
      </w:r>
      <w:r w:rsidRPr="00C613F5">
        <w:t>:</w:t>
      </w:r>
    </w:p>
    <w:p w:rsidR="00403F76" w:rsidRPr="00C613F5" w:rsidRDefault="00403F76" w:rsidP="00C613F5">
      <w:pPr>
        <w:ind w:left="567" w:right="462"/>
        <w:rPr>
          <w:u w:val="single"/>
        </w:rPr>
      </w:pP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организует уточнение расчетов по выделению транспорта для </w:t>
      </w:r>
      <w:proofErr w:type="spellStart"/>
      <w:r w:rsidRPr="00C613F5">
        <w:rPr>
          <w:color w:val="000000"/>
        </w:rPr>
        <w:t>эвакоперевозок</w:t>
      </w:r>
      <w:proofErr w:type="spellEnd"/>
      <w:r w:rsidRPr="00C613F5">
        <w:rPr>
          <w:color w:val="000000"/>
        </w:rPr>
        <w:t>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организует и контролирует работу по приведению в готовность к </w:t>
      </w:r>
      <w:proofErr w:type="spellStart"/>
      <w:r w:rsidRPr="00C613F5">
        <w:rPr>
          <w:color w:val="000000"/>
        </w:rPr>
        <w:t>эвакоперевозкам</w:t>
      </w:r>
      <w:proofErr w:type="spellEnd"/>
      <w:r w:rsidRPr="00C613F5">
        <w:rPr>
          <w:color w:val="000000"/>
        </w:rPr>
        <w:t xml:space="preserve"> транспортных организаций, уточнению графиков (расписаний) движения транспорта для проведения частичной эвакуации населения, дооборудованию грузового транспорта для вывоза эвакуируемого населения;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уточняет маршруты движения транспорта к местам посадки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>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отрабатывает документы: доклады, отчеты, донесения в соответствии с табелем срочных донесений и с распоряжениями председателя </w:t>
      </w:r>
      <w:proofErr w:type="spellStart"/>
      <w:r w:rsidRPr="00C613F5">
        <w:rPr>
          <w:color w:val="000000"/>
        </w:rPr>
        <w:t>эвакокомиссии</w:t>
      </w:r>
      <w:proofErr w:type="spellEnd"/>
      <w:r w:rsidRPr="00C613F5">
        <w:rPr>
          <w:color w:val="000000"/>
        </w:rPr>
        <w:t>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lastRenderedPageBreak/>
        <w:tab/>
      </w:r>
      <w:r w:rsidRPr="00C613F5">
        <w:rPr>
          <w:color w:val="000000"/>
        </w:rPr>
        <w:tab/>
        <w:t xml:space="preserve">- готовит предложения председателю </w:t>
      </w:r>
      <w:proofErr w:type="spellStart"/>
      <w:r w:rsidRPr="00C613F5">
        <w:rPr>
          <w:color w:val="000000"/>
        </w:rPr>
        <w:t>эвакокомиссии</w:t>
      </w:r>
      <w:proofErr w:type="spellEnd"/>
      <w:r w:rsidRPr="00C613F5">
        <w:rPr>
          <w:color w:val="000000"/>
        </w:rPr>
        <w:t xml:space="preserve"> по вопросам транспортного и дорожного обеспечения проведения </w:t>
      </w:r>
      <w:proofErr w:type="spellStart"/>
      <w:r w:rsidRPr="00C613F5">
        <w:rPr>
          <w:color w:val="000000"/>
        </w:rPr>
        <w:t>эвакомероприятий</w:t>
      </w:r>
      <w:proofErr w:type="spellEnd"/>
      <w:r w:rsidRPr="00C613F5">
        <w:rPr>
          <w:color w:val="000000"/>
        </w:rPr>
        <w:t>.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  <w:t xml:space="preserve">3. </w:t>
      </w:r>
      <w:r w:rsidRPr="00C613F5">
        <w:rPr>
          <w:color w:val="000000"/>
          <w:u w:val="single"/>
        </w:rPr>
        <w:t xml:space="preserve">С получением распоряжения на проведение </w:t>
      </w:r>
      <w:proofErr w:type="spellStart"/>
      <w:r w:rsidRPr="00C613F5">
        <w:rPr>
          <w:color w:val="000000"/>
          <w:u w:val="single"/>
        </w:rPr>
        <w:t>эвакомероприятий</w:t>
      </w:r>
      <w:proofErr w:type="spellEnd"/>
      <w:r w:rsidRPr="00C613F5">
        <w:rPr>
          <w:color w:val="000000"/>
        </w:rPr>
        <w:t>: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участвует в уточнении плана эвакуации, расчетов на выделение автомобильного транспорта для проведения эвакуационных мероприятий в соответствии с реально сложившейся обстановкой;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  организует работу группы в соответствии с календарным планом;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контролирует поставку транспорта на пункты посадки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>, вывоза материальных и культурных ценностей;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совместно с органами военного управления определяет порядок использования автотранспорта после поставки его для нужд в Вооруженные силы, использования транспортных коммуникаций и транспортных средств;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осуществляет </w:t>
      </w:r>
      <w:proofErr w:type="gramStart"/>
      <w:r w:rsidRPr="00C613F5">
        <w:rPr>
          <w:color w:val="000000"/>
        </w:rPr>
        <w:t>контроль за</w:t>
      </w:r>
      <w:proofErr w:type="gramEnd"/>
      <w:r w:rsidRPr="00C613F5">
        <w:rPr>
          <w:color w:val="000000"/>
        </w:rPr>
        <w:t xml:space="preserve"> движением транспортных колонн по маршрутам высадки и прибытием их на конечные пункты в безопасной зоне;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совместно с органами ГИБДД организует регулирование движения и сопровождение эвакуационных колонн по маршрутам;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организует работу по техническому обслуживанию транспортной техники и своевременному ее обеспечению горюче-смазочными материалами;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принимает экстренные меры по устранению нарушения дорожного покрытия, ремонту мостов и при необходимости организует работу по наведению переправ и оборудованию объездных путей;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готовит предложения и исходные данные для доклада председателю </w:t>
      </w:r>
      <w:proofErr w:type="spellStart"/>
      <w:r w:rsidRPr="00C613F5">
        <w:rPr>
          <w:color w:val="000000"/>
        </w:rPr>
        <w:t>эвакокомиссии</w:t>
      </w:r>
      <w:proofErr w:type="spellEnd"/>
      <w:r w:rsidRPr="00C613F5">
        <w:rPr>
          <w:color w:val="000000"/>
        </w:rPr>
        <w:t xml:space="preserve"> о работе </w:t>
      </w:r>
      <w:proofErr w:type="spellStart"/>
      <w:r w:rsidRPr="00C613F5">
        <w:rPr>
          <w:color w:val="000000"/>
        </w:rPr>
        <w:t>эвакоорганов</w:t>
      </w:r>
      <w:proofErr w:type="spellEnd"/>
      <w:r w:rsidRPr="00C613F5">
        <w:rPr>
          <w:color w:val="000000"/>
        </w:rPr>
        <w:t xml:space="preserve"> и транспортных организаций по приему и размещению населения, материальных и культурных ценностей в безопасных районах.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 xml:space="preserve">6. Руководитель группы первоочередного жизнеобеспечения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>: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  <w:t xml:space="preserve">Руководитель группы первоочередного жизнеобеспечения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 xml:space="preserve"> подчиняется председателю комиссии, его заместителю и работает под их непосредственным руководством. Он отвечает за планирование и выполнение мероприятий по организации первоочередного жизнеобеспечения эвакуированного населения.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  <w:t xml:space="preserve">1. </w:t>
      </w:r>
      <w:r w:rsidRPr="00C613F5">
        <w:rPr>
          <w:color w:val="000000"/>
          <w:u w:val="single"/>
        </w:rPr>
        <w:t>В мирное время</w:t>
      </w:r>
      <w:r w:rsidRPr="00C613F5">
        <w:rPr>
          <w:color w:val="000000"/>
        </w:rPr>
        <w:t>: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принимает участие в разработке и корректировке эвакуации;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организует работу группы, отвечает за ее укомплектованность, распределение обязанностей между личным составом и ее готовность к работе по предназначению;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осуществляет контроль</w:t>
      </w:r>
      <w:r w:rsidR="00A9280B" w:rsidRPr="00C613F5">
        <w:rPr>
          <w:color w:val="000000"/>
        </w:rPr>
        <w:t>,</w:t>
      </w:r>
      <w:r w:rsidRPr="00C613F5">
        <w:rPr>
          <w:color w:val="000000"/>
        </w:rPr>
        <w:t xml:space="preserve"> за планированием и выполнением мероприятий по организации жизнеобеспечения эвакуированного населения, обеспечения проведения эвакуации населения;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организует проверки готовности предприятий, организаций и учреждений района по обеспечению проведения эвакуации населения;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организует и контролирует работу по осуществлению расчетов потребности по всем видам первоочередного обеспечения эвакуированного населения на период проведения </w:t>
      </w:r>
      <w:proofErr w:type="spellStart"/>
      <w:r w:rsidRPr="00C613F5">
        <w:rPr>
          <w:color w:val="000000"/>
        </w:rPr>
        <w:t>эвакомероприятий</w:t>
      </w:r>
      <w:proofErr w:type="spellEnd"/>
      <w:r w:rsidRPr="00C613F5">
        <w:rPr>
          <w:color w:val="000000"/>
        </w:rPr>
        <w:t>, переходящих запасов продовольствия и промышленных товаров первой необходимости;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осуществляет </w:t>
      </w:r>
      <w:proofErr w:type="gramStart"/>
      <w:r w:rsidRPr="00C613F5">
        <w:rPr>
          <w:color w:val="000000"/>
        </w:rPr>
        <w:t>контроль за</w:t>
      </w:r>
      <w:proofErr w:type="gramEnd"/>
      <w:r w:rsidRPr="00C613F5">
        <w:rPr>
          <w:color w:val="000000"/>
        </w:rPr>
        <w:t xml:space="preserve"> готовностью к развертыванию подвижных пунктов питания, медицинских пунктов, пунктов вещевого снабжения, пунктов обогрева и т.д. на маршрутах пешей эвакуации;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вносит предложения при планировании и осуществлении эвакуационных мероприятий по следующим видам обеспечения: связи и оповещения, транспортному, медицинскому, охране общественного порядка и обеспечению безопасности дорожного движения, инженерному, материально-техническому, финансовому, разведке и коммунально-бытовому;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готовит председателю </w:t>
      </w:r>
      <w:proofErr w:type="spellStart"/>
      <w:r w:rsidRPr="00C613F5">
        <w:rPr>
          <w:color w:val="000000"/>
        </w:rPr>
        <w:t>эвакокомиссии</w:t>
      </w:r>
      <w:proofErr w:type="spellEnd"/>
      <w:r w:rsidRPr="00C613F5">
        <w:rPr>
          <w:color w:val="000000"/>
        </w:rPr>
        <w:t xml:space="preserve"> предложения по совершенствованию планирования мероприятий по вопросам организации</w:t>
      </w:r>
      <w:r w:rsidR="009F16F0" w:rsidRPr="00C613F5">
        <w:rPr>
          <w:color w:val="000000"/>
        </w:rPr>
        <w:t>,</w:t>
      </w:r>
      <w:r w:rsidRPr="00C613F5">
        <w:rPr>
          <w:color w:val="000000"/>
        </w:rPr>
        <w:t xml:space="preserve"> обеспечения</w:t>
      </w:r>
      <w:r w:rsidR="009F16F0" w:rsidRPr="00C613F5">
        <w:rPr>
          <w:color w:val="000000"/>
        </w:rPr>
        <w:t>,</w:t>
      </w:r>
      <w:r w:rsidRPr="00C613F5">
        <w:rPr>
          <w:color w:val="000000"/>
        </w:rPr>
        <w:t xml:space="preserve"> проведения эвакуации населения и всестороннего первоочередного жизнеобеспечения эвакуированного населения в безопасных районах;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lastRenderedPageBreak/>
        <w:tab/>
      </w:r>
      <w:r w:rsidRPr="00C613F5">
        <w:rPr>
          <w:color w:val="000000"/>
        </w:rPr>
        <w:tab/>
        <w:t>- строго соблюдает и выполняет установленные правила работы, хранения и обращения с секретными и служебными документами, требования, обеспечивающие режим секретности.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</w:p>
    <w:p w:rsidR="00403F76" w:rsidRPr="00C613F5" w:rsidRDefault="00403F76" w:rsidP="00C613F5">
      <w:pPr>
        <w:ind w:left="567" w:right="462"/>
      </w:pPr>
      <w:r w:rsidRPr="00C613F5">
        <w:tab/>
        <w:t xml:space="preserve">2. </w:t>
      </w:r>
      <w:r w:rsidRPr="00C613F5">
        <w:rPr>
          <w:u w:val="single"/>
        </w:rPr>
        <w:t>При переводе ГО с мирного времени на особый период</w:t>
      </w:r>
      <w:r w:rsidRPr="00C613F5">
        <w:t>: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организует взаимодействие </w:t>
      </w:r>
      <w:proofErr w:type="spellStart"/>
      <w:r w:rsidRPr="00C613F5">
        <w:rPr>
          <w:color w:val="000000"/>
        </w:rPr>
        <w:t>эвакоорганов</w:t>
      </w:r>
      <w:proofErr w:type="spellEnd"/>
      <w:r w:rsidRPr="00C613F5">
        <w:rPr>
          <w:color w:val="000000"/>
        </w:rPr>
        <w:t>, организаций и учреждений района по вопросам организации обеспечения проведения эвакуационных мероприятий, первоочередного жизнеобеспечения эвакуированного населения;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осуществляет контроль</w:t>
      </w:r>
      <w:r w:rsidR="00A9280B" w:rsidRPr="00C613F5">
        <w:rPr>
          <w:color w:val="000000"/>
        </w:rPr>
        <w:t>,</w:t>
      </w:r>
      <w:r w:rsidRPr="00C613F5">
        <w:rPr>
          <w:color w:val="000000"/>
        </w:rPr>
        <w:t xml:space="preserve"> за ходом уточнения мероприятий по организации обеспечения проведения эвакуации с подчиненными и взаимодействующими </w:t>
      </w:r>
      <w:proofErr w:type="spellStart"/>
      <w:r w:rsidRPr="00C613F5">
        <w:rPr>
          <w:color w:val="000000"/>
        </w:rPr>
        <w:t>эвакоорганами</w:t>
      </w:r>
      <w:proofErr w:type="spellEnd"/>
      <w:r w:rsidRPr="00C613F5">
        <w:rPr>
          <w:color w:val="000000"/>
        </w:rPr>
        <w:t>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контролирует подготовку организаций и учреждений города по вопросам организации обеспечения проведения эвакуационных мероприятий, а также всестороннего первоочередного жизнеобеспечения эвакуированного населения;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организует работу по уточнению: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состояния водоисточников, систем водоснабжения, пунктов общественного питания и торговли и их мощности в безопасной зоне;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возможностей энерг</w:t>
      </w:r>
      <w:proofErr w:type="gramStart"/>
      <w:r w:rsidRPr="00C613F5">
        <w:rPr>
          <w:color w:val="000000"/>
        </w:rPr>
        <w:t>о-</w:t>
      </w:r>
      <w:proofErr w:type="gramEnd"/>
      <w:r w:rsidRPr="00C613F5">
        <w:rPr>
          <w:color w:val="000000"/>
        </w:rPr>
        <w:t xml:space="preserve">, топливообеспечения и предоставления необходимых коммунально-бытовых услуг, медицинского обеспечения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 xml:space="preserve"> в безопасной зоне;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потребностей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 xml:space="preserve"> в продукции (услугах) первоочередного обеспечения;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баз и складов, из которых будет осуществляться снабжение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>, и объемов заложенной на них продукции;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отрабатывает документы: доклады, отчеты, донесения в соответствии с табелем срочных донесений и распоряжениями председателя </w:t>
      </w:r>
      <w:proofErr w:type="spellStart"/>
      <w:r w:rsidRPr="00C613F5">
        <w:rPr>
          <w:color w:val="000000"/>
        </w:rPr>
        <w:t>эвакокомиссии</w:t>
      </w:r>
      <w:proofErr w:type="spellEnd"/>
      <w:r w:rsidRPr="00C613F5">
        <w:rPr>
          <w:color w:val="000000"/>
        </w:rPr>
        <w:t>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готовит предложения председателю эвакуационной комиссии по вопросам организации обеспечения проведения эвакуационных мероприятий, а также всестороннего первоочередного жизнеобеспечения эвакуированного населения.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  <w:t xml:space="preserve">3. </w:t>
      </w:r>
      <w:r w:rsidRPr="00C613F5">
        <w:rPr>
          <w:color w:val="000000"/>
          <w:u w:val="single"/>
        </w:rPr>
        <w:t xml:space="preserve">С получением распоряжения на проведение </w:t>
      </w:r>
      <w:proofErr w:type="spellStart"/>
      <w:r w:rsidRPr="00C613F5">
        <w:rPr>
          <w:color w:val="000000"/>
          <w:u w:val="single"/>
        </w:rPr>
        <w:t>эвакомероприятий</w:t>
      </w:r>
      <w:proofErr w:type="spellEnd"/>
      <w:r w:rsidRPr="00C613F5">
        <w:rPr>
          <w:color w:val="000000"/>
        </w:rPr>
        <w:t>: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участвует в уточнении плана эвакуации в соответствии с реально сложившейся обстановкой;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организует работу группы в соответствии с календарным планом;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организует и контролирует: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проведение мероприятий по следующим видам обеспечения эвакуации: связи и оповещения, транспортному, медицинскому, безопасности дорожного движения, инженерному, материально-техническому, финансовому, разведке и коммунально-бытовому;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организацию комендантской службы, водоснабжения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>, работы предприятий коммунальной энергетики по обеспечению объектов жизнеобеспечения электрической и тепловой энергией;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развертывание медицинских пунктов на </w:t>
      </w:r>
      <w:proofErr w:type="spellStart"/>
      <w:r w:rsidRPr="00C613F5">
        <w:rPr>
          <w:color w:val="000000"/>
        </w:rPr>
        <w:t>эвакообъектах</w:t>
      </w:r>
      <w:proofErr w:type="spellEnd"/>
      <w:r w:rsidRPr="00C613F5">
        <w:rPr>
          <w:color w:val="000000"/>
        </w:rPr>
        <w:t>, пунктах высадки;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организацию обеспечения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 xml:space="preserve"> в местах малых и больших привалов на пеших маршрутах эвакуации;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работу </w:t>
      </w:r>
      <w:proofErr w:type="spellStart"/>
      <w:r w:rsidRPr="00C613F5">
        <w:rPr>
          <w:color w:val="000000"/>
        </w:rPr>
        <w:t>эвакоорганов</w:t>
      </w:r>
      <w:proofErr w:type="spellEnd"/>
      <w:r w:rsidRPr="00C613F5">
        <w:rPr>
          <w:color w:val="000000"/>
        </w:rPr>
        <w:t xml:space="preserve"> по организации всестороннего обеспечения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 xml:space="preserve"> на приемных эвакуационных пунктах и в безопасных районах;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передачу в район фондов на продовольственные и промышленные товары первой необходимости;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перевод продовольственных магазинов на круглосуточный режим работы и нормированную выдачу продовольственных товаров;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>- оборудование объектов социальной инфраструктуры, а также временных и стационарных объектов и пунктов быта (хлебопекарен, торговых точек, бань, прачечных и т.п.);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отрабатывает документы: доклады, отчеты, донесения в соответствии с табелем срочных донесений и распоряжениями председателя </w:t>
      </w:r>
      <w:proofErr w:type="spellStart"/>
      <w:r w:rsidRPr="00C613F5">
        <w:rPr>
          <w:color w:val="000000"/>
        </w:rPr>
        <w:t>эвакокомиссии</w:t>
      </w:r>
      <w:proofErr w:type="spellEnd"/>
      <w:r w:rsidRPr="00C613F5">
        <w:rPr>
          <w:color w:val="000000"/>
        </w:rPr>
        <w:t>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lastRenderedPageBreak/>
        <w:tab/>
      </w:r>
      <w:r w:rsidRPr="00C613F5">
        <w:rPr>
          <w:color w:val="000000"/>
        </w:rPr>
        <w:tab/>
        <w:t xml:space="preserve">- организует сбор и учет поступающих докладов, донесений и распоряжений по вопросам организации обеспечения проведения эвакуационных мероприятий и всестороннего первоочередного жизнеобеспечения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>, доводит принятые решения до исполнителей и контролирует их выполнение;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контролирует работу </w:t>
      </w:r>
      <w:proofErr w:type="spellStart"/>
      <w:r w:rsidRPr="00C613F5">
        <w:rPr>
          <w:color w:val="000000"/>
        </w:rPr>
        <w:t>эвакоорганов</w:t>
      </w:r>
      <w:proofErr w:type="spellEnd"/>
      <w:r w:rsidRPr="00C613F5">
        <w:rPr>
          <w:color w:val="000000"/>
        </w:rPr>
        <w:t xml:space="preserve"> по оказанию помощи в решении вопросов трудоустройства эвакуированного населения;</w:t>
      </w:r>
    </w:p>
    <w:p w:rsidR="00403F76" w:rsidRPr="00C613F5" w:rsidRDefault="00403F76" w:rsidP="00C613F5">
      <w:pPr>
        <w:pStyle w:val="p5"/>
        <w:shd w:val="clear" w:color="auto" w:fill="FFFFFF"/>
        <w:spacing w:before="0" w:beforeAutospacing="0" w:after="0" w:afterAutospacing="0"/>
        <w:ind w:left="567" w:right="462"/>
        <w:rPr>
          <w:color w:val="000000"/>
        </w:rPr>
      </w:pPr>
      <w:r w:rsidRPr="00C613F5">
        <w:rPr>
          <w:color w:val="000000"/>
        </w:rPr>
        <w:tab/>
      </w:r>
      <w:r w:rsidRPr="00C613F5">
        <w:rPr>
          <w:color w:val="000000"/>
        </w:rPr>
        <w:tab/>
        <w:t xml:space="preserve">- обобщает поступающую информацию, готовит доклады, донесения, обеспечивает своевременную подготовку итоговых данных по вопросам организации обеспечения проведения эвакуационных мероприятий, всестороннего первоочередного жизнеобеспечения </w:t>
      </w:r>
      <w:proofErr w:type="spellStart"/>
      <w:r w:rsidRPr="00C613F5">
        <w:rPr>
          <w:color w:val="000000"/>
        </w:rPr>
        <w:t>эваконаселения</w:t>
      </w:r>
      <w:proofErr w:type="spellEnd"/>
      <w:r w:rsidRPr="00C613F5">
        <w:rPr>
          <w:color w:val="000000"/>
        </w:rPr>
        <w:t xml:space="preserve"> и трудоустройства эвакуированного населения в безопасных рай</w:t>
      </w:r>
      <w:r w:rsidR="001515FE" w:rsidRPr="00C613F5">
        <w:rPr>
          <w:color w:val="000000"/>
        </w:rPr>
        <w:t xml:space="preserve">онах председателю </w:t>
      </w:r>
      <w:proofErr w:type="spellStart"/>
      <w:r w:rsidR="001515FE" w:rsidRPr="00C613F5">
        <w:rPr>
          <w:color w:val="000000"/>
        </w:rPr>
        <w:t>эвакокомиссии</w:t>
      </w:r>
      <w:proofErr w:type="spellEnd"/>
    </w:p>
    <w:p w:rsidR="00403F76" w:rsidRPr="00C613F5" w:rsidRDefault="00403F76" w:rsidP="00C613F5">
      <w:pPr>
        <w:ind w:left="567" w:right="462"/>
      </w:pPr>
    </w:p>
    <w:p w:rsidR="0008541A" w:rsidRPr="00C613F5" w:rsidRDefault="0008541A" w:rsidP="00C613F5">
      <w:pPr>
        <w:tabs>
          <w:tab w:val="left" w:pos="3183"/>
        </w:tabs>
        <w:ind w:left="567" w:right="462"/>
      </w:pPr>
    </w:p>
    <w:p w:rsidR="0008541A" w:rsidRPr="00C613F5" w:rsidRDefault="0008541A" w:rsidP="00C613F5">
      <w:pPr>
        <w:tabs>
          <w:tab w:val="left" w:pos="3183"/>
        </w:tabs>
        <w:ind w:left="567" w:right="462"/>
      </w:pPr>
    </w:p>
    <w:p w:rsidR="0008541A" w:rsidRPr="00C613F5" w:rsidRDefault="0008541A" w:rsidP="00C613F5">
      <w:pPr>
        <w:tabs>
          <w:tab w:val="left" w:pos="3183"/>
        </w:tabs>
        <w:ind w:left="567" w:right="462"/>
      </w:pPr>
    </w:p>
    <w:p w:rsidR="0008541A" w:rsidRPr="00C613F5" w:rsidRDefault="0008541A" w:rsidP="00C613F5">
      <w:pPr>
        <w:tabs>
          <w:tab w:val="left" w:pos="3183"/>
        </w:tabs>
        <w:ind w:left="567" w:right="462"/>
      </w:pPr>
    </w:p>
    <w:p w:rsidR="0008541A" w:rsidRPr="00C613F5" w:rsidRDefault="0008541A" w:rsidP="00C613F5">
      <w:pPr>
        <w:tabs>
          <w:tab w:val="left" w:pos="3183"/>
        </w:tabs>
        <w:ind w:left="567" w:right="462"/>
      </w:pPr>
    </w:p>
    <w:p w:rsidR="0008541A" w:rsidRPr="00C613F5" w:rsidRDefault="0008541A" w:rsidP="00C613F5">
      <w:pPr>
        <w:tabs>
          <w:tab w:val="left" w:pos="3183"/>
        </w:tabs>
        <w:ind w:left="567" w:right="462"/>
      </w:pPr>
    </w:p>
    <w:p w:rsidR="0008541A" w:rsidRPr="00C613F5" w:rsidRDefault="0008541A" w:rsidP="00C613F5">
      <w:pPr>
        <w:tabs>
          <w:tab w:val="left" w:pos="3183"/>
        </w:tabs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</w:p>
    <w:p w:rsidR="00403F76" w:rsidRPr="00C613F5" w:rsidRDefault="00403F76" w:rsidP="00C613F5">
      <w:pPr>
        <w:tabs>
          <w:tab w:val="left" w:pos="3183"/>
        </w:tabs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 xml:space="preserve"> Приложение № 3</w:t>
      </w:r>
    </w:p>
    <w:p w:rsidR="00403F76" w:rsidRPr="00C613F5" w:rsidRDefault="00403F76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 xml:space="preserve">       к постановлению администрации</w:t>
      </w:r>
    </w:p>
    <w:p w:rsidR="00403F76" w:rsidRPr="00C613F5" w:rsidRDefault="00403F76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 xml:space="preserve">  МО «Городской округ город Сунжа»</w:t>
      </w:r>
    </w:p>
    <w:p w:rsidR="00403F76" w:rsidRPr="00C613F5" w:rsidRDefault="00403F76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 xml:space="preserve"> </w:t>
      </w:r>
      <w:r w:rsidRPr="00C613F5">
        <w:rPr>
          <w:rFonts w:cs="Arial"/>
          <w:b/>
          <w:bCs/>
          <w:kern w:val="28"/>
          <w:sz w:val="32"/>
          <w:szCs w:val="32"/>
        </w:rPr>
        <w:tab/>
      </w:r>
      <w:r w:rsidRPr="00C613F5">
        <w:rPr>
          <w:rFonts w:cs="Arial"/>
          <w:b/>
          <w:bCs/>
          <w:kern w:val="28"/>
          <w:sz w:val="32"/>
          <w:szCs w:val="32"/>
        </w:rPr>
        <w:tab/>
      </w:r>
      <w:r w:rsidRPr="00C613F5">
        <w:rPr>
          <w:rFonts w:cs="Arial"/>
          <w:b/>
          <w:bCs/>
          <w:kern w:val="28"/>
          <w:sz w:val="32"/>
          <w:szCs w:val="32"/>
        </w:rPr>
        <w:tab/>
      </w:r>
      <w:r w:rsidRPr="00C613F5">
        <w:rPr>
          <w:rFonts w:cs="Arial"/>
          <w:b/>
          <w:bCs/>
          <w:kern w:val="28"/>
          <w:sz w:val="32"/>
          <w:szCs w:val="32"/>
        </w:rPr>
        <w:tab/>
      </w:r>
      <w:r w:rsidRPr="00C613F5">
        <w:rPr>
          <w:rFonts w:cs="Arial"/>
          <w:b/>
          <w:bCs/>
          <w:kern w:val="28"/>
          <w:sz w:val="32"/>
          <w:szCs w:val="32"/>
        </w:rPr>
        <w:tab/>
      </w:r>
      <w:r w:rsidRPr="00C613F5">
        <w:rPr>
          <w:rFonts w:cs="Arial"/>
          <w:b/>
          <w:bCs/>
          <w:kern w:val="28"/>
          <w:sz w:val="32"/>
          <w:szCs w:val="32"/>
        </w:rPr>
        <w:tab/>
      </w:r>
      <w:r w:rsidRPr="00C613F5">
        <w:rPr>
          <w:rFonts w:cs="Arial"/>
          <w:b/>
          <w:bCs/>
          <w:kern w:val="28"/>
          <w:sz w:val="32"/>
          <w:szCs w:val="32"/>
        </w:rPr>
        <w:tab/>
      </w:r>
      <w:r w:rsidRPr="00C613F5">
        <w:rPr>
          <w:rFonts w:cs="Arial"/>
          <w:b/>
          <w:bCs/>
          <w:kern w:val="28"/>
          <w:sz w:val="32"/>
          <w:szCs w:val="32"/>
        </w:rPr>
        <w:tab/>
        <w:t xml:space="preserve"> от ________________ года № ___ </w:t>
      </w:r>
    </w:p>
    <w:p w:rsidR="00403F76" w:rsidRPr="00C613F5" w:rsidRDefault="00403F76" w:rsidP="00C613F5">
      <w:pPr>
        <w:shd w:val="clear" w:color="auto" w:fill="FFFFFF"/>
        <w:ind w:left="567" w:right="462"/>
        <w:jc w:val="right"/>
        <w:textAlignment w:val="baseline"/>
        <w:rPr>
          <w:rFonts w:cs="Arial"/>
          <w:b/>
          <w:bCs/>
          <w:kern w:val="28"/>
          <w:sz w:val="32"/>
          <w:szCs w:val="32"/>
        </w:rPr>
      </w:pPr>
    </w:p>
    <w:p w:rsidR="00403F76" w:rsidRPr="00C613F5" w:rsidRDefault="00403F76" w:rsidP="00C613F5">
      <w:pPr>
        <w:ind w:left="567" w:right="462"/>
      </w:pPr>
    </w:p>
    <w:p w:rsidR="00403F76" w:rsidRPr="00C613F5" w:rsidRDefault="00403F76" w:rsidP="00C613F5">
      <w:pPr>
        <w:pStyle w:val="3"/>
        <w:shd w:val="clear" w:color="auto" w:fill="FFFFFF"/>
        <w:ind w:left="567" w:right="462"/>
        <w:jc w:val="center"/>
        <w:textAlignment w:val="baseline"/>
        <w:rPr>
          <w:iCs/>
          <w:sz w:val="30"/>
          <w:szCs w:val="28"/>
        </w:rPr>
      </w:pPr>
      <w:r w:rsidRPr="00C613F5">
        <w:rPr>
          <w:iCs/>
          <w:sz w:val="30"/>
          <w:szCs w:val="28"/>
        </w:rPr>
        <w:t xml:space="preserve">СОСТАВ ЭВАКУАЦИОННОЙ КОМИССИИ </w:t>
      </w:r>
    </w:p>
    <w:p w:rsidR="00403F76" w:rsidRPr="00C613F5" w:rsidRDefault="00403F76" w:rsidP="00C613F5">
      <w:pPr>
        <w:pStyle w:val="3"/>
        <w:shd w:val="clear" w:color="auto" w:fill="FFFFFF"/>
        <w:ind w:left="567" w:right="462"/>
        <w:jc w:val="center"/>
        <w:textAlignment w:val="baseline"/>
        <w:rPr>
          <w:iCs/>
          <w:sz w:val="30"/>
          <w:szCs w:val="28"/>
        </w:rPr>
      </w:pPr>
      <w:r w:rsidRPr="00C613F5">
        <w:rPr>
          <w:iCs/>
          <w:sz w:val="30"/>
          <w:szCs w:val="28"/>
        </w:rPr>
        <w:t>МО «Городской округ город Сунжа»</w:t>
      </w:r>
    </w:p>
    <w:p w:rsidR="00403F76" w:rsidRPr="00C613F5" w:rsidRDefault="00403F76" w:rsidP="00C613F5">
      <w:pPr>
        <w:pStyle w:val="Table0"/>
        <w:ind w:left="2124"/>
      </w:pPr>
    </w:p>
    <w:tbl>
      <w:tblPr>
        <w:tblW w:w="10773" w:type="dxa"/>
        <w:tblInd w:w="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1911"/>
        <w:gridCol w:w="2237"/>
        <w:gridCol w:w="2572"/>
        <w:gridCol w:w="1488"/>
        <w:gridCol w:w="1909"/>
      </w:tblGrid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0"/>
            </w:pPr>
            <w:r w:rsidRPr="00C613F5">
              <w:t xml:space="preserve">№ </w:t>
            </w:r>
            <w:proofErr w:type="gramStart"/>
            <w:r w:rsidRPr="00C613F5">
              <w:t>п</w:t>
            </w:r>
            <w:proofErr w:type="gramEnd"/>
            <w:r w:rsidRPr="00C613F5">
              <w:t>/п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403F76" w:rsidP="00C613F5">
            <w:pPr>
              <w:pStyle w:val="Table0"/>
            </w:pPr>
            <w:r w:rsidRPr="00C613F5">
              <w:t>Ф.И.О</w:t>
            </w:r>
          </w:p>
        </w:tc>
        <w:tc>
          <w:tcPr>
            <w:tcW w:w="2237" w:type="dxa"/>
            <w:shd w:val="clear" w:color="auto" w:fill="auto"/>
          </w:tcPr>
          <w:p w:rsidR="00403F76" w:rsidRPr="00C613F5" w:rsidRDefault="00403F76" w:rsidP="00C613F5">
            <w:pPr>
              <w:pStyle w:val="Table0"/>
            </w:pPr>
            <w:r w:rsidRPr="00C613F5">
              <w:t>Занимаемая должность</w:t>
            </w:r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0"/>
            </w:pPr>
            <w:r w:rsidRPr="00C613F5">
              <w:t>Должность по основной работе</w:t>
            </w:r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0"/>
            </w:pPr>
            <w:r w:rsidRPr="00C613F5">
              <w:t>Рабочий телефон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Моб. телефон</w:t>
            </w:r>
          </w:p>
        </w:tc>
      </w:tr>
      <w:tr w:rsidR="00403F76" w:rsidRPr="00C613F5" w:rsidTr="00C613F5">
        <w:tc>
          <w:tcPr>
            <w:tcW w:w="10773" w:type="dxa"/>
            <w:gridSpan w:val="6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 xml:space="preserve">Руководство </w:t>
            </w:r>
            <w:proofErr w:type="spellStart"/>
            <w:r w:rsidRPr="00C613F5">
              <w:t>эвакокомиссии</w:t>
            </w:r>
            <w:proofErr w:type="spellEnd"/>
          </w:p>
        </w:tc>
      </w:tr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1.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А.А. Умаров</w:t>
            </w:r>
          </w:p>
        </w:tc>
        <w:tc>
          <w:tcPr>
            <w:tcW w:w="2237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 xml:space="preserve">Председатель </w:t>
            </w:r>
            <w:proofErr w:type="spellStart"/>
            <w:r w:rsidRPr="00C613F5">
              <w:t>эвакокомиссии</w:t>
            </w:r>
            <w:proofErr w:type="spellEnd"/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Глава администрации г. Сунжа</w:t>
            </w:r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72-11-54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89280949197</w:t>
            </w:r>
          </w:p>
        </w:tc>
      </w:tr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2.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proofErr w:type="spellStart"/>
            <w:r w:rsidRPr="00C613F5">
              <w:t>Сейнароев</w:t>
            </w:r>
            <w:proofErr w:type="spellEnd"/>
            <w:r w:rsidRPr="00C613F5">
              <w:t xml:space="preserve"> Б.Х.</w:t>
            </w:r>
          </w:p>
        </w:tc>
        <w:tc>
          <w:tcPr>
            <w:tcW w:w="2237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 xml:space="preserve">Зам. Председателя </w:t>
            </w:r>
            <w:proofErr w:type="spellStart"/>
            <w:r w:rsidRPr="00C613F5">
              <w:t>эвакокомиссии</w:t>
            </w:r>
            <w:proofErr w:type="spellEnd"/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Зам. Главы администрации г. Сунжа</w:t>
            </w:r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72-28-56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89287917577</w:t>
            </w:r>
          </w:p>
        </w:tc>
      </w:tr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3</w:t>
            </w:r>
            <w:r w:rsidRPr="00C613F5">
              <w:lastRenderedPageBreak/>
              <w:t>.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lastRenderedPageBreak/>
              <w:t xml:space="preserve">Балаев </w:t>
            </w:r>
            <w:r w:rsidRPr="00C613F5">
              <w:lastRenderedPageBreak/>
              <w:t>И.И.</w:t>
            </w:r>
          </w:p>
        </w:tc>
        <w:tc>
          <w:tcPr>
            <w:tcW w:w="2237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lastRenderedPageBreak/>
              <w:t xml:space="preserve">Зам. </w:t>
            </w:r>
            <w:r w:rsidRPr="00C613F5">
              <w:lastRenderedPageBreak/>
              <w:t xml:space="preserve">Председателя </w:t>
            </w:r>
            <w:proofErr w:type="spellStart"/>
            <w:r w:rsidRPr="00C613F5">
              <w:t>эвакокомиссии</w:t>
            </w:r>
            <w:proofErr w:type="spellEnd"/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lastRenderedPageBreak/>
              <w:t xml:space="preserve">Начальник </w:t>
            </w:r>
            <w:r w:rsidRPr="00C613F5">
              <w:lastRenderedPageBreak/>
              <w:t>отдела по делам ГО и ЧС администрации г. Сунжа</w:t>
            </w:r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lastRenderedPageBreak/>
              <w:t>72-19-</w:t>
            </w:r>
            <w:r w:rsidRPr="00C613F5">
              <w:lastRenderedPageBreak/>
              <w:t>42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lastRenderedPageBreak/>
              <w:t>89287250</w:t>
            </w:r>
            <w:r w:rsidRPr="00C613F5">
              <w:lastRenderedPageBreak/>
              <w:t>609</w:t>
            </w:r>
          </w:p>
        </w:tc>
      </w:tr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lastRenderedPageBreak/>
              <w:t>4.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proofErr w:type="spellStart"/>
            <w:r w:rsidRPr="00C613F5">
              <w:t>Чемурзиев</w:t>
            </w:r>
            <w:proofErr w:type="spellEnd"/>
            <w:r w:rsidRPr="00C613F5">
              <w:t xml:space="preserve"> И.М.</w:t>
            </w:r>
          </w:p>
        </w:tc>
        <w:tc>
          <w:tcPr>
            <w:tcW w:w="2237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 xml:space="preserve">Зам. Председателя </w:t>
            </w:r>
            <w:proofErr w:type="spellStart"/>
            <w:r w:rsidRPr="00C613F5">
              <w:t>эвакокомиссии</w:t>
            </w:r>
            <w:proofErr w:type="spellEnd"/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Представитель РОВД «Сунженский»</w:t>
            </w:r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72-26-60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89640289396</w:t>
            </w:r>
          </w:p>
        </w:tc>
      </w:tr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5.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B45D0F" w:rsidP="00C613F5">
            <w:pPr>
              <w:pStyle w:val="Table"/>
            </w:pPr>
            <w:r w:rsidRPr="00C613F5">
              <w:t>Хашагульгов Б.Х</w:t>
            </w:r>
            <w:r w:rsidR="00403F76" w:rsidRPr="00C613F5">
              <w:t xml:space="preserve">. </w:t>
            </w:r>
          </w:p>
        </w:tc>
        <w:tc>
          <w:tcPr>
            <w:tcW w:w="2237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Ответственный секретарь</w:t>
            </w:r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специалист отдела ГО и ЧС администрации г. Сунжа</w:t>
            </w:r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72-19-42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8962641326</w:t>
            </w:r>
            <w:r w:rsidR="00560E9D" w:rsidRPr="00C613F5">
              <w:t>1</w:t>
            </w:r>
          </w:p>
        </w:tc>
      </w:tr>
      <w:tr w:rsidR="00403F76" w:rsidRPr="00C613F5" w:rsidTr="00C613F5">
        <w:tc>
          <w:tcPr>
            <w:tcW w:w="10773" w:type="dxa"/>
            <w:gridSpan w:val="6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rPr>
                <w:lang w:val="en-US"/>
              </w:rPr>
              <w:t>II</w:t>
            </w:r>
            <w:r w:rsidRPr="00C613F5">
              <w:t>. Группа оповещения</w:t>
            </w:r>
          </w:p>
        </w:tc>
      </w:tr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6.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proofErr w:type="spellStart"/>
            <w:r w:rsidRPr="00C613F5">
              <w:t>Точиев</w:t>
            </w:r>
            <w:proofErr w:type="spellEnd"/>
            <w:r w:rsidRPr="00C613F5">
              <w:t xml:space="preserve"> </w:t>
            </w:r>
            <w:proofErr w:type="gramStart"/>
            <w:r w:rsidRPr="00C613F5">
              <w:t>М-Б</w:t>
            </w:r>
            <w:proofErr w:type="gramEnd"/>
            <w:r w:rsidRPr="00C613F5">
              <w:t>. Д.</w:t>
            </w:r>
          </w:p>
        </w:tc>
        <w:tc>
          <w:tcPr>
            <w:tcW w:w="2237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Руководитель группы</w:t>
            </w:r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Представитель РЭС</w:t>
            </w:r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72-11-52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89280976266</w:t>
            </w:r>
          </w:p>
        </w:tc>
      </w:tr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7.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Дежурный диспетчер ЕДДС</w:t>
            </w:r>
          </w:p>
        </w:tc>
        <w:tc>
          <w:tcPr>
            <w:tcW w:w="2237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Диспетчер ЕДДС г. Сунжа</w:t>
            </w:r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Диспетчер ЕДДС</w:t>
            </w:r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72-13-16</w:t>
            </w:r>
          </w:p>
          <w:p w:rsidR="00403F76" w:rsidRPr="00C613F5" w:rsidRDefault="00403F76" w:rsidP="00C613F5">
            <w:pPr>
              <w:pStyle w:val="Table"/>
            </w:pPr>
            <w:r w:rsidRPr="00C613F5">
              <w:t>72-30-13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89633992296</w:t>
            </w:r>
          </w:p>
        </w:tc>
      </w:tr>
      <w:tr w:rsidR="00403F76" w:rsidRPr="00C613F5" w:rsidTr="00C613F5">
        <w:tc>
          <w:tcPr>
            <w:tcW w:w="10773" w:type="dxa"/>
            <w:gridSpan w:val="6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rPr>
                <w:lang w:val="en-US"/>
              </w:rPr>
              <w:t>III</w:t>
            </w:r>
            <w:r w:rsidRPr="00C613F5">
              <w:t>. Группа первоочередного жизнеобеспечения населения</w:t>
            </w:r>
          </w:p>
        </w:tc>
      </w:tr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8.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proofErr w:type="spellStart"/>
            <w:r w:rsidRPr="00C613F5">
              <w:t>Батыгов</w:t>
            </w:r>
            <w:proofErr w:type="spellEnd"/>
            <w:r w:rsidRPr="00C613F5">
              <w:t xml:space="preserve"> Т.Б.</w:t>
            </w:r>
          </w:p>
        </w:tc>
        <w:tc>
          <w:tcPr>
            <w:tcW w:w="2237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Руководитель группы</w:t>
            </w:r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Начальник финансово-экономического отдела администрации г. Сунжа</w:t>
            </w:r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72-28-67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89888055211</w:t>
            </w:r>
          </w:p>
        </w:tc>
      </w:tr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9.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Оздоев М.Х.</w:t>
            </w:r>
          </w:p>
        </w:tc>
        <w:tc>
          <w:tcPr>
            <w:tcW w:w="2237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proofErr w:type="gramStart"/>
            <w:r w:rsidRPr="00C613F5">
              <w:t>Ответственный</w:t>
            </w:r>
            <w:proofErr w:type="gramEnd"/>
            <w:r w:rsidRPr="00C613F5">
              <w:t xml:space="preserve"> за санитарное состояние</w:t>
            </w:r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Представитель СНЛК</w:t>
            </w:r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72-19-50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89640555455</w:t>
            </w:r>
          </w:p>
        </w:tc>
      </w:tr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10.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Мейриев Т.Б</w:t>
            </w:r>
          </w:p>
        </w:tc>
        <w:tc>
          <w:tcPr>
            <w:tcW w:w="2237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proofErr w:type="gramStart"/>
            <w:r w:rsidRPr="00C613F5">
              <w:t>Ответственный</w:t>
            </w:r>
            <w:proofErr w:type="gramEnd"/>
            <w:r w:rsidRPr="00C613F5">
              <w:t xml:space="preserve"> за расселения </w:t>
            </w:r>
            <w:proofErr w:type="spellStart"/>
            <w:r w:rsidRPr="00C613F5">
              <w:t>эваконаселения</w:t>
            </w:r>
            <w:proofErr w:type="spellEnd"/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Начальник отдела градостроительства администрации г. Сунжа</w:t>
            </w:r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72-19-89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89888033829</w:t>
            </w:r>
          </w:p>
        </w:tc>
      </w:tr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11.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Дзейтов М.Б.</w:t>
            </w:r>
          </w:p>
        </w:tc>
        <w:tc>
          <w:tcPr>
            <w:tcW w:w="2237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proofErr w:type="gramStart"/>
            <w:r w:rsidRPr="00C613F5">
              <w:t>Ответственный</w:t>
            </w:r>
            <w:proofErr w:type="gramEnd"/>
            <w:r w:rsidRPr="00C613F5">
              <w:t xml:space="preserve"> по прод. обеспечению</w:t>
            </w:r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Главный специалист отдела градостроительства администрации г. Сунжа</w:t>
            </w:r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72-19-89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89287315111</w:t>
            </w:r>
          </w:p>
        </w:tc>
      </w:tr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12.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proofErr w:type="spellStart"/>
            <w:r w:rsidRPr="00C613F5">
              <w:t>Арапханов</w:t>
            </w:r>
            <w:proofErr w:type="spellEnd"/>
            <w:r w:rsidRPr="00C613F5">
              <w:t xml:space="preserve"> А.Я.</w:t>
            </w:r>
          </w:p>
        </w:tc>
        <w:tc>
          <w:tcPr>
            <w:tcW w:w="2237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Ответственный по мед</w:t>
            </w:r>
            <w:proofErr w:type="gramStart"/>
            <w:r w:rsidRPr="00C613F5">
              <w:t>.</w:t>
            </w:r>
            <w:proofErr w:type="gramEnd"/>
            <w:r w:rsidRPr="00C613F5">
              <w:t xml:space="preserve"> </w:t>
            </w:r>
            <w:proofErr w:type="gramStart"/>
            <w:r w:rsidRPr="00C613F5">
              <w:t>о</w:t>
            </w:r>
            <w:proofErr w:type="gramEnd"/>
            <w:r w:rsidRPr="00C613F5">
              <w:t>беспечению</w:t>
            </w:r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Представитель медицинской службы</w:t>
            </w:r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72-16-59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89287472199</w:t>
            </w:r>
          </w:p>
        </w:tc>
      </w:tr>
      <w:tr w:rsidR="00403F76" w:rsidRPr="00C613F5" w:rsidTr="00C613F5">
        <w:tc>
          <w:tcPr>
            <w:tcW w:w="10773" w:type="dxa"/>
            <w:gridSpan w:val="6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rPr>
                <w:lang w:val="en-US"/>
              </w:rPr>
              <w:t>IV</w:t>
            </w:r>
            <w:r w:rsidRPr="00C613F5">
              <w:t xml:space="preserve">. Группа учета </w:t>
            </w:r>
            <w:proofErr w:type="spellStart"/>
            <w:r w:rsidRPr="00C613F5">
              <w:t>эваконаселения</w:t>
            </w:r>
            <w:proofErr w:type="spellEnd"/>
            <w:r w:rsidRPr="00C613F5">
              <w:t xml:space="preserve"> и информации</w:t>
            </w:r>
          </w:p>
        </w:tc>
      </w:tr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13.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Ганиев С.А.</w:t>
            </w:r>
          </w:p>
        </w:tc>
        <w:tc>
          <w:tcPr>
            <w:tcW w:w="2237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Начальник группы</w:t>
            </w:r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 xml:space="preserve">Начальник отдела попечительства и опеки администрации </w:t>
            </w:r>
            <w:proofErr w:type="spellStart"/>
            <w:r w:rsidRPr="00C613F5">
              <w:t>г</w:t>
            </w:r>
            <w:proofErr w:type="gramStart"/>
            <w:r w:rsidRPr="00C613F5">
              <w:t>.С</w:t>
            </w:r>
            <w:proofErr w:type="gramEnd"/>
            <w:r w:rsidRPr="00C613F5">
              <w:t>унжа</w:t>
            </w:r>
            <w:proofErr w:type="spellEnd"/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72-18-69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89642870606</w:t>
            </w:r>
          </w:p>
        </w:tc>
      </w:tr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1</w:t>
            </w:r>
            <w:r w:rsidRPr="00C613F5">
              <w:lastRenderedPageBreak/>
              <w:t>4.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proofErr w:type="spellStart"/>
            <w:r w:rsidRPr="00C613F5">
              <w:lastRenderedPageBreak/>
              <w:t>Баркинхо</w:t>
            </w:r>
            <w:r w:rsidRPr="00C613F5">
              <w:lastRenderedPageBreak/>
              <w:t>ев</w:t>
            </w:r>
            <w:proofErr w:type="spellEnd"/>
            <w:r w:rsidRPr="00C613F5">
              <w:t xml:space="preserve"> А.А.</w:t>
            </w:r>
          </w:p>
        </w:tc>
        <w:tc>
          <w:tcPr>
            <w:tcW w:w="2237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lastRenderedPageBreak/>
              <w:t xml:space="preserve">Специалист </w:t>
            </w:r>
            <w:r w:rsidRPr="00C613F5">
              <w:lastRenderedPageBreak/>
              <w:t>по учету</w:t>
            </w:r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lastRenderedPageBreak/>
              <w:t>Специалист финансово-</w:t>
            </w:r>
            <w:r w:rsidRPr="00C613F5">
              <w:lastRenderedPageBreak/>
              <w:t>экономического отдела администрации г. Сунжа</w:t>
            </w:r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lastRenderedPageBreak/>
              <w:t>72-28-</w:t>
            </w:r>
            <w:r w:rsidRPr="00C613F5">
              <w:lastRenderedPageBreak/>
              <w:t>56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lastRenderedPageBreak/>
              <w:t>89280989</w:t>
            </w:r>
            <w:r w:rsidRPr="00C613F5">
              <w:lastRenderedPageBreak/>
              <w:t>854</w:t>
            </w:r>
          </w:p>
        </w:tc>
      </w:tr>
      <w:tr w:rsidR="00403F76" w:rsidRPr="00C613F5" w:rsidTr="00C613F5">
        <w:tc>
          <w:tcPr>
            <w:tcW w:w="10773" w:type="dxa"/>
            <w:gridSpan w:val="6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rPr>
                <w:lang w:val="en-US"/>
              </w:rPr>
              <w:lastRenderedPageBreak/>
              <w:t>VI</w:t>
            </w:r>
            <w:r w:rsidRPr="00C613F5">
              <w:t>. Группа организации размещения населения</w:t>
            </w:r>
          </w:p>
        </w:tc>
      </w:tr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16.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Галаев И.М.</w:t>
            </w:r>
          </w:p>
        </w:tc>
        <w:tc>
          <w:tcPr>
            <w:tcW w:w="2237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Руководитель группы</w:t>
            </w:r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Главный специалист отдела по вопросам ЖКХ и производства администрации г. Сунжа</w:t>
            </w:r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72-19-89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89994930641</w:t>
            </w:r>
          </w:p>
        </w:tc>
      </w:tr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17.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Цечоева Х.А.</w:t>
            </w:r>
          </w:p>
        </w:tc>
        <w:tc>
          <w:tcPr>
            <w:tcW w:w="2237" w:type="dxa"/>
            <w:shd w:val="clear" w:color="auto" w:fill="auto"/>
          </w:tcPr>
          <w:p w:rsidR="00403F76" w:rsidRPr="00C613F5" w:rsidRDefault="00A9280B" w:rsidP="00C613F5">
            <w:pPr>
              <w:pStyle w:val="Table"/>
            </w:pPr>
            <w:proofErr w:type="gramStart"/>
            <w:r w:rsidRPr="00C613F5">
              <w:t>Ответственн</w:t>
            </w:r>
            <w:r w:rsidR="00403F76" w:rsidRPr="00C613F5">
              <w:t>ый</w:t>
            </w:r>
            <w:proofErr w:type="gramEnd"/>
            <w:r w:rsidR="00403F76" w:rsidRPr="00C613F5">
              <w:t xml:space="preserve"> за трудоустройство</w:t>
            </w:r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Начальник отдела социальной политики администрации г. Сунжа</w:t>
            </w:r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72-18-69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89287909779</w:t>
            </w:r>
          </w:p>
        </w:tc>
      </w:tr>
      <w:tr w:rsidR="00403F76" w:rsidRPr="00C613F5" w:rsidTr="00C613F5">
        <w:tc>
          <w:tcPr>
            <w:tcW w:w="10773" w:type="dxa"/>
            <w:gridSpan w:val="6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rPr>
                <w:lang w:val="en-US"/>
              </w:rPr>
              <w:t>VII</w:t>
            </w:r>
            <w:r w:rsidRPr="00C613F5">
              <w:t>. Группа эвакуации материальных ценностей</w:t>
            </w:r>
          </w:p>
        </w:tc>
      </w:tr>
      <w:tr w:rsidR="00403F76" w:rsidRPr="00C613F5" w:rsidTr="00C613F5">
        <w:tc>
          <w:tcPr>
            <w:tcW w:w="656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18.</w:t>
            </w:r>
          </w:p>
        </w:tc>
        <w:tc>
          <w:tcPr>
            <w:tcW w:w="1911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Оздоев С-Х</w:t>
            </w:r>
            <w:proofErr w:type="gramStart"/>
            <w:r w:rsidRPr="00C613F5">
              <w:t>.Х</w:t>
            </w:r>
            <w:proofErr w:type="gramEnd"/>
          </w:p>
        </w:tc>
        <w:tc>
          <w:tcPr>
            <w:tcW w:w="2237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proofErr w:type="gramStart"/>
            <w:r w:rsidRPr="00C613F5">
              <w:t>Ответственный</w:t>
            </w:r>
            <w:proofErr w:type="gramEnd"/>
            <w:r w:rsidRPr="00C613F5">
              <w:t xml:space="preserve"> за финансирование</w:t>
            </w:r>
          </w:p>
        </w:tc>
        <w:tc>
          <w:tcPr>
            <w:tcW w:w="2572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Руководитель ГКУ «Финансовое управление Г. Сунжа»</w:t>
            </w:r>
          </w:p>
        </w:tc>
        <w:tc>
          <w:tcPr>
            <w:tcW w:w="1488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22-53-17</w:t>
            </w:r>
          </w:p>
        </w:tc>
        <w:tc>
          <w:tcPr>
            <w:tcW w:w="1909" w:type="dxa"/>
            <w:shd w:val="clear" w:color="auto" w:fill="auto"/>
          </w:tcPr>
          <w:p w:rsidR="00403F76" w:rsidRPr="00C613F5" w:rsidRDefault="00403F76" w:rsidP="00C613F5">
            <w:pPr>
              <w:pStyle w:val="Table"/>
            </w:pPr>
            <w:r w:rsidRPr="00C613F5">
              <w:t>89287903301</w:t>
            </w:r>
          </w:p>
        </w:tc>
      </w:tr>
    </w:tbl>
    <w:p w:rsidR="001515FE" w:rsidRPr="00C613F5" w:rsidRDefault="001515FE" w:rsidP="00C613F5">
      <w:pPr>
        <w:pStyle w:val="Table"/>
        <w:ind w:left="2124"/>
      </w:pPr>
    </w:p>
    <w:p w:rsidR="001515FE" w:rsidRPr="00C613F5" w:rsidRDefault="001515FE" w:rsidP="00C613F5">
      <w:pPr>
        <w:pStyle w:val="Table"/>
        <w:ind w:left="2124"/>
      </w:pPr>
    </w:p>
    <w:p w:rsidR="001515FE" w:rsidRPr="00C613F5" w:rsidRDefault="001515FE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 xml:space="preserve">Приложение № 4 </w:t>
      </w:r>
    </w:p>
    <w:p w:rsidR="001515FE" w:rsidRPr="00C613F5" w:rsidRDefault="001515FE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>к Постановлению администрации</w:t>
      </w:r>
    </w:p>
    <w:p w:rsidR="00DF11E2" w:rsidRPr="00C613F5" w:rsidRDefault="00DF11E2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 xml:space="preserve">  МО «Городской округ город Сунжа»</w:t>
      </w:r>
    </w:p>
    <w:p w:rsidR="001515FE" w:rsidRPr="00C613F5" w:rsidRDefault="001515FE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>от ______________№_____</w:t>
      </w:r>
    </w:p>
    <w:p w:rsidR="001515FE" w:rsidRPr="00C613F5" w:rsidRDefault="001515FE" w:rsidP="00C613F5">
      <w:pPr>
        <w:ind w:left="567" w:right="462"/>
      </w:pPr>
    </w:p>
    <w:p w:rsidR="001515FE" w:rsidRPr="00C613F5" w:rsidRDefault="001515FE" w:rsidP="00C613F5">
      <w:pPr>
        <w:ind w:left="567" w:right="462"/>
        <w:jc w:val="center"/>
        <w:rPr>
          <w:rFonts w:cs="Arial"/>
          <w:b/>
          <w:bCs/>
          <w:iCs/>
          <w:sz w:val="30"/>
          <w:szCs w:val="28"/>
        </w:rPr>
      </w:pPr>
      <w:r w:rsidRPr="00C613F5">
        <w:rPr>
          <w:rFonts w:cs="Arial"/>
          <w:b/>
          <w:bCs/>
          <w:iCs/>
          <w:sz w:val="30"/>
          <w:szCs w:val="28"/>
        </w:rPr>
        <w:t>ПОЛОЖЕНИЕ</w:t>
      </w:r>
    </w:p>
    <w:p w:rsidR="001515FE" w:rsidRPr="00C613F5" w:rsidRDefault="001515FE" w:rsidP="00C613F5">
      <w:pPr>
        <w:spacing w:before="1" w:line="322" w:lineRule="exact"/>
        <w:ind w:left="567" w:right="462"/>
        <w:jc w:val="center"/>
        <w:rPr>
          <w:rFonts w:cs="Arial"/>
          <w:b/>
          <w:bCs/>
          <w:iCs/>
          <w:sz w:val="30"/>
          <w:szCs w:val="28"/>
        </w:rPr>
      </w:pPr>
      <w:r w:rsidRPr="00C613F5">
        <w:rPr>
          <w:rFonts w:cs="Arial"/>
          <w:b/>
          <w:bCs/>
          <w:iCs/>
          <w:sz w:val="30"/>
          <w:szCs w:val="28"/>
        </w:rPr>
        <w:t xml:space="preserve">о </w:t>
      </w:r>
      <w:proofErr w:type="spellStart"/>
      <w:r w:rsidRPr="00C613F5">
        <w:rPr>
          <w:rFonts w:cs="Arial"/>
          <w:b/>
          <w:bCs/>
          <w:iCs/>
          <w:sz w:val="30"/>
          <w:szCs w:val="28"/>
        </w:rPr>
        <w:t>эвакоприемной</w:t>
      </w:r>
      <w:proofErr w:type="spellEnd"/>
      <w:r w:rsidRPr="00C613F5">
        <w:rPr>
          <w:rFonts w:cs="Arial"/>
          <w:b/>
          <w:bCs/>
          <w:iCs/>
          <w:sz w:val="30"/>
          <w:szCs w:val="28"/>
        </w:rPr>
        <w:t xml:space="preserve"> комиссии на территории</w:t>
      </w:r>
      <w:r w:rsidR="004B4B20" w:rsidRPr="00C613F5">
        <w:rPr>
          <w:rFonts w:cs="Arial"/>
          <w:b/>
          <w:bCs/>
          <w:iCs/>
          <w:sz w:val="30"/>
          <w:szCs w:val="28"/>
        </w:rPr>
        <w:t xml:space="preserve">  МО «Городской округ город Сунжа» </w:t>
      </w:r>
    </w:p>
    <w:p w:rsidR="001515FE" w:rsidRPr="00C613F5" w:rsidRDefault="001515FE" w:rsidP="00C613F5">
      <w:pPr>
        <w:pStyle w:val="ab"/>
        <w:spacing w:before="27"/>
        <w:ind w:left="567" w:right="462" w:firstLine="567"/>
        <w:rPr>
          <w:sz w:val="24"/>
          <w:szCs w:val="24"/>
        </w:rPr>
      </w:pPr>
    </w:p>
    <w:p w:rsidR="001515FE" w:rsidRPr="00C613F5" w:rsidRDefault="001515FE" w:rsidP="00C613F5">
      <w:pPr>
        <w:pStyle w:val="a8"/>
        <w:widowControl w:val="0"/>
        <w:numPr>
          <w:ilvl w:val="0"/>
          <w:numId w:val="31"/>
        </w:numPr>
        <w:tabs>
          <w:tab w:val="left" w:pos="1100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Положение</w:t>
      </w:r>
      <w:r w:rsidRPr="00C613F5">
        <w:rPr>
          <w:spacing w:val="-18"/>
        </w:rPr>
        <w:t xml:space="preserve"> </w:t>
      </w:r>
      <w:r w:rsidRPr="00C613F5">
        <w:t>о</w:t>
      </w:r>
      <w:r w:rsidRPr="00C613F5">
        <w:rPr>
          <w:spacing w:val="-17"/>
        </w:rPr>
        <w:t xml:space="preserve"> </w:t>
      </w:r>
      <w:proofErr w:type="spellStart"/>
      <w:r w:rsidRPr="00C613F5">
        <w:t>эвакоприемной</w:t>
      </w:r>
      <w:proofErr w:type="spellEnd"/>
      <w:r w:rsidRPr="00C613F5">
        <w:rPr>
          <w:spacing w:val="-18"/>
        </w:rPr>
        <w:t xml:space="preserve"> </w:t>
      </w:r>
      <w:r w:rsidRPr="00C613F5">
        <w:t>комиссии</w:t>
      </w:r>
      <w:r w:rsidRPr="00C613F5">
        <w:rPr>
          <w:spacing w:val="-17"/>
        </w:rPr>
        <w:t xml:space="preserve"> </w:t>
      </w:r>
      <w:r w:rsidRPr="00C613F5">
        <w:t>на</w:t>
      </w:r>
      <w:r w:rsidRPr="00C613F5">
        <w:rPr>
          <w:spacing w:val="-18"/>
        </w:rPr>
        <w:t xml:space="preserve"> </w:t>
      </w:r>
      <w:r w:rsidRPr="00C613F5">
        <w:t>территории</w:t>
      </w:r>
      <w:r w:rsidR="004B4B20" w:rsidRPr="00C613F5">
        <w:t xml:space="preserve">  МО «Городской округ город Сунжа»</w:t>
      </w:r>
      <w:r w:rsidRPr="00C613F5">
        <w:rPr>
          <w:spacing w:val="-17"/>
        </w:rPr>
        <w:t xml:space="preserve"> </w:t>
      </w:r>
      <w:r w:rsidRPr="00C613F5">
        <w:t>района (далее - Положение) определяет порядок создания,</w:t>
      </w:r>
      <w:r w:rsidRPr="00C613F5">
        <w:rPr>
          <w:spacing w:val="-3"/>
        </w:rPr>
        <w:t xml:space="preserve"> </w:t>
      </w:r>
      <w:r w:rsidRPr="00C613F5">
        <w:t>состав</w:t>
      </w:r>
      <w:r w:rsidRPr="00C613F5">
        <w:rPr>
          <w:spacing w:val="-5"/>
        </w:rPr>
        <w:t xml:space="preserve"> </w:t>
      </w:r>
      <w:r w:rsidRPr="00C613F5">
        <w:t>и</w:t>
      </w:r>
      <w:r w:rsidRPr="00C613F5">
        <w:rPr>
          <w:spacing w:val="-4"/>
        </w:rPr>
        <w:t xml:space="preserve"> </w:t>
      </w:r>
      <w:r w:rsidRPr="00C613F5">
        <w:t>основные</w:t>
      </w:r>
      <w:r w:rsidRPr="00C613F5">
        <w:rPr>
          <w:spacing w:val="-4"/>
        </w:rPr>
        <w:t xml:space="preserve"> </w:t>
      </w:r>
      <w:r w:rsidRPr="00C613F5">
        <w:t>задачи</w:t>
      </w:r>
      <w:r w:rsidRPr="00C613F5">
        <w:rPr>
          <w:spacing w:val="-2"/>
        </w:rPr>
        <w:t xml:space="preserve"> </w:t>
      </w:r>
      <w:proofErr w:type="spellStart"/>
      <w:r w:rsidRPr="00C613F5">
        <w:t>эвакоприемной</w:t>
      </w:r>
      <w:proofErr w:type="spellEnd"/>
      <w:r w:rsidRPr="00C613F5">
        <w:rPr>
          <w:spacing w:val="-4"/>
        </w:rPr>
        <w:t xml:space="preserve"> </w:t>
      </w:r>
      <w:r w:rsidRPr="00C613F5">
        <w:t>комиссии</w:t>
      </w:r>
      <w:r w:rsidRPr="00C613F5">
        <w:rPr>
          <w:spacing w:val="-4"/>
        </w:rPr>
        <w:t xml:space="preserve"> </w:t>
      </w:r>
      <w:r w:rsidR="009F16F0" w:rsidRPr="00C613F5">
        <w:rPr>
          <w:spacing w:val="-4"/>
        </w:rPr>
        <w:t xml:space="preserve">МО «Городской округ город Сунжа» </w:t>
      </w:r>
      <w:r w:rsidRPr="00C613F5">
        <w:t xml:space="preserve">(далее - Комиссия) в мирное и военное </w:t>
      </w:r>
      <w:r w:rsidRPr="00C613F5">
        <w:rPr>
          <w:spacing w:val="-2"/>
        </w:rPr>
        <w:t>время.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31"/>
        </w:numPr>
        <w:tabs>
          <w:tab w:val="left" w:pos="1145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Комиссия создаётся постановлением Главы Администрации</w:t>
      </w:r>
      <w:r w:rsidR="004B4B20" w:rsidRPr="00C613F5">
        <w:t xml:space="preserve">  МО «Городской округ город Сунжа» </w:t>
      </w:r>
      <w:r w:rsidRPr="00C613F5">
        <w:t>заблаговременно (в мирное время) для непосредственной подготовки, планирования и проведения эвакуационных мероприятий.</w:t>
      </w:r>
      <w:r w:rsidR="009F16F0" w:rsidRPr="00C613F5">
        <w:t xml:space="preserve"> 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31"/>
        </w:numPr>
        <w:tabs>
          <w:tab w:val="left" w:pos="1114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Общее руководство деятельностью Комиссии осуществляет Глава Администрации</w:t>
      </w:r>
      <w:r w:rsidR="004B4B20" w:rsidRPr="00C613F5">
        <w:t xml:space="preserve">  МО «Городской округ город Сунжа»</w:t>
      </w:r>
      <w:r w:rsidRPr="00C613F5">
        <w:t>. Непосредственно руководство Комиссией возлагается на заместителя Главы Администрации</w:t>
      </w:r>
      <w:r w:rsidR="004B4B20" w:rsidRPr="00C613F5">
        <w:t xml:space="preserve">  МО «Городской округ город </w:t>
      </w:r>
      <w:proofErr w:type="spellStart"/>
      <w:r w:rsidR="004B4B20" w:rsidRPr="00C613F5">
        <w:t>Сунжа</w:t>
      </w:r>
      <w:proofErr w:type="spellEnd"/>
      <w:r w:rsidR="004B4B20" w:rsidRPr="00C613F5">
        <w:t xml:space="preserve">» </w:t>
      </w:r>
      <w:r w:rsidRPr="00C613F5">
        <w:t xml:space="preserve">- председателя </w:t>
      </w:r>
      <w:proofErr w:type="spellStart"/>
      <w:r w:rsidRPr="00C613F5">
        <w:t>эвакоприемной</w:t>
      </w:r>
      <w:proofErr w:type="spellEnd"/>
      <w:r w:rsidRPr="00C613F5">
        <w:t xml:space="preserve"> комиссии.</w:t>
      </w:r>
      <w:r w:rsidR="004B4B20" w:rsidRPr="00C613F5">
        <w:t xml:space="preserve"> 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31"/>
        </w:numPr>
        <w:tabs>
          <w:tab w:val="left" w:pos="1102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В состав Комиссии входят лица руководящего состава</w:t>
      </w:r>
      <w:r w:rsidR="001B1ED2" w:rsidRPr="00C613F5">
        <w:t xml:space="preserve"> </w:t>
      </w:r>
      <w:r w:rsidRPr="00C613F5">
        <w:t xml:space="preserve"> (управлений, комитетов, отделов), транспортных органов, социального обеспечения, здравоохранения, внутренних дел, связи, представителя военного комиссариата, органов управления гражданской </w:t>
      </w:r>
      <w:proofErr w:type="gramStart"/>
      <w:r w:rsidRPr="00C613F5">
        <w:t>обороны</w:t>
      </w:r>
      <w:proofErr w:type="gramEnd"/>
      <w:r w:rsidR="00A13B2D" w:rsidRPr="00C613F5">
        <w:t xml:space="preserve"> за исключением лиц </w:t>
      </w:r>
      <w:r w:rsidRPr="00C613F5">
        <w:t xml:space="preserve">имеющих мобилизационные </w:t>
      </w:r>
      <w:r w:rsidRPr="00C613F5">
        <w:rPr>
          <w:spacing w:val="-2"/>
        </w:rPr>
        <w:t>предписания.</w:t>
      </w:r>
    </w:p>
    <w:p w:rsidR="001515FE" w:rsidRPr="00C613F5" w:rsidRDefault="00607851" w:rsidP="00C613F5">
      <w:pPr>
        <w:tabs>
          <w:tab w:val="left" w:pos="1089"/>
        </w:tabs>
        <w:ind w:left="567" w:right="462"/>
      </w:pPr>
      <w:r w:rsidRPr="00C613F5">
        <w:t xml:space="preserve">           </w:t>
      </w:r>
      <w:r w:rsidR="001515FE" w:rsidRPr="00C613F5">
        <w:t xml:space="preserve">5. </w:t>
      </w:r>
      <w:proofErr w:type="spellStart"/>
      <w:r w:rsidR="00EB3499" w:rsidRPr="00C613F5">
        <w:t>Эвакоприемная</w:t>
      </w:r>
      <w:proofErr w:type="spellEnd"/>
      <w:r w:rsidR="00EB3499" w:rsidRPr="00C613F5">
        <w:t xml:space="preserve"> комиссия возглавляется соответствующим заместителем Г</w:t>
      </w:r>
      <w:r w:rsidR="001515FE" w:rsidRPr="00C613F5">
        <w:t>лав</w:t>
      </w:r>
      <w:r w:rsidR="00EB3499" w:rsidRPr="00C613F5">
        <w:t>ы</w:t>
      </w:r>
      <w:r w:rsidR="001515FE" w:rsidRPr="00C613F5">
        <w:t xml:space="preserve"> администраци</w:t>
      </w:r>
      <w:r w:rsidR="00EB3499" w:rsidRPr="00C613F5">
        <w:t>и</w:t>
      </w:r>
      <w:r w:rsidR="001515FE" w:rsidRPr="00C613F5">
        <w:t xml:space="preserve"> </w:t>
      </w:r>
      <w:r w:rsidR="00EB3499" w:rsidRPr="00C613F5">
        <w:t xml:space="preserve">МО «Городской округ </w:t>
      </w:r>
      <w:proofErr w:type="gramStart"/>
      <w:r w:rsidR="00EB3499" w:rsidRPr="00C613F5">
        <w:t>город</w:t>
      </w:r>
      <w:proofErr w:type="gramEnd"/>
      <w:r w:rsidR="00EB3499" w:rsidRPr="00C613F5">
        <w:t xml:space="preserve"> Сунжа» </w:t>
      </w:r>
      <w:r w:rsidR="001515FE" w:rsidRPr="00C613F5">
        <w:t xml:space="preserve">на </w:t>
      </w:r>
      <w:r w:rsidR="00EB3499" w:rsidRPr="00C613F5">
        <w:lastRenderedPageBreak/>
        <w:t xml:space="preserve">подведомственной территории </w:t>
      </w:r>
      <w:proofErr w:type="gramStart"/>
      <w:r w:rsidR="00EB3499" w:rsidRPr="00C613F5">
        <w:t>которого</w:t>
      </w:r>
      <w:proofErr w:type="gramEnd"/>
      <w:r w:rsidR="001515FE" w:rsidRPr="00C613F5">
        <w:t xml:space="preserve"> планируется размещение эвакуируемого населения, материальных, культурных ценностей и архивных документов;</w:t>
      </w:r>
    </w:p>
    <w:p w:rsidR="001515FE" w:rsidRPr="00C613F5" w:rsidRDefault="001515FE" w:rsidP="00C613F5">
      <w:pPr>
        <w:tabs>
          <w:tab w:val="left" w:pos="1089"/>
        </w:tabs>
        <w:ind w:left="567" w:right="462"/>
      </w:pPr>
      <w:r w:rsidRPr="00C613F5">
        <w:t xml:space="preserve">           6. </w:t>
      </w:r>
      <w:r w:rsidR="00A13B2D" w:rsidRPr="00C613F5">
        <w:t xml:space="preserve">Основными задачами </w:t>
      </w:r>
      <w:proofErr w:type="spellStart"/>
      <w:r w:rsidR="00A13B2D" w:rsidRPr="00C613F5">
        <w:t>эвакоприемной</w:t>
      </w:r>
      <w:proofErr w:type="spellEnd"/>
      <w:r w:rsidR="00A13B2D" w:rsidRPr="00C613F5">
        <w:t xml:space="preserve"> комиссии  МО «Городской округ город Сунжа» являю</w:t>
      </w:r>
      <w:r w:rsidRPr="00C613F5">
        <w:t>тся:</w:t>
      </w:r>
    </w:p>
    <w:p w:rsidR="001515FE" w:rsidRPr="00C613F5" w:rsidRDefault="001515FE" w:rsidP="00C613F5">
      <w:pPr>
        <w:tabs>
          <w:tab w:val="left" w:pos="1089"/>
        </w:tabs>
        <w:ind w:left="567" w:right="462"/>
      </w:pPr>
      <w:r w:rsidRPr="00C613F5">
        <w:t xml:space="preserve">          - планирование, подготовка, организация проведения и всестороннего обеспечения мероприятий по приему и размещению эвакуируемого населения, материальных, культурных ценностей и архивных документов;</w:t>
      </w:r>
    </w:p>
    <w:p w:rsidR="001515FE" w:rsidRPr="00C613F5" w:rsidRDefault="001515FE" w:rsidP="00C613F5">
      <w:pPr>
        <w:tabs>
          <w:tab w:val="left" w:pos="1089"/>
        </w:tabs>
        <w:ind w:left="567" w:right="462"/>
      </w:pPr>
      <w:r w:rsidRPr="00C613F5">
        <w:t xml:space="preserve">          - обеспечение согласованности действий органов управления, сил и средств, обеспечивающих проведение мероприятий по приему и размещению эвакуируемого населения, материальных, культурных ценностей и архивных документов.</w:t>
      </w:r>
    </w:p>
    <w:p w:rsidR="001515FE" w:rsidRPr="00C613F5" w:rsidRDefault="001515FE" w:rsidP="00C613F5">
      <w:pPr>
        <w:tabs>
          <w:tab w:val="left" w:pos="1089"/>
        </w:tabs>
        <w:ind w:left="567" w:right="462"/>
      </w:pPr>
      <w:r w:rsidRPr="00C613F5">
        <w:t xml:space="preserve">          7. В состав </w:t>
      </w:r>
      <w:proofErr w:type="spellStart"/>
      <w:r w:rsidRPr="00C613F5">
        <w:t>эвакоприемных</w:t>
      </w:r>
      <w:proofErr w:type="spellEnd"/>
      <w:r w:rsidRPr="00C613F5">
        <w:t xml:space="preserve"> комиссий</w:t>
      </w:r>
      <w:r w:rsidR="00A13B2D" w:rsidRPr="00C613F5">
        <w:t xml:space="preserve">  МО «Городской округ город Сунжа» </w:t>
      </w:r>
      <w:r w:rsidRPr="00C613F5">
        <w:t>назначаются лица из числа работников органов местного самоуправления, сферы образования, здравоохранения, культуры, социального обеспечения, транспорта, связи, других сфер и представители органов внутренних дел, военных комиссариатов, войск национальной гвардии Российской Федерации и мобилизационных органов.</w:t>
      </w:r>
    </w:p>
    <w:p w:rsidR="007C1C63" w:rsidRPr="00C613F5" w:rsidRDefault="007C1C63" w:rsidP="00C613F5">
      <w:pPr>
        <w:tabs>
          <w:tab w:val="left" w:pos="1089"/>
        </w:tabs>
        <w:ind w:left="567" w:right="462"/>
      </w:pPr>
    </w:p>
    <w:p w:rsidR="007C1C63" w:rsidRPr="00C613F5" w:rsidRDefault="007C1C63" w:rsidP="00C613F5">
      <w:pPr>
        <w:tabs>
          <w:tab w:val="left" w:pos="1089"/>
        </w:tabs>
        <w:ind w:left="567" w:right="462"/>
      </w:pPr>
      <w:r w:rsidRPr="00C613F5">
        <w:t>Комиссия в практической деятельности руководствуется Федеральным законом от 12.02.1998 № 28-ФЗ «О гражданской обороне» и другими нормативными актами Российской Федерации, постановлением Правительства Республики Ингушетия от 15.03.2024 № 39 ДСП «Об утверждении порядка организации и проведения эвакуационных мероприятий на территории Республики Ингушетия».</w:t>
      </w:r>
    </w:p>
    <w:p w:rsidR="00640D6C" w:rsidRPr="00C613F5" w:rsidRDefault="00640D6C" w:rsidP="00C613F5">
      <w:pPr>
        <w:tabs>
          <w:tab w:val="left" w:pos="1089"/>
        </w:tabs>
        <w:ind w:left="567" w:right="462"/>
      </w:pPr>
    </w:p>
    <w:p w:rsidR="001515FE" w:rsidRPr="00C613F5" w:rsidRDefault="001515FE" w:rsidP="00C613F5">
      <w:pPr>
        <w:tabs>
          <w:tab w:val="left" w:pos="1089"/>
        </w:tabs>
        <w:ind w:left="567" w:right="462"/>
        <w:rPr>
          <w:bCs/>
        </w:rPr>
      </w:pPr>
      <w:r w:rsidRPr="00C613F5">
        <w:rPr>
          <w:bCs/>
        </w:rPr>
        <w:t>Основными</w:t>
      </w:r>
      <w:r w:rsidRPr="00C613F5">
        <w:rPr>
          <w:bCs/>
          <w:spacing w:val="-9"/>
        </w:rPr>
        <w:t xml:space="preserve"> </w:t>
      </w:r>
      <w:r w:rsidRPr="00C613F5">
        <w:rPr>
          <w:bCs/>
        </w:rPr>
        <w:t>задачами</w:t>
      </w:r>
      <w:r w:rsidRPr="00C613F5">
        <w:rPr>
          <w:bCs/>
          <w:spacing w:val="-8"/>
        </w:rPr>
        <w:t xml:space="preserve"> </w:t>
      </w:r>
      <w:r w:rsidRPr="00C613F5">
        <w:rPr>
          <w:bCs/>
        </w:rPr>
        <w:t>Комиссии</w:t>
      </w:r>
      <w:r w:rsidRPr="00C613F5">
        <w:rPr>
          <w:bCs/>
          <w:spacing w:val="-8"/>
        </w:rPr>
        <w:t xml:space="preserve"> </w:t>
      </w:r>
      <w:r w:rsidRPr="00C613F5">
        <w:rPr>
          <w:bCs/>
          <w:spacing w:val="-2"/>
        </w:rPr>
        <w:t>являются:</w:t>
      </w:r>
    </w:p>
    <w:p w:rsidR="001515FE" w:rsidRPr="00C613F5" w:rsidRDefault="001515FE" w:rsidP="00C613F5">
      <w:pPr>
        <w:pStyle w:val="a8"/>
        <w:widowControl w:val="0"/>
        <w:numPr>
          <w:ilvl w:val="1"/>
          <w:numId w:val="31"/>
        </w:numPr>
        <w:tabs>
          <w:tab w:val="left" w:pos="1301"/>
        </w:tabs>
        <w:autoSpaceDE w:val="0"/>
        <w:autoSpaceDN w:val="0"/>
        <w:spacing w:before="38"/>
        <w:ind w:left="567" w:right="462" w:firstLine="567"/>
        <w:contextualSpacing w:val="0"/>
      </w:pPr>
      <w:r w:rsidRPr="00C613F5">
        <w:t>При</w:t>
      </w:r>
      <w:r w:rsidRPr="00C613F5">
        <w:rPr>
          <w:spacing w:val="-8"/>
        </w:rPr>
        <w:t xml:space="preserve"> </w:t>
      </w:r>
      <w:r w:rsidRPr="00C613F5">
        <w:t>повседневной</w:t>
      </w:r>
      <w:r w:rsidRPr="00C613F5">
        <w:rPr>
          <w:spacing w:val="-10"/>
        </w:rPr>
        <w:t xml:space="preserve"> </w:t>
      </w:r>
      <w:r w:rsidRPr="00C613F5">
        <w:rPr>
          <w:spacing w:val="-2"/>
        </w:rPr>
        <w:t>деятельности: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30"/>
        </w:numPr>
        <w:tabs>
          <w:tab w:val="left" w:pos="1130"/>
        </w:tabs>
        <w:autoSpaceDE w:val="0"/>
        <w:autoSpaceDN w:val="0"/>
        <w:spacing w:before="38" w:line="268" w:lineRule="auto"/>
        <w:ind w:left="567" w:right="462" w:firstLine="567"/>
        <w:contextualSpacing w:val="0"/>
      </w:pPr>
      <w:r w:rsidRPr="00C613F5">
        <w:t>разработка нормативных правовых документов, определяющих работу эвакуационных органов муниципального образования в мирное и военное вре</w:t>
      </w:r>
      <w:r w:rsidRPr="00C613F5">
        <w:rPr>
          <w:spacing w:val="-4"/>
        </w:rPr>
        <w:t>мя;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30"/>
        </w:numPr>
        <w:tabs>
          <w:tab w:val="left" w:pos="1145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осуществление мониторинга за созданием, комплектованием и подготовкой</w:t>
      </w:r>
      <w:r w:rsidRPr="00C613F5">
        <w:rPr>
          <w:spacing w:val="-18"/>
        </w:rPr>
        <w:t xml:space="preserve"> </w:t>
      </w:r>
      <w:r w:rsidRPr="00C613F5">
        <w:t>эвакуационных</w:t>
      </w:r>
      <w:r w:rsidRPr="00C613F5">
        <w:rPr>
          <w:spacing w:val="-17"/>
        </w:rPr>
        <w:t xml:space="preserve"> </w:t>
      </w:r>
      <w:r w:rsidRPr="00C613F5">
        <w:t>органов</w:t>
      </w:r>
      <w:r w:rsidRPr="00C613F5">
        <w:rPr>
          <w:spacing w:val="-18"/>
        </w:rPr>
        <w:t xml:space="preserve"> </w:t>
      </w:r>
      <w:r w:rsidRPr="00C613F5">
        <w:t>муниципального</w:t>
      </w:r>
      <w:r w:rsidRPr="00C613F5">
        <w:rPr>
          <w:spacing w:val="-17"/>
        </w:rPr>
        <w:t xml:space="preserve"> </w:t>
      </w:r>
      <w:r w:rsidRPr="00C613F5">
        <w:t>образования</w:t>
      </w:r>
      <w:r w:rsidRPr="00C613F5">
        <w:rPr>
          <w:spacing w:val="-18"/>
        </w:rPr>
        <w:t xml:space="preserve"> </w:t>
      </w:r>
      <w:r w:rsidRPr="00C613F5">
        <w:t>(приемных</w:t>
      </w:r>
      <w:r w:rsidRPr="00C613F5">
        <w:rPr>
          <w:spacing w:val="-17"/>
        </w:rPr>
        <w:t xml:space="preserve"> </w:t>
      </w:r>
      <w:r w:rsidRPr="00C613F5">
        <w:t>эвакуационных пунктов, промежуточных пунктов эвакуации (при наличии), пунктов высадки, пунктов выгрузки материальных и культурных ценностей);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30"/>
        </w:numPr>
        <w:tabs>
          <w:tab w:val="left" w:pos="1193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разработка совместно с отделом ГО ЧС, спасательными службами гражданской обороны муниципального образования плана приема и размещения и первоочередного жизнеобеспечения эвакуируемого и рассредоточиваемого (эвакуируемого) населения, материальных и культурных ценностей и его ежегодная корректировка (уточнение);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30"/>
        </w:numPr>
        <w:tabs>
          <w:tab w:val="left" w:pos="1120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rPr>
          <w:spacing w:val="-4"/>
        </w:rPr>
        <w:t>определение</w:t>
      </w:r>
      <w:r w:rsidRPr="00C613F5">
        <w:rPr>
          <w:spacing w:val="-10"/>
        </w:rPr>
        <w:t xml:space="preserve"> </w:t>
      </w:r>
      <w:r w:rsidRPr="00C613F5">
        <w:rPr>
          <w:spacing w:val="-4"/>
        </w:rPr>
        <w:t>места</w:t>
      </w:r>
      <w:r w:rsidRPr="00C613F5">
        <w:rPr>
          <w:spacing w:val="-10"/>
        </w:rPr>
        <w:t xml:space="preserve"> </w:t>
      </w:r>
      <w:r w:rsidRPr="00C613F5">
        <w:rPr>
          <w:spacing w:val="-4"/>
        </w:rPr>
        <w:t>развертывания</w:t>
      </w:r>
      <w:r w:rsidRPr="00C613F5">
        <w:rPr>
          <w:spacing w:val="-9"/>
        </w:rPr>
        <w:t xml:space="preserve"> </w:t>
      </w:r>
      <w:r w:rsidRPr="00C613F5">
        <w:rPr>
          <w:spacing w:val="-4"/>
        </w:rPr>
        <w:t>(дислокации)</w:t>
      </w:r>
      <w:r w:rsidRPr="00C613F5">
        <w:rPr>
          <w:spacing w:val="-10"/>
        </w:rPr>
        <w:t xml:space="preserve"> </w:t>
      </w:r>
      <w:r w:rsidRPr="00C613F5">
        <w:rPr>
          <w:spacing w:val="-4"/>
        </w:rPr>
        <w:t>приемных</w:t>
      </w:r>
      <w:r w:rsidRPr="00C613F5">
        <w:rPr>
          <w:spacing w:val="-9"/>
        </w:rPr>
        <w:t xml:space="preserve"> </w:t>
      </w:r>
      <w:r w:rsidRPr="00C613F5">
        <w:rPr>
          <w:spacing w:val="-4"/>
        </w:rPr>
        <w:t>эвакуацион</w:t>
      </w:r>
      <w:r w:rsidRPr="00C613F5">
        <w:t>ных пунктов, промежуточных пунктов эвакуации (при наличии), пунктов высадки (железнодорожных станций), пунктов выгрузки материальных и культурных ценностей;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30"/>
        </w:numPr>
        <w:tabs>
          <w:tab w:val="left" w:pos="1159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участие</w:t>
      </w:r>
      <w:r w:rsidRPr="00C613F5">
        <w:rPr>
          <w:spacing w:val="-9"/>
        </w:rPr>
        <w:t xml:space="preserve"> </w:t>
      </w:r>
      <w:r w:rsidRPr="00C613F5">
        <w:t>в</w:t>
      </w:r>
      <w:r w:rsidRPr="00C613F5">
        <w:rPr>
          <w:spacing w:val="-10"/>
        </w:rPr>
        <w:t xml:space="preserve"> </w:t>
      </w:r>
      <w:r w:rsidRPr="00C613F5">
        <w:t>учениях,</w:t>
      </w:r>
      <w:r w:rsidRPr="00C613F5">
        <w:rPr>
          <w:spacing w:val="-10"/>
        </w:rPr>
        <w:t xml:space="preserve"> </w:t>
      </w:r>
      <w:r w:rsidRPr="00C613F5">
        <w:t>тренировках</w:t>
      </w:r>
      <w:r w:rsidRPr="00C613F5">
        <w:rPr>
          <w:spacing w:val="-9"/>
        </w:rPr>
        <w:t xml:space="preserve"> </w:t>
      </w:r>
      <w:proofErr w:type="spellStart"/>
      <w:r w:rsidRPr="00C613F5">
        <w:t>эвакоприемной</w:t>
      </w:r>
      <w:proofErr w:type="spellEnd"/>
      <w:r w:rsidRPr="00C613F5">
        <w:rPr>
          <w:spacing w:val="-9"/>
        </w:rPr>
        <w:t xml:space="preserve"> </w:t>
      </w:r>
      <w:r w:rsidRPr="00C613F5">
        <w:t>комиссии,</w:t>
      </w:r>
      <w:r w:rsidRPr="00C613F5">
        <w:rPr>
          <w:spacing w:val="-11"/>
        </w:rPr>
        <w:t xml:space="preserve"> </w:t>
      </w:r>
      <w:r w:rsidRPr="00C613F5">
        <w:t>приемных эвакуационных пунктов, промежуточных пунктов эвакуации (при наличии), пунктов</w:t>
      </w:r>
      <w:r w:rsidRPr="00C613F5">
        <w:rPr>
          <w:spacing w:val="-3"/>
        </w:rPr>
        <w:t xml:space="preserve"> </w:t>
      </w:r>
      <w:r w:rsidRPr="00C613F5">
        <w:t>высадки</w:t>
      </w:r>
      <w:r w:rsidRPr="00C613F5">
        <w:rPr>
          <w:spacing w:val="-2"/>
        </w:rPr>
        <w:t xml:space="preserve"> </w:t>
      </w:r>
      <w:r w:rsidRPr="00C613F5">
        <w:t>(железнодорожных</w:t>
      </w:r>
      <w:r w:rsidRPr="00C613F5">
        <w:rPr>
          <w:spacing w:val="-2"/>
        </w:rPr>
        <w:t xml:space="preserve"> </w:t>
      </w:r>
      <w:r w:rsidRPr="00C613F5">
        <w:t>станций),</w:t>
      </w:r>
      <w:r w:rsidRPr="00C613F5">
        <w:rPr>
          <w:spacing w:val="-3"/>
        </w:rPr>
        <w:t xml:space="preserve"> </w:t>
      </w:r>
      <w:r w:rsidRPr="00C613F5">
        <w:t>пунктов</w:t>
      </w:r>
      <w:r w:rsidRPr="00C613F5">
        <w:rPr>
          <w:spacing w:val="-3"/>
        </w:rPr>
        <w:t xml:space="preserve"> </w:t>
      </w:r>
      <w:r w:rsidRPr="00C613F5">
        <w:t>выгрузки</w:t>
      </w:r>
      <w:r w:rsidRPr="00C613F5">
        <w:rPr>
          <w:spacing w:val="-2"/>
        </w:rPr>
        <w:t xml:space="preserve"> </w:t>
      </w:r>
      <w:r w:rsidRPr="00C613F5">
        <w:t>мате</w:t>
      </w:r>
      <w:r w:rsidR="00A13B2D" w:rsidRPr="00C613F5">
        <w:t>риальных и культурных ценностей,</w:t>
      </w:r>
      <w:r w:rsidRPr="00C613F5">
        <w:t xml:space="preserve"> проводимых с целью приобретения практических навыков</w:t>
      </w:r>
      <w:r w:rsidRPr="00C613F5">
        <w:rPr>
          <w:spacing w:val="-16"/>
        </w:rPr>
        <w:t xml:space="preserve"> </w:t>
      </w:r>
      <w:r w:rsidRPr="00C613F5">
        <w:t>по</w:t>
      </w:r>
      <w:r w:rsidRPr="00C613F5">
        <w:rPr>
          <w:spacing w:val="-15"/>
        </w:rPr>
        <w:t xml:space="preserve"> </w:t>
      </w:r>
      <w:r w:rsidRPr="00C613F5">
        <w:t>их</w:t>
      </w:r>
      <w:r w:rsidRPr="00C613F5">
        <w:rPr>
          <w:spacing w:val="-14"/>
        </w:rPr>
        <w:t xml:space="preserve"> </w:t>
      </w:r>
      <w:r w:rsidRPr="00C613F5">
        <w:t>развертыванию</w:t>
      </w:r>
      <w:r w:rsidRPr="00C613F5">
        <w:rPr>
          <w:spacing w:val="-15"/>
        </w:rPr>
        <w:t xml:space="preserve"> </w:t>
      </w:r>
      <w:r w:rsidRPr="00C613F5">
        <w:t>и</w:t>
      </w:r>
      <w:r w:rsidRPr="00C613F5">
        <w:rPr>
          <w:spacing w:val="-14"/>
        </w:rPr>
        <w:t xml:space="preserve"> </w:t>
      </w:r>
      <w:r w:rsidRPr="00C613F5">
        <w:t>работе</w:t>
      </w:r>
      <w:r w:rsidRPr="00C613F5">
        <w:rPr>
          <w:spacing w:val="-16"/>
        </w:rPr>
        <w:t xml:space="preserve"> </w:t>
      </w:r>
      <w:r w:rsidRPr="00C613F5">
        <w:t>при</w:t>
      </w:r>
      <w:r w:rsidRPr="00C613F5">
        <w:rPr>
          <w:spacing w:val="-14"/>
        </w:rPr>
        <w:t xml:space="preserve"> </w:t>
      </w:r>
      <w:r w:rsidRPr="00C613F5">
        <w:t>выполнении</w:t>
      </w:r>
      <w:r w:rsidRPr="00C613F5">
        <w:rPr>
          <w:spacing w:val="-14"/>
        </w:rPr>
        <w:t xml:space="preserve"> </w:t>
      </w:r>
      <w:r w:rsidRPr="00C613F5">
        <w:t>мероприятий</w:t>
      </w:r>
      <w:r w:rsidRPr="00C613F5">
        <w:rPr>
          <w:spacing w:val="-14"/>
        </w:rPr>
        <w:t xml:space="preserve"> </w:t>
      </w:r>
      <w:r w:rsidRPr="00C613F5">
        <w:t>по</w:t>
      </w:r>
      <w:r w:rsidRPr="00C613F5">
        <w:rPr>
          <w:spacing w:val="-14"/>
        </w:rPr>
        <w:t xml:space="preserve"> </w:t>
      </w:r>
      <w:r w:rsidRPr="00C613F5">
        <w:t>эвакуации населения, материальных и кул</w:t>
      </w:r>
      <w:r w:rsidR="00CE6927" w:rsidRPr="00C613F5">
        <w:t xml:space="preserve">ьтурных ценностей, как в </w:t>
      </w:r>
      <w:proofErr w:type="gramStart"/>
      <w:r w:rsidR="00CE6927" w:rsidRPr="00C613F5">
        <w:t>мирное</w:t>
      </w:r>
      <w:proofErr w:type="gramEnd"/>
      <w:r w:rsidRPr="00C613F5">
        <w:t xml:space="preserve"> так и </w:t>
      </w:r>
      <w:r w:rsidR="00A13B2D" w:rsidRPr="00C613F5">
        <w:t>в во</w:t>
      </w:r>
      <w:r w:rsidRPr="00C613F5">
        <w:t>енное время;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30"/>
        </w:numPr>
        <w:tabs>
          <w:tab w:val="left" w:pos="1118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осуществление взаимодействия с органами военного управления и спасательными службами гражданской обороны муниципального образования по вопросам планирования и осуществления эвакуационных мероприятий;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30"/>
        </w:numPr>
        <w:tabs>
          <w:tab w:val="left" w:pos="1113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rPr>
          <w:spacing w:val="-2"/>
        </w:rPr>
        <w:t>организация</w:t>
      </w:r>
      <w:r w:rsidRPr="00C613F5">
        <w:rPr>
          <w:spacing w:val="-14"/>
        </w:rPr>
        <w:t xml:space="preserve"> </w:t>
      </w:r>
      <w:r w:rsidRPr="00C613F5">
        <w:rPr>
          <w:spacing w:val="-2"/>
        </w:rPr>
        <w:t>работы</w:t>
      </w:r>
      <w:r w:rsidRPr="00C613F5">
        <w:rPr>
          <w:spacing w:val="-11"/>
        </w:rPr>
        <w:t xml:space="preserve"> </w:t>
      </w:r>
      <w:r w:rsidRPr="00C613F5">
        <w:rPr>
          <w:spacing w:val="-2"/>
        </w:rPr>
        <w:t>по</w:t>
      </w:r>
      <w:r w:rsidRPr="00C613F5">
        <w:rPr>
          <w:spacing w:val="-10"/>
        </w:rPr>
        <w:t xml:space="preserve"> </w:t>
      </w:r>
      <w:r w:rsidRPr="00C613F5">
        <w:rPr>
          <w:spacing w:val="-2"/>
        </w:rPr>
        <w:t>разработке,</w:t>
      </w:r>
      <w:r w:rsidRPr="00C613F5">
        <w:rPr>
          <w:spacing w:val="-11"/>
        </w:rPr>
        <w:t xml:space="preserve"> </w:t>
      </w:r>
      <w:r w:rsidRPr="00C613F5">
        <w:rPr>
          <w:spacing w:val="-2"/>
        </w:rPr>
        <w:t>учету</w:t>
      </w:r>
      <w:r w:rsidRPr="00C613F5">
        <w:rPr>
          <w:spacing w:val="-14"/>
        </w:rPr>
        <w:t xml:space="preserve"> </w:t>
      </w:r>
      <w:r w:rsidRPr="00C613F5">
        <w:rPr>
          <w:spacing w:val="-2"/>
        </w:rPr>
        <w:t>и</w:t>
      </w:r>
      <w:r w:rsidRPr="00C613F5">
        <w:rPr>
          <w:spacing w:val="-11"/>
        </w:rPr>
        <w:t xml:space="preserve"> </w:t>
      </w:r>
      <w:r w:rsidRPr="00C613F5">
        <w:rPr>
          <w:spacing w:val="-2"/>
        </w:rPr>
        <w:t>хранению</w:t>
      </w:r>
      <w:r w:rsidRPr="00C613F5">
        <w:rPr>
          <w:spacing w:val="-12"/>
        </w:rPr>
        <w:t xml:space="preserve"> </w:t>
      </w:r>
      <w:r w:rsidRPr="00C613F5">
        <w:rPr>
          <w:spacing w:val="-2"/>
        </w:rPr>
        <w:t xml:space="preserve">документов: </w:t>
      </w:r>
      <w:r w:rsidRPr="00C613F5">
        <w:t xml:space="preserve">а) </w:t>
      </w:r>
      <w:proofErr w:type="spellStart"/>
      <w:r w:rsidRPr="00C613F5">
        <w:t>эвакоприемной</w:t>
      </w:r>
      <w:proofErr w:type="spellEnd"/>
      <w:r w:rsidRPr="00C613F5">
        <w:t xml:space="preserve"> комиссии</w:t>
      </w:r>
    </w:p>
    <w:p w:rsidR="001515FE" w:rsidRPr="00C613F5" w:rsidRDefault="001515FE" w:rsidP="00C613F5">
      <w:pPr>
        <w:pStyle w:val="ab"/>
        <w:spacing w:line="321" w:lineRule="exact"/>
        <w:ind w:left="567" w:right="462" w:firstLine="567"/>
        <w:rPr>
          <w:sz w:val="24"/>
          <w:szCs w:val="24"/>
        </w:rPr>
      </w:pPr>
      <w:r w:rsidRPr="00C613F5">
        <w:rPr>
          <w:spacing w:val="-4"/>
          <w:sz w:val="24"/>
          <w:szCs w:val="24"/>
        </w:rPr>
        <w:lastRenderedPageBreak/>
        <w:t>б)</w:t>
      </w:r>
      <w:r w:rsidRPr="00C613F5">
        <w:rPr>
          <w:spacing w:val="-13"/>
          <w:sz w:val="24"/>
          <w:szCs w:val="24"/>
        </w:rPr>
        <w:t xml:space="preserve"> </w:t>
      </w:r>
      <w:r w:rsidRPr="00C613F5">
        <w:rPr>
          <w:spacing w:val="-4"/>
          <w:sz w:val="24"/>
          <w:szCs w:val="24"/>
        </w:rPr>
        <w:t>приемных</w:t>
      </w:r>
      <w:r w:rsidRPr="00C613F5">
        <w:rPr>
          <w:spacing w:val="-10"/>
          <w:sz w:val="24"/>
          <w:szCs w:val="24"/>
        </w:rPr>
        <w:t xml:space="preserve"> </w:t>
      </w:r>
      <w:r w:rsidRPr="00C613F5">
        <w:rPr>
          <w:spacing w:val="-4"/>
          <w:sz w:val="24"/>
          <w:szCs w:val="24"/>
        </w:rPr>
        <w:t>эвакуационных</w:t>
      </w:r>
      <w:r w:rsidRPr="00C613F5">
        <w:rPr>
          <w:spacing w:val="-14"/>
          <w:sz w:val="24"/>
          <w:szCs w:val="24"/>
        </w:rPr>
        <w:t xml:space="preserve"> </w:t>
      </w:r>
      <w:r w:rsidRPr="00C613F5">
        <w:rPr>
          <w:spacing w:val="-4"/>
          <w:sz w:val="24"/>
          <w:szCs w:val="24"/>
        </w:rPr>
        <w:t>пунктов;</w:t>
      </w:r>
    </w:p>
    <w:p w:rsidR="001515FE" w:rsidRPr="00C613F5" w:rsidRDefault="001515FE" w:rsidP="00C613F5">
      <w:pPr>
        <w:pStyle w:val="ab"/>
        <w:spacing w:before="24" w:line="268" w:lineRule="auto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</w:t>
      </w:r>
      <w:r w:rsidRPr="00C613F5">
        <w:rPr>
          <w:spacing w:val="-7"/>
          <w:sz w:val="24"/>
          <w:szCs w:val="24"/>
        </w:rPr>
        <w:t xml:space="preserve"> </w:t>
      </w:r>
      <w:r w:rsidRPr="00C613F5">
        <w:rPr>
          <w:sz w:val="24"/>
          <w:szCs w:val="24"/>
        </w:rPr>
        <w:t>промежуточных</w:t>
      </w:r>
      <w:r w:rsidRPr="00C613F5">
        <w:rPr>
          <w:spacing w:val="-9"/>
          <w:sz w:val="24"/>
          <w:szCs w:val="24"/>
        </w:rPr>
        <w:t xml:space="preserve"> </w:t>
      </w:r>
      <w:r w:rsidRPr="00C613F5">
        <w:rPr>
          <w:sz w:val="24"/>
          <w:szCs w:val="24"/>
        </w:rPr>
        <w:t>пунктов</w:t>
      </w:r>
      <w:r w:rsidRPr="00C613F5">
        <w:rPr>
          <w:spacing w:val="-7"/>
          <w:sz w:val="24"/>
          <w:szCs w:val="24"/>
        </w:rPr>
        <w:t xml:space="preserve"> </w:t>
      </w:r>
      <w:r w:rsidRPr="00C613F5">
        <w:rPr>
          <w:sz w:val="24"/>
          <w:szCs w:val="24"/>
        </w:rPr>
        <w:t>эвакуации</w:t>
      </w:r>
      <w:r w:rsidRPr="00C613F5">
        <w:rPr>
          <w:spacing w:val="-6"/>
          <w:sz w:val="24"/>
          <w:szCs w:val="24"/>
        </w:rPr>
        <w:t xml:space="preserve"> </w:t>
      </w:r>
      <w:r w:rsidRPr="00C613F5">
        <w:rPr>
          <w:sz w:val="24"/>
          <w:szCs w:val="24"/>
        </w:rPr>
        <w:t>(при</w:t>
      </w:r>
      <w:r w:rsidRPr="00C613F5">
        <w:rPr>
          <w:spacing w:val="-6"/>
          <w:sz w:val="24"/>
          <w:szCs w:val="24"/>
        </w:rPr>
        <w:t xml:space="preserve"> </w:t>
      </w:r>
      <w:r w:rsidRPr="00C613F5">
        <w:rPr>
          <w:sz w:val="24"/>
          <w:szCs w:val="24"/>
        </w:rPr>
        <w:t>наличии); г) пунктов высадки;</w:t>
      </w:r>
    </w:p>
    <w:p w:rsidR="001515FE" w:rsidRPr="00C613F5" w:rsidRDefault="001515FE" w:rsidP="00C613F5">
      <w:pPr>
        <w:pStyle w:val="ab"/>
        <w:spacing w:line="321" w:lineRule="exact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д)</w:t>
      </w:r>
      <w:r w:rsidRPr="00C613F5">
        <w:rPr>
          <w:spacing w:val="-8"/>
          <w:sz w:val="24"/>
          <w:szCs w:val="24"/>
        </w:rPr>
        <w:t xml:space="preserve"> </w:t>
      </w:r>
      <w:r w:rsidRPr="00C613F5">
        <w:rPr>
          <w:sz w:val="24"/>
          <w:szCs w:val="24"/>
        </w:rPr>
        <w:t>пунктов</w:t>
      </w:r>
      <w:r w:rsidRPr="00C613F5">
        <w:rPr>
          <w:spacing w:val="-6"/>
          <w:sz w:val="24"/>
          <w:szCs w:val="24"/>
        </w:rPr>
        <w:t xml:space="preserve"> </w:t>
      </w:r>
      <w:r w:rsidRPr="00C613F5">
        <w:rPr>
          <w:sz w:val="24"/>
          <w:szCs w:val="24"/>
        </w:rPr>
        <w:t>выгрузки</w:t>
      </w:r>
      <w:r w:rsidRPr="00C613F5">
        <w:rPr>
          <w:spacing w:val="-6"/>
          <w:sz w:val="24"/>
          <w:szCs w:val="24"/>
        </w:rPr>
        <w:t xml:space="preserve"> </w:t>
      </w:r>
      <w:r w:rsidRPr="00C613F5">
        <w:rPr>
          <w:sz w:val="24"/>
          <w:szCs w:val="24"/>
        </w:rPr>
        <w:t>материальных</w:t>
      </w:r>
      <w:r w:rsidRPr="00C613F5">
        <w:rPr>
          <w:spacing w:val="-5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-5"/>
          <w:sz w:val="24"/>
          <w:szCs w:val="24"/>
        </w:rPr>
        <w:t xml:space="preserve"> </w:t>
      </w:r>
      <w:r w:rsidRPr="00C613F5">
        <w:rPr>
          <w:sz w:val="24"/>
          <w:szCs w:val="24"/>
        </w:rPr>
        <w:t>культурных</w:t>
      </w:r>
      <w:r w:rsidRPr="00C613F5">
        <w:rPr>
          <w:spacing w:val="-8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ценностей.</w:t>
      </w:r>
    </w:p>
    <w:p w:rsidR="001515FE" w:rsidRPr="00C613F5" w:rsidRDefault="001515FE" w:rsidP="00C613F5">
      <w:pPr>
        <w:pStyle w:val="ab"/>
        <w:spacing w:before="38" w:line="268" w:lineRule="auto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е)</w:t>
      </w:r>
      <w:r w:rsidRPr="00C613F5">
        <w:rPr>
          <w:spacing w:val="-18"/>
          <w:sz w:val="24"/>
          <w:szCs w:val="24"/>
        </w:rPr>
        <w:t xml:space="preserve"> </w:t>
      </w:r>
      <w:r w:rsidRPr="00C613F5">
        <w:rPr>
          <w:sz w:val="24"/>
          <w:szCs w:val="24"/>
        </w:rPr>
        <w:t>периодическое</w:t>
      </w:r>
      <w:r w:rsidRPr="00C613F5">
        <w:rPr>
          <w:spacing w:val="-17"/>
          <w:sz w:val="24"/>
          <w:szCs w:val="24"/>
        </w:rPr>
        <w:t xml:space="preserve"> </w:t>
      </w:r>
      <w:r w:rsidRPr="00C613F5">
        <w:rPr>
          <w:sz w:val="24"/>
          <w:szCs w:val="24"/>
        </w:rPr>
        <w:t>обсуждение</w:t>
      </w:r>
      <w:r w:rsidRPr="00C613F5">
        <w:rPr>
          <w:spacing w:val="-18"/>
          <w:sz w:val="24"/>
          <w:szCs w:val="24"/>
        </w:rPr>
        <w:t xml:space="preserve"> </w:t>
      </w:r>
      <w:r w:rsidRPr="00C613F5">
        <w:rPr>
          <w:sz w:val="24"/>
          <w:szCs w:val="24"/>
        </w:rPr>
        <w:t>на</w:t>
      </w:r>
      <w:r w:rsidRPr="00C613F5">
        <w:rPr>
          <w:spacing w:val="-17"/>
          <w:sz w:val="24"/>
          <w:szCs w:val="24"/>
        </w:rPr>
        <w:t xml:space="preserve"> </w:t>
      </w:r>
      <w:r w:rsidRPr="00C613F5">
        <w:rPr>
          <w:sz w:val="24"/>
          <w:szCs w:val="24"/>
        </w:rPr>
        <w:t>заседаниях</w:t>
      </w:r>
      <w:r w:rsidRPr="00C613F5">
        <w:rPr>
          <w:spacing w:val="-18"/>
          <w:sz w:val="24"/>
          <w:szCs w:val="24"/>
        </w:rPr>
        <w:t xml:space="preserve"> </w:t>
      </w:r>
      <w:proofErr w:type="spellStart"/>
      <w:r w:rsidRPr="00C613F5">
        <w:rPr>
          <w:sz w:val="24"/>
          <w:szCs w:val="24"/>
        </w:rPr>
        <w:t>эвакоприемной</w:t>
      </w:r>
      <w:proofErr w:type="spellEnd"/>
      <w:r w:rsidRPr="00C613F5">
        <w:rPr>
          <w:spacing w:val="-16"/>
          <w:sz w:val="24"/>
          <w:szCs w:val="24"/>
        </w:rPr>
        <w:t xml:space="preserve"> </w:t>
      </w:r>
      <w:r w:rsidRPr="00C613F5">
        <w:rPr>
          <w:sz w:val="24"/>
          <w:szCs w:val="24"/>
        </w:rPr>
        <w:t>комиссии</w:t>
      </w:r>
      <w:r w:rsidRPr="00C613F5">
        <w:rPr>
          <w:spacing w:val="-17"/>
          <w:sz w:val="24"/>
          <w:szCs w:val="24"/>
        </w:rPr>
        <w:t xml:space="preserve"> </w:t>
      </w:r>
      <w:r w:rsidRPr="00C613F5">
        <w:rPr>
          <w:sz w:val="24"/>
          <w:szCs w:val="24"/>
        </w:rPr>
        <w:t>вопросов по организации работы по планированию эвакуационных мероприятий, готовности к работе эвакуационных органов муниципального образования в мирное и военное время.</w:t>
      </w:r>
    </w:p>
    <w:p w:rsidR="001515FE" w:rsidRPr="00C613F5" w:rsidRDefault="001515FE" w:rsidP="00C613F5">
      <w:pPr>
        <w:pStyle w:val="a8"/>
        <w:widowControl w:val="0"/>
        <w:numPr>
          <w:ilvl w:val="1"/>
          <w:numId w:val="31"/>
        </w:numPr>
        <w:tabs>
          <w:tab w:val="left" w:pos="1301"/>
        </w:tabs>
        <w:autoSpaceDE w:val="0"/>
        <w:autoSpaceDN w:val="0"/>
        <w:spacing w:line="319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8"/>
        </w:rPr>
        <w:t xml:space="preserve"> </w:t>
      </w:r>
      <w:r w:rsidRPr="00C613F5">
        <w:t>выполнении</w:t>
      </w:r>
      <w:r w:rsidRPr="00C613F5">
        <w:rPr>
          <w:spacing w:val="-7"/>
        </w:rPr>
        <w:t xml:space="preserve"> </w:t>
      </w:r>
      <w:r w:rsidRPr="00C613F5">
        <w:t>мероприятий</w:t>
      </w:r>
      <w:r w:rsidRPr="00C613F5">
        <w:rPr>
          <w:spacing w:val="-10"/>
        </w:rPr>
        <w:t xml:space="preserve"> </w:t>
      </w:r>
      <w:r w:rsidRPr="00C613F5">
        <w:t>по</w:t>
      </w:r>
      <w:r w:rsidRPr="00C613F5">
        <w:rPr>
          <w:spacing w:val="-6"/>
        </w:rPr>
        <w:t xml:space="preserve"> </w:t>
      </w:r>
      <w:r w:rsidRPr="00C613F5">
        <w:t>гражданской</w:t>
      </w:r>
      <w:r w:rsidRPr="00C613F5">
        <w:rPr>
          <w:spacing w:val="-10"/>
        </w:rPr>
        <w:t xml:space="preserve"> </w:t>
      </w:r>
      <w:r w:rsidRPr="00C613F5">
        <w:rPr>
          <w:spacing w:val="-2"/>
        </w:rPr>
        <w:t>обороне: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9"/>
        </w:numPr>
        <w:tabs>
          <w:tab w:val="left" w:pos="1132"/>
        </w:tabs>
        <w:autoSpaceDE w:val="0"/>
        <w:autoSpaceDN w:val="0"/>
        <w:spacing w:before="202" w:line="268" w:lineRule="auto"/>
        <w:ind w:left="567" w:right="462" w:firstLine="567"/>
        <w:contextualSpacing w:val="0"/>
      </w:pPr>
      <w:r w:rsidRPr="00C613F5">
        <w:t>осуществление мероприятий по приведению в готовность эвакуационных</w:t>
      </w:r>
      <w:r w:rsidRPr="00C613F5">
        <w:rPr>
          <w:spacing w:val="-6"/>
        </w:rPr>
        <w:t xml:space="preserve"> </w:t>
      </w:r>
      <w:r w:rsidRPr="00C613F5">
        <w:t>органов</w:t>
      </w:r>
      <w:r w:rsidR="00CE6927" w:rsidRPr="00C613F5">
        <w:rPr>
          <w:spacing w:val="-8"/>
        </w:rPr>
        <w:t xml:space="preserve">  МО «Городской округ город Сунжа» </w:t>
      </w:r>
      <w:r w:rsidRPr="00C613F5">
        <w:t>(приемных эвакуационных пунктов, промежуточных пунктов эвакуации (при наличии), пунктов высадки, пунктов выгрузки материальных и культурных ценностей) для выполнения задач по предназначению;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9"/>
        </w:numPr>
        <w:tabs>
          <w:tab w:val="left" w:pos="1130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проверка схем оповещения и связи с эвакуационными органами Назрановского муниципального района</w:t>
      </w:r>
      <w:r w:rsidRPr="00C613F5">
        <w:rPr>
          <w:spacing w:val="-5"/>
        </w:rPr>
        <w:t xml:space="preserve"> </w:t>
      </w:r>
      <w:r w:rsidRPr="00C613F5">
        <w:rPr>
          <w:spacing w:val="-2"/>
        </w:rPr>
        <w:t>(приемными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 xml:space="preserve">эвакуационными </w:t>
      </w:r>
      <w:r w:rsidRPr="00C613F5">
        <w:t xml:space="preserve">пунктами, промежуточными пунктами эвакуации (при наличии), пунктами высадки, пунктами выгрузки материальных и культурных ценностей), спасательными службами гражданской обороны муниципального образования и транспортными организациями, осуществляющими обеспечение мероприятий по </w:t>
      </w:r>
      <w:r w:rsidRPr="00C613F5">
        <w:lastRenderedPageBreak/>
        <w:t>первоочередному жизнеобеспечению населения и эвакуационные перевозки эвакуируемого населения;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9"/>
        </w:numPr>
        <w:tabs>
          <w:tab w:val="left" w:pos="1118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корректировка</w:t>
      </w:r>
      <w:r w:rsidRPr="00C613F5">
        <w:rPr>
          <w:spacing w:val="-18"/>
        </w:rPr>
        <w:t xml:space="preserve"> </w:t>
      </w:r>
      <w:r w:rsidRPr="00C613F5">
        <w:t>(уточнение)</w:t>
      </w:r>
      <w:r w:rsidRPr="00C613F5">
        <w:rPr>
          <w:spacing w:val="-17"/>
        </w:rPr>
        <w:t xml:space="preserve"> </w:t>
      </w:r>
      <w:r w:rsidRPr="00C613F5">
        <w:t>плана</w:t>
      </w:r>
      <w:r w:rsidRPr="00C613F5">
        <w:rPr>
          <w:spacing w:val="-18"/>
        </w:rPr>
        <w:t xml:space="preserve"> </w:t>
      </w:r>
      <w:r w:rsidRPr="00C613F5">
        <w:t>приема</w:t>
      </w:r>
      <w:r w:rsidRPr="00C613F5">
        <w:rPr>
          <w:spacing w:val="-17"/>
        </w:rPr>
        <w:t xml:space="preserve"> </w:t>
      </w:r>
      <w:r w:rsidRPr="00C613F5">
        <w:t>и</w:t>
      </w:r>
      <w:r w:rsidRPr="00C613F5">
        <w:rPr>
          <w:spacing w:val="-18"/>
        </w:rPr>
        <w:t xml:space="preserve"> </w:t>
      </w:r>
      <w:r w:rsidRPr="00C613F5">
        <w:t>размещения</w:t>
      </w:r>
      <w:r w:rsidRPr="00C613F5">
        <w:rPr>
          <w:spacing w:val="-17"/>
        </w:rPr>
        <w:t xml:space="preserve"> </w:t>
      </w:r>
      <w:r w:rsidRPr="00C613F5">
        <w:t>и</w:t>
      </w:r>
      <w:r w:rsidRPr="00C613F5">
        <w:rPr>
          <w:spacing w:val="-18"/>
        </w:rPr>
        <w:t xml:space="preserve"> </w:t>
      </w:r>
      <w:r w:rsidRPr="00C613F5">
        <w:t>первоочередного жизнеобеспечения эвакуируемого и рассредоточиваемого (эвакуируемого) населения, материальных и культурных ценностей;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9"/>
        </w:numPr>
        <w:tabs>
          <w:tab w:val="left" w:pos="1185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уточнение категории и численности, пребывающего на территорию</w:t>
      </w:r>
      <w:r w:rsidR="00CE6927" w:rsidRPr="00C613F5">
        <w:t xml:space="preserve">  МО «Городской округ город Сунжа» </w:t>
      </w:r>
      <w:r w:rsidRPr="00C613F5">
        <w:t>эвакуируемого и рассредоточиваемого (эвакуируемого) населения из зон возможных опасностей</w:t>
      </w:r>
      <w:r w:rsidR="00CE6927" w:rsidRPr="00C613F5">
        <w:t xml:space="preserve"> </w:t>
      </w:r>
      <w:r w:rsidR="00251EAA" w:rsidRPr="00C613F5">
        <w:t>в</w:t>
      </w:r>
      <w:r w:rsidR="00CE6927" w:rsidRPr="00C613F5">
        <w:t xml:space="preserve"> МО «Городской округ город Сунжа»</w:t>
      </w:r>
      <w:r w:rsidRPr="00C613F5">
        <w:t>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9"/>
        </w:numPr>
        <w:tabs>
          <w:tab w:val="left" w:pos="1173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осуществление мониторинга за подготовкой эвакуационных органов</w:t>
      </w:r>
      <w:r w:rsidR="00CE6927" w:rsidRPr="00C613F5">
        <w:t xml:space="preserve">  МО «Городской округ город Сунжа» </w:t>
      </w:r>
      <w:r w:rsidRPr="00C613F5">
        <w:t>(приемных</w:t>
      </w:r>
      <w:r w:rsidRPr="00C613F5">
        <w:rPr>
          <w:spacing w:val="-2"/>
        </w:rPr>
        <w:t xml:space="preserve"> </w:t>
      </w:r>
      <w:r w:rsidRPr="00C613F5">
        <w:t>эвакуационных пунктов, промежуточных пунктов эвакуации (при наличии), пунктов высадки,</w:t>
      </w:r>
      <w:r w:rsidRPr="00C613F5">
        <w:rPr>
          <w:spacing w:val="-14"/>
        </w:rPr>
        <w:t xml:space="preserve"> </w:t>
      </w:r>
      <w:r w:rsidRPr="00C613F5">
        <w:t>пунктов</w:t>
      </w:r>
      <w:r w:rsidRPr="00C613F5">
        <w:rPr>
          <w:spacing w:val="-14"/>
        </w:rPr>
        <w:t xml:space="preserve"> </w:t>
      </w:r>
      <w:r w:rsidRPr="00C613F5">
        <w:t>выгрузки</w:t>
      </w:r>
      <w:r w:rsidRPr="00C613F5">
        <w:rPr>
          <w:spacing w:val="-13"/>
        </w:rPr>
        <w:t xml:space="preserve"> </w:t>
      </w:r>
      <w:r w:rsidRPr="00C613F5">
        <w:t>материальных</w:t>
      </w:r>
      <w:r w:rsidRPr="00C613F5">
        <w:rPr>
          <w:spacing w:val="-15"/>
        </w:rPr>
        <w:t xml:space="preserve"> </w:t>
      </w:r>
      <w:r w:rsidRPr="00C613F5">
        <w:t>и</w:t>
      </w:r>
      <w:r w:rsidRPr="00C613F5">
        <w:rPr>
          <w:spacing w:val="-13"/>
        </w:rPr>
        <w:t xml:space="preserve"> </w:t>
      </w:r>
      <w:r w:rsidRPr="00C613F5">
        <w:t>культурных</w:t>
      </w:r>
      <w:r w:rsidRPr="00C613F5">
        <w:rPr>
          <w:spacing w:val="-15"/>
        </w:rPr>
        <w:t xml:space="preserve"> </w:t>
      </w:r>
      <w:r w:rsidRPr="00C613F5">
        <w:t>ценностей)</w:t>
      </w:r>
      <w:r w:rsidRPr="00C613F5">
        <w:rPr>
          <w:spacing w:val="-14"/>
        </w:rPr>
        <w:t xml:space="preserve"> </w:t>
      </w:r>
      <w:r w:rsidRPr="00C613F5">
        <w:t>к</w:t>
      </w:r>
      <w:r w:rsidRPr="00C613F5">
        <w:rPr>
          <w:spacing w:val="-16"/>
        </w:rPr>
        <w:t xml:space="preserve"> </w:t>
      </w:r>
      <w:r w:rsidRPr="00C613F5">
        <w:t>развертыванию, их развертывание для выполнения задач по предназначению;</w:t>
      </w:r>
      <w:r w:rsidR="00CE6927" w:rsidRPr="00C613F5">
        <w:t xml:space="preserve"> 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9"/>
        </w:numPr>
        <w:tabs>
          <w:tab w:val="left" w:pos="1161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осуществление мониторинга за подготовкой транспортных средств к эвакуационным перевозкам спасательной автомобильной службой гражданской обороны</w:t>
      </w:r>
      <w:r w:rsidR="00AA415F" w:rsidRPr="00C613F5">
        <w:t xml:space="preserve">  МО «Городской округ город Сунжа» </w:t>
      </w:r>
      <w:r w:rsidRPr="00C613F5">
        <w:t>и транспортными организациями, осуществляющими перевозки эвакуируемого населения, материальных и культурных ценностей;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9"/>
        </w:numPr>
        <w:tabs>
          <w:tab w:val="left" w:pos="1166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осуществление мониторинга за приведением в готовность защитных сооружений</w:t>
      </w:r>
      <w:r w:rsidRPr="00C613F5">
        <w:rPr>
          <w:spacing w:val="-3"/>
        </w:rPr>
        <w:t xml:space="preserve"> </w:t>
      </w:r>
      <w:r w:rsidRPr="00C613F5">
        <w:t>гражданской</w:t>
      </w:r>
      <w:r w:rsidRPr="00C613F5">
        <w:rPr>
          <w:spacing w:val="-3"/>
        </w:rPr>
        <w:t xml:space="preserve"> </w:t>
      </w:r>
      <w:r w:rsidRPr="00C613F5">
        <w:t>обороны</w:t>
      </w:r>
      <w:r w:rsidRPr="00C613F5">
        <w:rPr>
          <w:spacing w:val="-3"/>
        </w:rPr>
        <w:t xml:space="preserve"> </w:t>
      </w:r>
      <w:r w:rsidRPr="00C613F5">
        <w:t>(противорадиационных</w:t>
      </w:r>
      <w:r w:rsidRPr="00C613F5">
        <w:rPr>
          <w:spacing w:val="-3"/>
        </w:rPr>
        <w:t xml:space="preserve"> </w:t>
      </w:r>
      <w:r w:rsidRPr="00C613F5">
        <w:t>укрытий,</w:t>
      </w:r>
      <w:r w:rsidRPr="00C613F5">
        <w:rPr>
          <w:spacing w:val="-4"/>
        </w:rPr>
        <w:t xml:space="preserve"> </w:t>
      </w:r>
      <w:r w:rsidRPr="00C613F5">
        <w:t>укрытий)</w:t>
      </w:r>
      <w:r w:rsidRPr="00C613F5">
        <w:rPr>
          <w:spacing w:val="-6"/>
        </w:rPr>
        <w:t xml:space="preserve"> </w:t>
      </w:r>
      <w:r w:rsidRPr="00C613F5">
        <w:t>к укрытию</w:t>
      </w:r>
      <w:r w:rsidRPr="00C613F5">
        <w:rPr>
          <w:spacing w:val="-11"/>
        </w:rPr>
        <w:t xml:space="preserve"> </w:t>
      </w:r>
      <w:r w:rsidRPr="00C613F5">
        <w:t>эвакуируемого</w:t>
      </w:r>
      <w:r w:rsidRPr="00C613F5">
        <w:rPr>
          <w:spacing w:val="-11"/>
        </w:rPr>
        <w:t xml:space="preserve"> </w:t>
      </w:r>
      <w:r w:rsidRPr="00C613F5">
        <w:t>населения,</w:t>
      </w:r>
      <w:r w:rsidRPr="00C613F5">
        <w:rPr>
          <w:spacing w:val="-11"/>
        </w:rPr>
        <w:t xml:space="preserve"> </w:t>
      </w:r>
      <w:r w:rsidRPr="00C613F5">
        <w:t>Администраций</w:t>
      </w:r>
      <w:r w:rsidRPr="00C613F5">
        <w:rPr>
          <w:spacing w:val="-11"/>
        </w:rPr>
        <w:t xml:space="preserve"> приемных </w:t>
      </w:r>
      <w:r w:rsidRPr="00C613F5">
        <w:t>эвакуационных пунктов и промежуточных пунктов эвакуации (при наличии);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9"/>
        </w:numPr>
        <w:tabs>
          <w:tab w:val="left" w:pos="1147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осуществление мониторинга за подготовкой маршрутов эвакуации на территории</w:t>
      </w:r>
      <w:r w:rsidR="00AA415F" w:rsidRPr="00C613F5">
        <w:t xml:space="preserve">  МО «Городской округ город Сунжа»</w:t>
      </w:r>
      <w:r w:rsidRPr="00C613F5">
        <w:t>.</w:t>
      </w:r>
      <w:r w:rsidR="00AA415F" w:rsidRPr="00C613F5">
        <w:t xml:space="preserve"> </w:t>
      </w:r>
    </w:p>
    <w:p w:rsidR="001515FE" w:rsidRPr="00C613F5" w:rsidRDefault="001515FE" w:rsidP="00C613F5">
      <w:pPr>
        <w:pStyle w:val="a8"/>
        <w:widowControl w:val="0"/>
        <w:numPr>
          <w:ilvl w:val="1"/>
          <w:numId w:val="31"/>
        </w:numPr>
        <w:tabs>
          <w:tab w:val="left" w:pos="1301"/>
        </w:tabs>
        <w:autoSpaceDE w:val="0"/>
        <w:autoSpaceDN w:val="0"/>
        <w:spacing w:line="321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8"/>
        </w:rPr>
        <w:t xml:space="preserve"> </w:t>
      </w:r>
      <w:r w:rsidRPr="00C613F5">
        <w:t>проведении</w:t>
      </w:r>
      <w:r w:rsidRPr="00C613F5">
        <w:rPr>
          <w:spacing w:val="-8"/>
        </w:rPr>
        <w:t xml:space="preserve"> </w:t>
      </w:r>
      <w:r w:rsidRPr="00C613F5">
        <w:rPr>
          <w:spacing w:val="-2"/>
        </w:rPr>
        <w:t>эвакуации:</w:t>
      </w:r>
    </w:p>
    <w:p w:rsidR="001515FE" w:rsidRPr="00C613F5" w:rsidRDefault="001515FE" w:rsidP="00C613F5">
      <w:pPr>
        <w:pStyle w:val="ab"/>
        <w:spacing w:before="202" w:line="268" w:lineRule="auto"/>
        <w:ind w:left="567" w:right="462" w:firstLine="567"/>
        <w:rPr>
          <w:sz w:val="24"/>
          <w:szCs w:val="24"/>
        </w:rPr>
      </w:pPr>
      <w:proofErr w:type="gramStart"/>
      <w:r w:rsidRPr="00C613F5">
        <w:rPr>
          <w:sz w:val="24"/>
          <w:szCs w:val="24"/>
        </w:rPr>
        <w:t>организация связи и поддержание связи с эвакуационными органами</w:t>
      </w:r>
      <w:r w:rsidR="00AA415F" w:rsidRPr="00C613F5">
        <w:rPr>
          <w:sz w:val="24"/>
          <w:szCs w:val="24"/>
        </w:rPr>
        <w:t xml:space="preserve">  МО «Городской округ город Сунжа» </w:t>
      </w:r>
      <w:r w:rsidRPr="00C613F5">
        <w:rPr>
          <w:sz w:val="24"/>
          <w:szCs w:val="24"/>
        </w:rPr>
        <w:t xml:space="preserve">(приемными эвакуационными пунктами, промежуточными пунктами эвакуации (при наличии), пунктами высадки, пунктами </w:t>
      </w:r>
      <w:r w:rsidRPr="00C613F5">
        <w:rPr>
          <w:sz w:val="24"/>
          <w:szCs w:val="24"/>
        </w:rPr>
        <w:lastRenderedPageBreak/>
        <w:t>выгрузки материальных и культурных ценностей) и спасательными службами гражданской обороны муниципального образования</w:t>
      </w:r>
      <w:r w:rsidRPr="00C613F5">
        <w:rPr>
          <w:spacing w:val="40"/>
          <w:sz w:val="24"/>
          <w:szCs w:val="24"/>
        </w:rPr>
        <w:t xml:space="preserve"> </w:t>
      </w:r>
      <w:r w:rsidR="00E14323" w:rsidRPr="00C613F5">
        <w:rPr>
          <w:sz w:val="24"/>
          <w:szCs w:val="24"/>
        </w:rPr>
        <w:t>и транспортными организациями,</w:t>
      </w:r>
      <w:r w:rsidRPr="00C613F5">
        <w:rPr>
          <w:sz w:val="24"/>
          <w:szCs w:val="24"/>
        </w:rPr>
        <w:t xml:space="preserve"> осуществляющие обеспечение мероприятий по первоочередному жизнеобеспечению населения и эвакуационные перевозки эвакуируемого населения;</w:t>
      </w:r>
      <w:proofErr w:type="gramEnd"/>
    </w:p>
    <w:p w:rsidR="001515FE" w:rsidRPr="00C613F5" w:rsidRDefault="001515FE" w:rsidP="00C613F5">
      <w:pPr>
        <w:pStyle w:val="a8"/>
        <w:widowControl w:val="0"/>
        <w:numPr>
          <w:ilvl w:val="0"/>
          <w:numId w:val="28"/>
        </w:numPr>
        <w:tabs>
          <w:tab w:val="left" w:pos="1157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осуществление мониторинга за развертыванием эвакуационных органов</w:t>
      </w:r>
      <w:r w:rsidR="00AA415F" w:rsidRPr="00C613F5">
        <w:t xml:space="preserve">  МО «Городской округ город Сунжа» </w:t>
      </w:r>
      <w:r w:rsidRPr="00C613F5">
        <w:t>(приемных эвакуационных пунктов, промежуточных пунктов эвакуации (при наличии), пунктов высадки, пунктов выгрузки материальных и культурных ценностей) для выполнения задач по предназначению;</w:t>
      </w:r>
    </w:p>
    <w:p w:rsidR="001515FE" w:rsidRPr="00C613F5" w:rsidRDefault="00AA415F" w:rsidP="00C613F5">
      <w:pPr>
        <w:pStyle w:val="a8"/>
        <w:widowControl w:val="0"/>
        <w:numPr>
          <w:ilvl w:val="0"/>
          <w:numId w:val="28"/>
        </w:numPr>
        <w:autoSpaceDE w:val="0"/>
        <w:autoSpaceDN w:val="0"/>
        <w:spacing w:line="319" w:lineRule="exact"/>
        <w:ind w:left="567" w:right="462" w:firstLine="567"/>
        <w:contextualSpacing w:val="0"/>
      </w:pPr>
      <w:r w:rsidRPr="00C613F5">
        <w:t xml:space="preserve"> </w:t>
      </w:r>
      <w:r w:rsidR="001515FE" w:rsidRPr="00C613F5">
        <w:t>управление</w:t>
      </w:r>
      <w:r w:rsidR="001515FE" w:rsidRPr="00C613F5">
        <w:rPr>
          <w:spacing w:val="52"/>
        </w:rPr>
        <w:t xml:space="preserve"> </w:t>
      </w:r>
      <w:r w:rsidR="001515FE" w:rsidRPr="00C613F5">
        <w:t>эвакуационными</w:t>
      </w:r>
      <w:r w:rsidR="001515FE" w:rsidRPr="00C613F5">
        <w:rPr>
          <w:spacing w:val="54"/>
        </w:rPr>
        <w:t xml:space="preserve"> </w:t>
      </w:r>
      <w:r w:rsidR="001515FE" w:rsidRPr="00C613F5">
        <w:t>органами</w:t>
      </w:r>
      <w:r w:rsidR="00D91FB9" w:rsidRPr="00C613F5">
        <w:t xml:space="preserve"> МО «Городской округ город </w:t>
      </w:r>
      <w:r w:rsidR="00D91FB9" w:rsidRPr="00C613F5">
        <w:lastRenderedPageBreak/>
        <w:t>Сунжа»</w:t>
      </w:r>
      <w:r w:rsidRPr="00C613F5">
        <w:rPr>
          <w:spacing w:val="55"/>
        </w:rPr>
        <w:t xml:space="preserve"> </w:t>
      </w:r>
      <w:r w:rsidR="001515FE" w:rsidRPr="00C613F5">
        <w:t>(приемными</w:t>
      </w:r>
      <w:r w:rsidR="001515FE" w:rsidRPr="00C613F5">
        <w:rPr>
          <w:spacing w:val="-13"/>
        </w:rPr>
        <w:t xml:space="preserve"> </w:t>
      </w:r>
      <w:r w:rsidR="001515FE" w:rsidRPr="00C613F5">
        <w:t>эвакуационными</w:t>
      </w:r>
      <w:r w:rsidR="001515FE" w:rsidRPr="00C613F5">
        <w:rPr>
          <w:spacing w:val="-13"/>
        </w:rPr>
        <w:t xml:space="preserve"> </w:t>
      </w:r>
      <w:r w:rsidR="001515FE" w:rsidRPr="00C613F5">
        <w:t>пунктами,</w:t>
      </w:r>
      <w:r w:rsidR="001515FE" w:rsidRPr="00C613F5">
        <w:rPr>
          <w:spacing w:val="-15"/>
        </w:rPr>
        <w:t xml:space="preserve"> </w:t>
      </w:r>
      <w:r w:rsidR="001515FE" w:rsidRPr="00C613F5">
        <w:t>промежуточными пунктами эвакуации (при наличии), пунктами высадки, пунктами выгрузки</w:t>
      </w:r>
      <w:r w:rsidR="001515FE" w:rsidRPr="00C613F5">
        <w:rPr>
          <w:spacing w:val="-18"/>
        </w:rPr>
        <w:t xml:space="preserve"> </w:t>
      </w:r>
      <w:r w:rsidR="001515FE" w:rsidRPr="00C613F5">
        <w:t>материальных</w:t>
      </w:r>
      <w:r w:rsidR="001515FE" w:rsidRPr="00C613F5">
        <w:rPr>
          <w:spacing w:val="-16"/>
        </w:rPr>
        <w:t xml:space="preserve"> </w:t>
      </w:r>
      <w:r w:rsidR="001515FE" w:rsidRPr="00C613F5">
        <w:t>и</w:t>
      </w:r>
      <w:r w:rsidR="001515FE" w:rsidRPr="00C613F5">
        <w:rPr>
          <w:spacing w:val="-17"/>
        </w:rPr>
        <w:t xml:space="preserve"> </w:t>
      </w:r>
      <w:r w:rsidR="001515FE" w:rsidRPr="00C613F5">
        <w:t>культурных</w:t>
      </w:r>
      <w:r w:rsidR="001515FE" w:rsidRPr="00C613F5">
        <w:rPr>
          <w:spacing w:val="-16"/>
        </w:rPr>
        <w:t xml:space="preserve"> </w:t>
      </w:r>
      <w:r w:rsidR="001515FE" w:rsidRPr="00C613F5">
        <w:t>ценностей)</w:t>
      </w:r>
      <w:r w:rsidR="001515FE" w:rsidRPr="00C613F5">
        <w:rPr>
          <w:spacing w:val="-17"/>
        </w:rPr>
        <w:t xml:space="preserve"> </w:t>
      </w:r>
      <w:r w:rsidR="001515FE" w:rsidRPr="00C613F5">
        <w:t>при</w:t>
      </w:r>
      <w:r w:rsidR="001515FE" w:rsidRPr="00C613F5">
        <w:rPr>
          <w:spacing w:val="-17"/>
        </w:rPr>
        <w:t xml:space="preserve"> </w:t>
      </w:r>
      <w:r w:rsidR="001515FE" w:rsidRPr="00C613F5">
        <w:t>выполнении</w:t>
      </w:r>
      <w:r w:rsidR="001515FE" w:rsidRPr="00C613F5">
        <w:rPr>
          <w:spacing w:val="-17"/>
        </w:rPr>
        <w:t xml:space="preserve"> </w:t>
      </w:r>
      <w:r w:rsidR="001515FE" w:rsidRPr="00C613F5">
        <w:t>задачи</w:t>
      </w:r>
      <w:r w:rsidR="001515FE" w:rsidRPr="00C613F5">
        <w:rPr>
          <w:spacing w:val="-17"/>
        </w:rPr>
        <w:t xml:space="preserve"> </w:t>
      </w:r>
      <w:r w:rsidR="001515FE" w:rsidRPr="00C613F5">
        <w:t>по</w:t>
      </w:r>
      <w:r w:rsidR="001515FE" w:rsidRPr="00C613F5">
        <w:rPr>
          <w:spacing w:val="-17"/>
        </w:rPr>
        <w:t xml:space="preserve"> </w:t>
      </w:r>
      <w:r w:rsidR="001515FE" w:rsidRPr="00C613F5">
        <w:t>приему</w:t>
      </w:r>
      <w:r w:rsidR="001515FE" w:rsidRPr="00C613F5">
        <w:rPr>
          <w:spacing w:val="-18"/>
        </w:rPr>
        <w:t xml:space="preserve"> </w:t>
      </w:r>
      <w:r w:rsidR="001515FE" w:rsidRPr="00C613F5">
        <w:t>и размещению в безопасном районе эвакуируемого и рассредоточиваемого (эвакуируемого) населения, материальных и культурных ценностей из зон возможных опасностей;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8"/>
        </w:numPr>
        <w:tabs>
          <w:tab w:val="left" w:pos="1120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осуществление мониторинга за подачей транспортных средств к эвакуационным перевозкам спасательной автомобильной службой гражданской обороны</w:t>
      </w:r>
      <w:r w:rsidR="00AA415F" w:rsidRPr="00C613F5">
        <w:t xml:space="preserve"> МО «Городской округ город Сунжа»</w:t>
      </w:r>
      <w:r w:rsidRPr="00C613F5">
        <w:t xml:space="preserve"> и транспортными организациями, осуществляющими перевозки эвакуируемого населения, материальных</w:t>
      </w:r>
      <w:r w:rsidRPr="00C613F5">
        <w:rPr>
          <w:spacing w:val="-3"/>
        </w:rPr>
        <w:t xml:space="preserve"> </w:t>
      </w:r>
      <w:r w:rsidRPr="00C613F5">
        <w:t>и</w:t>
      </w:r>
      <w:r w:rsidRPr="00C613F5">
        <w:rPr>
          <w:spacing w:val="-3"/>
        </w:rPr>
        <w:t xml:space="preserve"> </w:t>
      </w:r>
      <w:r w:rsidRPr="00C613F5">
        <w:t>культурных</w:t>
      </w:r>
      <w:r w:rsidRPr="00C613F5">
        <w:rPr>
          <w:spacing w:val="-3"/>
        </w:rPr>
        <w:t xml:space="preserve"> </w:t>
      </w:r>
      <w:r w:rsidRPr="00C613F5">
        <w:t>ценностей</w:t>
      </w:r>
      <w:r w:rsidRPr="00C613F5">
        <w:rPr>
          <w:spacing w:val="-3"/>
        </w:rPr>
        <w:t xml:space="preserve"> </w:t>
      </w:r>
      <w:r w:rsidRPr="00C613F5">
        <w:t>на</w:t>
      </w:r>
      <w:r w:rsidRPr="00C613F5">
        <w:rPr>
          <w:spacing w:val="-3"/>
        </w:rPr>
        <w:t xml:space="preserve"> </w:t>
      </w:r>
      <w:r w:rsidRPr="00C613F5">
        <w:t>приемный</w:t>
      </w:r>
      <w:r w:rsidRPr="00C613F5">
        <w:rPr>
          <w:spacing w:val="-3"/>
        </w:rPr>
        <w:t xml:space="preserve"> </w:t>
      </w:r>
      <w:r w:rsidRPr="00C613F5">
        <w:t>эвакуационный</w:t>
      </w:r>
      <w:r w:rsidRPr="00C613F5">
        <w:rPr>
          <w:spacing w:val="-3"/>
        </w:rPr>
        <w:t xml:space="preserve"> </w:t>
      </w:r>
      <w:r w:rsidRPr="00C613F5">
        <w:t>пункт,</w:t>
      </w:r>
      <w:r w:rsidRPr="00C613F5">
        <w:rPr>
          <w:spacing w:val="-4"/>
        </w:rPr>
        <w:t xml:space="preserve"> </w:t>
      </w:r>
      <w:r w:rsidRPr="00C613F5">
        <w:t>промежуточный пункт эвакуации (при наличии);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8"/>
        </w:numPr>
        <w:tabs>
          <w:tab w:val="left" w:pos="1132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осуществление мониторинга за организацией регулирования дорожного движения и поддержания порядка в ходе эвакуационных мероприятий;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8"/>
        </w:numPr>
        <w:tabs>
          <w:tab w:val="left" w:pos="1147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организация размещения, эвакуируемого и рассредоточиваемого (эвакуируемого) населения в</w:t>
      </w:r>
      <w:r w:rsidRPr="00C613F5">
        <w:rPr>
          <w:spacing w:val="-1"/>
        </w:rPr>
        <w:t xml:space="preserve"> </w:t>
      </w:r>
      <w:r w:rsidRPr="00C613F5">
        <w:t>населенных пунктах безопасного района и</w:t>
      </w:r>
      <w:r w:rsidRPr="00C613F5">
        <w:rPr>
          <w:spacing w:val="-1"/>
        </w:rPr>
        <w:t xml:space="preserve"> </w:t>
      </w:r>
      <w:r w:rsidRPr="00C613F5">
        <w:t>его первоочередное жизнеобеспечение;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8"/>
        </w:numPr>
        <w:tabs>
          <w:tab w:val="left" w:pos="1152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 xml:space="preserve">взаимодействие </w:t>
      </w:r>
      <w:proofErr w:type="spellStart"/>
      <w:r w:rsidRPr="00C613F5">
        <w:t>эвакоприемной</w:t>
      </w:r>
      <w:proofErr w:type="spellEnd"/>
      <w:r w:rsidRPr="00C613F5">
        <w:t xml:space="preserve"> комиссии с соответствующими службами гражданской обороны </w:t>
      </w:r>
      <w:r w:rsidR="00AA415F" w:rsidRPr="00C613F5">
        <w:t xml:space="preserve">МО «Городской округ город Сунжа» </w:t>
      </w:r>
      <w:r w:rsidRPr="00C613F5">
        <w:t>и органами военного управления по вопросам приема эвакуируемого и рассредоточиваемого (эвакуируемого) населения и его первоочередному жиз</w:t>
      </w:r>
      <w:r w:rsidRPr="00C613F5">
        <w:rPr>
          <w:spacing w:val="-2"/>
        </w:rPr>
        <w:t>необеспечению;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8"/>
        </w:numPr>
        <w:tabs>
          <w:tab w:val="left" w:pos="1130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 xml:space="preserve">сбор и обобщение данных о прибытии, размещении и первоочередном жизнеобеспечении эвакуируемого и рассредоточиваемого (эвакуируемого) населения, материальных и культурных ценностей. Доклад руководителю гражданской обороны </w:t>
      </w:r>
      <w:r w:rsidR="00AA415F" w:rsidRPr="00C613F5">
        <w:t xml:space="preserve">МО «Городской округ город Сунжа» </w:t>
      </w:r>
      <w:r w:rsidRPr="00C613F5">
        <w:t>и председателю эвакуационной комиссии</w:t>
      </w:r>
      <w:r w:rsidR="00AA415F" w:rsidRPr="00C613F5">
        <w:t xml:space="preserve">  МО «Городской округ город Сунжа»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31"/>
        </w:numPr>
        <w:tabs>
          <w:tab w:val="left" w:pos="1169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Финансирование деятельности Комиссии и других мероприятий по планированию</w:t>
      </w:r>
      <w:r w:rsidRPr="00C613F5">
        <w:rPr>
          <w:spacing w:val="40"/>
        </w:rPr>
        <w:t xml:space="preserve"> </w:t>
      </w:r>
      <w:r w:rsidRPr="00C613F5">
        <w:t>и</w:t>
      </w:r>
      <w:r w:rsidRPr="00C613F5">
        <w:rPr>
          <w:spacing w:val="40"/>
        </w:rPr>
        <w:t xml:space="preserve"> </w:t>
      </w:r>
      <w:r w:rsidRPr="00C613F5">
        <w:t>подготовке</w:t>
      </w:r>
      <w:r w:rsidRPr="00C613F5">
        <w:rPr>
          <w:spacing w:val="40"/>
        </w:rPr>
        <w:t xml:space="preserve"> </w:t>
      </w:r>
      <w:r w:rsidRPr="00C613F5">
        <w:t>к</w:t>
      </w:r>
      <w:r w:rsidRPr="00C613F5">
        <w:rPr>
          <w:spacing w:val="40"/>
        </w:rPr>
        <w:t xml:space="preserve"> </w:t>
      </w:r>
      <w:r w:rsidRPr="00C613F5">
        <w:t>проведению</w:t>
      </w:r>
      <w:r w:rsidRPr="00C613F5">
        <w:rPr>
          <w:spacing w:val="40"/>
        </w:rPr>
        <w:t xml:space="preserve"> </w:t>
      </w:r>
      <w:r w:rsidRPr="00C613F5">
        <w:t>эвакуационных</w:t>
      </w:r>
      <w:r w:rsidRPr="00C613F5">
        <w:rPr>
          <w:spacing w:val="40"/>
        </w:rPr>
        <w:t xml:space="preserve"> </w:t>
      </w:r>
      <w:r w:rsidRPr="00C613F5">
        <w:t>мероприятий</w:t>
      </w:r>
      <w:r w:rsidRPr="00C613F5">
        <w:rPr>
          <w:spacing w:val="40"/>
        </w:rPr>
        <w:t xml:space="preserve"> </w:t>
      </w:r>
      <w:r w:rsidRPr="00C613F5">
        <w:t>осуществляется</w:t>
      </w:r>
      <w:r w:rsidRPr="00C613F5">
        <w:rPr>
          <w:spacing w:val="-17"/>
        </w:rPr>
        <w:t xml:space="preserve"> </w:t>
      </w:r>
      <w:r w:rsidRPr="00C613F5">
        <w:t>в</w:t>
      </w:r>
      <w:r w:rsidRPr="00C613F5">
        <w:rPr>
          <w:spacing w:val="-15"/>
        </w:rPr>
        <w:t xml:space="preserve"> </w:t>
      </w:r>
      <w:r w:rsidRPr="00C613F5">
        <w:t>соответствии</w:t>
      </w:r>
      <w:r w:rsidRPr="00C613F5">
        <w:rPr>
          <w:spacing w:val="-16"/>
        </w:rPr>
        <w:t xml:space="preserve"> </w:t>
      </w:r>
      <w:r w:rsidRPr="00C613F5">
        <w:t>со</w:t>
      </w:r>
      <w:r w:rsidRPr="00C613F5">
        <w:rPr>
          <w:spacing w:val="-15"/>
        </w:rPr>
        <w:t xml:space="preserve"> </w:t>
      </w:r>
      <w:r w:rsidRPr="00C613F5">
        <w:t>статьей</w:t>
      </w:r>
      <w:r w:rsidRPr="00C613F5">
        <w:rPr>
          <w:spacing w:val="-16"/>
        </w:rPr>
        <w:t xml:space="preserve"> </w:t>
      </w:r>
      <w:r w:rsidRPr="00C613F5">
        <w:t>18</w:t>
      </w:r>
      <w:r w:rsidRPr="00C613F5">
        <w:rPr>
          <w:spacing w:val="-15"/>
        </w:rPr>
        <w:t xml:space="preserve"> </w:t>
      </w:r>
      <w:r w:rsidRPr="00C613F5">
        <w:t>Федерального</w:t>
      </w:r>
      <w:r w:rsidRPr="00C613F5">
        <w:rPr>
          <w:spacing w:val="-15"/>
        </w:rPr>
        <w:t xml:space="preserve"> </w:t>
      </w:r>
      <w:r w:rsidRPr="00C613F5">
        <w:t>закона</w:t>
      </w:r>
      <w:r w:rsidRPr="00C613F5">
        <w:rPr>
          <w:spacing w:val="-18"/>
        </w:rPr>
        <w:t xml:space="preserve"> </w:t>
      </w:r>
      <w:r w:rsidRPr="00C613F5">
        <w:t>от</w:t>
      </w:r>
      <w:r w:rsidRPr="00C613F5">
        <w:rPr>
          <w:spacing w:val="-16"/>
        </w:rPr>
        <w:t xml:space="preserve"> </w:t>
      </w:r>
      <w:r w:rsidRPr="00C613F5">
        <w:t>12.02.1998</w:t>
      </w:r>
      <w:r w:rsidRPr="00C613F5">
        <w:rPr>
          <w:spacing w:val="-18"/>
        </w:rPr>
        <w:t xml:space="preserve"> </w:t>
      </w:r>
      <w:r w:rsidRPr="00C613F5">
        <w:t>№ 28-ФЗ «О гражданской обороне».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31"/>
        </w:numPr>
        <w:tabs>
          <w:tab w:val="left" w:pos="1089"/>
        </w:tabs>
        <w:autoSpaceDE w:val="0"/>
        <w:autoSpaceDN w:val="0"/>
        <w:spacing w:line="321" w:lineRule="exact"/>
        <w:ind w:left="567" w:right="462" w:firstLine="567"/>
        <w:contextualSpacing w:val="0"/>
      </w:pPr>
      <w:r w:rsidRPr="00C613F5">
        <w:t>Комиссия</w:t>
      </w:r>
      <w:r w:rsidRPr="00C613F5">
        <w:rPr>
          <w:spacing w:val="-6"/>
        </w:rPr>
        <w:t xml:space="preserve"> </w:t>
      </w:r>
      <w:r w:rsidRPr="00C613F5">
        <w:t>имеет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право: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7"/>
        </w:numPr>
        <w:tabs>
          <w:tab w:val="left" w:pos="1142"/>
        </w:tabs>
        <w:autoSpaceDE w:val="0"/>
        <w:autoSpaceDN w:val="0"/>
        <w:spacing w:before="38" w:line="268" w:lineRule="auto"/>
        <w:ind w:left="567" w:right="462" w:firstLine="567"/>
        <w:contextualSpacing w:val="0"/>
      </w:pPr>
      <w:r w:rsidRPr="00C613F5">
        <w:t>в пределах своей компетенции принимать решения, обязательные для выполнения ведомствами, учреждениями и организациями на территории</w:t>
      </w:r>
      <w:r w:rsidR="00B53CDE" w:rsidRPr="00C613F5">
        <w:t xml:space="preserve"> МО «Городской округ город Сунжа»</w:t>
      </w:r>
      <w:r w:rsidRPr="00C613F5">
        <w:t>, связанные с планированием и всесторонней подготовкой к проведению эвакуационных мероприятий;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7"/>
        </w:numPr>
        <w:tabs>
          <w:tab w:val="left" w:pos="1128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решения Комиссии могут оформляться постановлениями и распоряжениями Главы</w:t>
      </w:r>
      <w:r w:rsidR="00B53CDE" w:rsidRPr="00C613F5">
        <w:t xml:space="preserve"> МО «Городской округ город Сунжа»</w:t>
      </w:r>
      <w:r w:rsidRPr="00C613F5">
        <w:rPr>
          <w:spacing w:val="-2"/>
        </w:rPr>
        <w:t>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7"/>
        </w:numPr>
        <w:tabs>
          <w:tab w:val="left" w:pos="1164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осуществлять контроль</w:t>
      </w:r>
      <w:r w:rsidR="00B53CDE" w:rsidRPr="00C613F5">
        <w:t>,</w:t>
      </w:r>
      <w:r w:rsidRPr="00C613F5">
        <w:t xml:space="preserve"> за деятельностью эвакуационных органов по вопросам организации планирования и всесторонней </w:t>
      </w:r>
      <w:r w:rsidRPr="00C613F5">
        <w:lastRenderedPageBreak/>
        <w:t>подготовке к проведению эвакуационных мероприятий;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7"/>
        </w:numPr>
        <w:tabs>
          <w:tab w:val="left" w:pos="1116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lastRenderedPageBreak/>
        <w:t>осуществлять контроль</w:t>
      </w:r>
      <w:r w:rsidR="00B53CDE" w:rsidRPr="00C613F5">
        <w:t>,</w:t>
      </w:r>
      <w:r w:rsidRPr="00C613F5">
        <w:t xml:space="preserve"> за подготовкой и готовностью пунктов посадки (высадки),</w:t>
      </w:r>
      <w:r w:rsidRPr="00C613F5">
        <w:rPr>
          <w:spacing w:val="-18"/>
        </w:rPr>
        <w:t xml:space="preserve"> </w:t>
      </w:r>
      <w:r w:rsidRPr="00C613F5">
        <w:t>приемных</w:t>
      </w:r>
      <w:r w:rsidRPr="00C613F5">
        <w:rPr>
          <w:spacing w:val="-17"/>
        </w:rPr>
        <w:t xml:space="preserve"> </w:t>
      </w:r>
      <w:r w:rsidRPr="00C613F5">
        <w:t>эвакуационных</w:t>
      </w:r>
      <w:r w:rsidRPr="00C613F5">
        <w:rPr>
          <w:spacing w:val="-18"/>
        </w:rPr>
        <w:t xml:space="preserve"> </w:t>
      </w:r>
      <w:r w:rsidRPr="00C613F5">
        <w:t>пунктов,</w:t>
      </w:r>
      <w:r w:rsidRPr="00C613F5">
        <w:rPr>
          <w:spacing w:val="-17"/>
        </w:rPr>
        <w:t xml:space="preserve"> </w:t>
      </w:r>
      <w:r w:rsidRPr="00C613F5">
        <w:t>промежуточных</w:t>
      </w:r>
      <w:r w:rsidRPr="00C613F5">
        <w:rPr>
          <w:spacing w:val="-18"/>
        </w:rPr>
        <w:t xml:space="preserve"> </w:t>
      </w:r>
      <w:r w:rsidRPr="00C613F5">
        <w:t>пунктов</w:t>
      </w:r>
      <w:r w:rsidRPr="00C613F5">
        <w:rPr>
          <w:spacing w:val="-17"/>
        </w:rPr>
        <w:t xml:space="preserve"> </w:t>
      </w:r>
      <w:r w:rsidRPr="00C613F5">
        <w:t>эвакуации (при наличии), а также личного состава Администраций указанных объектов к выполнению задач по предназначению;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7"/>
        </w:numPr>
        <w:tabs>
          <w:tab w:val="left" w:pos="1130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проводить проверки организации планирования и подготовки к проведению эвакуа</w:t>
      </w:r>
      <w:r w:rsidR="00B53CDE" w:rsidRPr="00C613F5">
        <w:t>ционных мероприятий в</w:t>
      </w:r>
      <w:r w:rsidR="00D91FB9" w:rsidRPr="00C613F5">
        <w:t xml:space="preserve"> МО «Городской округ город Сунжа»</w:t>
      </w:r>
      <w:r w:rsidRPr="00C613F5">
        <w:t>, а также в расположенных на их территории организациях, учреждениях и объектах экономики.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31"/>
        </w:numPr>
        <w:tabs>
          <w:tab w:val="left" w:pos="1089"/>
        </w:tabs>
        <w:autoSpaceDE w:val="0"/>
        <w:autoSpaceDN w:val="0"/>
        <w:spacing w:line="320" w:lineRule="exact"/>
        <w:ind w:left="567" w:right="462" w:firstLine="567"/>
        <w:contextualSpacing w:val="0"/>
      </w:pPr>
      <w:r w:rsidRPr="00C613F5">
        <w:t>Структура</w:t>
      </w:r>
      <w:r w:rsidRPr="00C613F5">
        <w:rPr>
          <w:spacing w:val="-7"/>
        </w:rPr>
        <w:t xml:space="preserve"> </w:t>
      </w:r>
      <w:r w:rsidRPr="00C613F5">
        <w:rPr>
          <w:spacing w:val="-2"/>
        </w:rPr>
        <w:t>комиссии: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6"/>
        </w:numPr>
        <w:tabs>
          <w:tab w:val="left" w:pos="1113"/>
        </w:tabs>
        <w:autoSpaceDE w:val="0"/>
        <w:autoSpaceDN w:val="0"/>
        <w:spacing w:before="31"/>
        <w:ind w:left="567" w:right="462" w:firstLine="567"/>
        <w:contextualSpacing w:val="0"/>
      </w:pPr>
      <w:r w:rsidRPr="00C613F5">
        <w:rPr>
          <w:spacing w:val="-6"/>
        </w:rPr>
        <w:t>руководство</w:t>
      </w:r>
      <w:r w:rsidRPr="00C613F5">
        <w:rPr>
          <w:spacing w:val="8"/>
        </w:rPr>
        <w:t xml:space="preserve"> </w:t>
      </w:r>
      <w:proofErr w:type="spellStart"/>
      <w:r w:rsidRPr="00C613F5">
        <w:rPr>
          <w:spacing w:val="-6"/>
        </w:rPr>
        <w:t>эвакоприемной</w:t>
      </w:r>
      <w:proofErr w:type="spellEnd"/>
      <w:r w:rsidRPr="00C613F5">
        <w:rPr>
          <w:spacing w:val="7"/>
        </w:rPr>
        <w:t xml:space="preserve"> </w:t>
      </w:r>
      <w:r w:rsidRPr="00C613F5">
        <w:rPr>
          <w:spacing w:val="-6"/>
        </w:rPr>
        <w:t>комиссией;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6"/>
        </w:numPr>
        <w:tabs>
          <w:tab w:val="left" w:pos="1113"/>
        </w:tabs>
        <w:autoSpaceDE w:val="0"/>
        <w:autoSpaceDN w:val="0"/>
        <w:spacing w:before="38"/>
        <w:ind w:left="567" w:right="462" w:firstLine="567"/>
        <w:contextualSpacing w:val="0"/>
      </w:pPr>
      <w:r w:rsidRPr="00C613F5">
        <w:t>группа</w:t>
      </w:r>
      <w:r w:rsidRPr="00C613F5">
        <w:rPr>
          <w:spacing w:val="-7"/>
        </w:rPr>
        <w:t xml:space="preserve"> </w:t>
      </w:r>
      <w:r w:rsidRPr="00C613F5">
        <w:t>оповещения</w:t>
      </w:r>
      <w:r w:rsidRPr="00C613F5">
        <w:rPr>
          <w:spacing w:val="-4"/>
        </w:rPr>
        <w:t xml:space="preserve"> </w:t>
      </w:r>
      <w:r w:rsidRPr="00C613F5">
        <w:t>и</w:t>
      </w:r>
      <w:r w:rsidRPr="00C613F5">
        <w:rPr>
          <w:spacing w:val="-4"/>
        </w:rPr>
        <w:t xml:space="preserve"> </w:t>
      </w:r>
      <w:r w:rsidRPr="00C613F5">
        <w:rPr>
          <w:spacing w:val="-2"/>
        </w:rPr>
        <w:t>связи;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6"/>
        </w:numPr>
        <w:tabs>
          <w:tab w:val="left" w:pos="1113"/>
        </w:tabs>
        <w:autoSpaceDE w:val="0"/>
        <w:autoSpaceDN w:val="0"/>
        <w:spacing w:before="38"/>
        <w:ind w:left="567" w:right="462" w:firstLine="567"/>
        <w:contextualSpacing w:val="0"/>
      </w:pPr>
      <w:r w:rsidRPr="00C613F5">
        <w:t>группа</w:t>
      </w:r>
      <w:r w:rsidRPr="00C613F5">
        <w:rPr>
          <w:spacing w:val="-11"/>
        </w:rPr>
        <w:t xml:space="preserve"> </w:t>
      </w:r>
      <w:r w:rsidRPr="00C613F5">
        <w:t>первоочередного</w:t>
      </w:r>
      <w:r w:rsidRPr="00C613F5">
        <w:rPr>
          <w:spacing w:val="-7"/>
        </w:rPr>
        <w:t xml:space="preserve"> </w:t>
      </w:r>
      <w:r w:rsidRPr="00C613F5">
        <w:rPr>
          <w:spacing w:val="-2"/>
        </w:rPr>
        <w:t>жизнеобеспечения;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6"/>
        </w:numPr>
        <w:tabs>
          <w:tab w:val="left" w:pos="1113"/>
        </w:tabs>
        <w:autoSpaceDE w:val="0"/>
        <w:autoSpaceDN w:val="0"/>
        <w:spacing w:before="38"/>
        <w:ind w:left="567" w:right="462" w:firstLine="567"/>
        <w:contextualSpacing w:val="0"/>
      </w:pPr>
      <w:r w:rsidRPr="00C613F5">
        <w:t>группа</w:t>
      </w:r>
      <w:r w:rsidRPr="00C613F5">
        <w:rPr>
          <w:spacing w:val="-11"/>
        </w:rPr>
        <w:t xml:space="preserve"> </w:t>
      </w:r>
      <w:r w:rsidRPr="00C613F5">
        <w:t>дорожного</w:t>
      </w:r>
      <w:r w:rsidRPr="00C613F5">
        <w:rPr>
          <w:spacing w:val="-7"/>
        </w:rPr>
        <w:t xml:space="preserve"> </w:t>
      </w:r>
      <w:r w:rsidRPr="00C613F5">
        <w:t>и</w:t>
      </w:r>
      <w:r w:rsidRPr="00C613F5">
        <w:rPr>
          <w:spacing w:val="-7"/>
        </w:rPr>
        <w:t xml:space="preserve"> </w:t>
      </w:r>
      <w:r w:rsidRPr="00C613F5">
        <w:t>транспортного</w:t>
      </w:r>
      <w:r w:rsidRPr="00C613F5">
        <w:rPr>
          <w:spacing w:val="-8"/>
        </w:rPr>
        <w:t xml:space="preserve"> </w:t>
      </w:r>
      <w:r w:rsidRPr="00C613F5">
        <w:rPr>
          <w:spacing w:val="-2"/>
        </w:rPr>
        <w:t>обеспечения;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6"/>
        </w:numPr>
        <w:tabs>
          <w:tab w:val="left" w:pos="1113"/>
        </w:tabs>
        <w:autoSpaceDE w:val="0"/>
        <w:autoSpaceDN w:val="0"/>
        <w:spacing w:before="38"/>
        <w:ind w:left="567" w:right="462" w:firstLine="567"/>
        <w:contextualSpacing w:val="0"/>
      </w:pPr>
      <w:r w:rsidRPr="00C613F5">
        <w:t>группа</w:t>
      </w:r>
      <w:r w:rsidRPr="00C613F5">
        <w:rPr>
          <w:spacing w:val="-10"/>
        </w:rPr>
        <w:t xml:space="preserve"> </w:t>
      </w:r>
      <w:r w:rsidRPr="00C613F5">
        <w:t>организации</w:t>
      </w:r>
      <w:r w:rsidRPr="00C613F5">
        <w:rPr>
          <w:spacing w:val="-8"/>
        </w:rPr>
        <w:t xml:space="preserve"> </w:t>
      </w:r>
      <w:r w:rsidRPr="00C613F5">
        <w:t>размещения</w:t>
      </w:r>
      <w:r w:rsidRPr="00C613F5">
        <w:rPr>
          <w:spacing w:val="-8"/>
        </w:rPr>
        <w:t xml:space="preserve"> </w:t>
      </w:r>
      <w:r w:rsidRPr="00C613F5">
        <w:t>эвакуируемого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населения;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6"/>
        </w:numPr>
        <w:tabs>
          <w:tab w:val="left" w:pos="1113"/>
        </w:tabs>
        <w:autoSpaceDE w:val="0"/>
        <w:autoSpaceDN w:val="0"/>
        <w:spacing w:before="38"/>
        <w:ind w:left="567" w:right="462" w:firstLine="567"/>
        <w:contextualSpacing w:val="0"/>
      </w:pPr>
      <w:r w:rsidRPr="00C613F5">
        <w:rPr>
          <w:spacing w:val="-2"/>
        </w:rPr>
        <w:t>группа</w:t>
      </w:r>
      <w:r w:rsidRPr="00C613F5">
        <w:rPr>
          <w:spacing w:val="-14"/>
        </w:rPr>
        <w:t xml:space="preserve"> </w:t>
      </w:r>
      <w:r w:rsidRPr="00C613F5">
        <w:rPr>
          <w:spacing w:val="-2"/>
        </w:rPr>
        <w:t>учета</w:t>
      </w:r>
      <w:r w:rsidRPr="00C613F5">
        <w:rPr>
          <w:spacing w:val="-13"/>
        </w:rPr>
        <w:t xml:space="preserve"> </w:t>
      </w:r>
      <w:r w:rsidRPr="00C613F5">
        <w:rPr>
          <w:spacing w:val="-2"/>
        </w:rPr>
        <w:t>эвакуируемого</w:t>
      </w:r>
      <w:r w:rsidRPr="00C613F5">
        <w:rPr>
          <w:spacing w:val="-12"/>
        </w:rPr>
        <w:t xml:space="preserve"> </w:t>
      </w:r>
      <w:r w:rsidRPr="00C613F5">
        <w:rPr>
          <w:spacing w:val="-2"/>
        </w:rPr>
        <w:t>населения</w:t>
      </w:r>
      <w:r w:rsidRPr="00C613F5">
        <w:rPr>
          <w:spacing w:val="-13"/>
        </w:rPr>
        <w:t xml:space="preserve"> </w:t>
      </w:r>
      <w:r w:rsidRPr="00C613F5">
        <w:rPr>
          <w:spacing w:val="-2"/>
        </w:rPr>
        <w:t>и</w:t>
      </w:r>
      <w:r w:rsidRPr="00C613F5">
        <w:rPr>
          <w:spacing w:val="-13"/>
        </w:rPr>
        <w:t xml:space="preserve"> </w:t>
      </w:r>
      <w:r w:rsidRPr="00C613F5">
        <w:rPr>
          <w:spacing w:val="-2"/>
        </w:rPr>
        <w:t>информации;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6"/>
        </w:numPr>
        <w:tabs>
          <w:tab w:val="left" w:pos="1113"/>
        </w:tabs>
        <w:autoSpaceDE w:val="0"/>
        <w:autoSpaceDN w:val="0"/>
        <w:spacing w:before="38"/>
        <w:ind w:left="567" w:right="462" w:firstLine="567"/>
        <w:contextualSpacing w:val="0"/>
      </w:pPr>
      <w:r w:rsidRPr="00C613F5">
        <w:t>группа</w:t>
      </w:r>
      <w:r w:rsidRPr="00C613F5">
        <w:rPr>
          <w:spacing w:val="-9"/>
        </w:rPr>
        <w:t xml:space="preserve"> </w:t>
      </w:r>
      <w:r w:rsidRPr="00C613F5">
        <w:t>эвакуации</w:t>
      </w:r>
      <w:r w:rsidRPr="00C613F5">
        <w:rPr>
          <w:spacing w:val="-8"/>
        </w:rPr>
        <w:t xml:space="preserve"> </w:t>
      </w:r>
      <w:r w:rsidRPr="00C613F5">
        <w:t>материальных</w:t>
      </w:r>
      <w:r w:rsidRPr="00C613F5">
        <w:rPr>
          <w:spacing w:val="-9"/>
        </w:rPr>
        <w:t xml:space="preserve"> </w:t>
      </w:r>
      <w:r w:rsidRPr="00C613F5">
        <w:t>и</w:t>
      </w:r>
      <w:r w:rsidRPr="00C613F5">
        <w:rPr>
          <w:spacing w:val="-7"/>
        </w:rPr>
        <w:t xml:space="preserve"> </w:t>
      </w:r>
      <w:r w:rsidRPr="00C613F5">
        <w:t>культурных</w:t>
      </w:r>
      <w:r w:rsidRPr="00C613F5">
        <w:rPr>
          <w:spacing w:val="-5"/>
        </w:rPr>
        <w:t xml:space="preserve"> </w:t>
      </w:r>
      <w:r w:rsidRPr="00C613F5">
        <w:rPr>
          <w:spacing w:val="-2"/>
        </w:rPr>
        <w:t>ценностей.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31"/>
        </w:numPr>
        <w:tabs>
          <w:tab w:val="left" w:pos="1269"/>
        </w:tabs>
        <w:autoSpaceDE w:val="0"/>
        <w:autoSpaceDN w:val="0"/>
        <w:spacing w:before="38" w:line="268" w:lineRule="auto"/>
        <w:ind w:left="567" w:right="462" w:firstLine="567"/>
        <w:contextualSpacing w:val="0"/>
      </w:pPr>
      <w:r w:rsidRPr="00C613F5">
        <w:t>Председатель Комиссии несет персональную ответственность за выполнение возложенных на Комиссию задач и функций в мирное и военное вре</w:t>
      </w:r>
      <w:r w:rsidRPr="00C613F5">
        <w:rPr>
          <w:spacing w:val="-4"/>
        </w:rPr>
        <w:t>мя.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31"/>
        </w:numPr>
        <w:tabs>
          <w:tab w:val="left" w:pos="1240"/>
        </w:tabs>
        <w:autoSpaceDE w:val="0"/>
        <w:autoSpaceDN w:val="0"/>
        <w:spacing w:line="268" w:lineRule="auto"/>
        <w:ind w:left="567" w:right="462" w:firstLine="567"/>
        <w:contextualSpacing w:val="0"/>
      </w:pPr>
      <w:r w:rsidRPr="00C613F5">
        <w:t>Работа Комиссии осуществляется по плану деятельности на год. План работы Комиссии разрабатывает секретарь комиссии, утверждает председатель Комиссии. Заседания Комиссии проводятся не менее 1 раза в год и оформляются протоколами.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</w:p>
    <w:p w:rsidR="001515FE" w:rsidRPr="00C613F5" w:rsidRDefault="001515FE" w:rsidP="00C613F5">
      <w:pPr>
        <w:pStyle w:val="ab"/>
        <w:spacing w:before="95"/>
        <w:ind w:left="567" w:right="462" w:firstLine="567"/>
        <w:rPr>
          <w:sz w:val="24"/>
          <w:szCs w:val="24"/>
        </w:rPr>
      </w:pPr>
    </w:p>
    <w:p w:rsidR="00E14323" w:rsidRPr="00C613F5" w:rsidRDefault="00E14323" w:rsidP="00C613F5">
      <w:pPr>
        <w:ind w:left="567" w:right="462"/>
      </w:pPr>
    </w:p>
    <w:p w:rsidR="001515FE" w:rsidRPr="00C613F5" w:rsidRDefault="001515FE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>Приложение № 5</w:t>
      </w:r>
    </w:p>
    <w:p w:rsidR="001515FE" w:rsidRPr="00C613F5" w:rsidRDefault="001515FE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>к Постановлению администрации</w:t>
      </w:r>
    </w:p>
    <w:p w:rsidR="00D91FB9" w:rsidRPr="00C613F5" w:rsidRDefault="00D91FB9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>МО «Городской округ город Сунжа»</w:t>
      </w:r>
    </w:p>
    <w:p w:rsidR="001515FE" w:rsidRPr="00C613F5" w:rsidRDefault="001515FE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>от ______________№_____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</w:p>
    <w:p w:rsidR="001515FE" w:rsidRPr="00C613F5" w:rsidRDefault="001515FE" w:rsidP="00C613F5">
      <w:pPr>
        <w:pStyle w:val="ab"/>
        <w:spacing w:before="188"/>
        <w:ind w:left="567" w:right="462" w:firstLine="567"/>
        <w:rPr>
          <w:sz w:val="24"/>
          <w:szCs w:val="24"/>
        </w:rPr>
      </w:pPr>
    </w:p>
    <w:p w:rsidR="001515FE" w:rsidRPr="00C613F5" w:rsidRDefault="001515FE" w:rsidP="00C613F5">
      <w:pPr>
        <w:spacing w:before="1" w:line="322" w:lineRule="exact"/>
        <w:ind w:left="567" w:right="462"/>
        <w:jc w:val="center"/>
        <w:rPr>
          <w:rFonts w:cs="Arial"/>
          <w:b/>
          <w:bCs/>
          <w:iCs/>
          <w:sz w:val="30"/>
          <w:szCs w:val="28"/>
        </w:rPr>
      </w:pPr>
      <w:r w:rsidRPr="00C613F5">
        <w:rPr>
          <w:rFonts w:cs="Arial"/>
          <w:b/>
          <w:bCs/>
          <w:iCs/>
          <w:sz w:val="30"/>
          <w:szCs w:val="28"/>
        </w:rPr>
        <w:t>ФУНКЦИОНАЛЬНЫЕ</w:t>
      </w:r>
      <w:r w:rsidRPr="00C613F5">
        <w:rPr>
          <w:rFonts w:cs="Arial"/>
          <w:b/>
          <w:bCs/>
          <w:iCs/>
          <w:spacing w:val="-11"/>
          <w:sz w:val="30"/>
          <w:szCs w:val="28"/>
        </w:rPr>
        <w:t xml:space="preserve"> </w:t>
      </w:r>
      <w:r w:rsidRPr="00C613F5">
        <w:rPr>
          <w:rFonts w:cs="Arial"/>
          <w:b/>
          <w:bCs/>
          <w:iCs/>
          <w:spacing w:val="-2"/>
          <w:sz w:val="30"/>
          <w:szCs w:val="28"/>
        </w:rPr>
        <w:t>ОБЯЗАННОСТИ</w:t>
      </w:r>
    </w:p>
    <w:p w:rsidR="001515FE" w:rsidRPr="00C613F5" w:rsidRDefault="001515FE" w:rsidP="00C613F5">
      <w:pPr>
        <w:spacing w:line="322" w:lineRule="exact"/>
        <w:ind w:left="567" w:right="462"/>
        <w:jc w:val="center"/>
        <w:rPr>
          <w:rFonts w:cs="Arial"/>
          <w:b/>
          <w:bCs/>
          <w:iCs/>
          <w:sz w:val="30"/>
          <w:szCs w:val="28"/>
        </w:rPr>
      </w:pPr>
      <w:r w:rsidRPr="00C613F5">
        <w:rPr>
          <w:rFonts w:cs="Arial"/>
          <w:b/>
          <w:bCs/>
          <w:iCs/>
          <w:sz w:val="30"/>
          <w:szCs w:val="28"/>
        </w:rPr>
        <w:t>членов</w:t>
      </w:r>
      <w:r w:rsidRPr="00C613F5">
        <w:rPr>
          <w:rFonts w:cs="Arial"/>
          <w:b/>
          <w:bCs/>
          <w:iCs/>
          <w:spacing w:val="-13"/>
          <w:sz w:val="30"/>
          <w:szCs w:val="28"/>
        </w:rPr>
        <w:t xml:space="preserve"> </w:t>
      </w:r>
      <w:proofErr w:type="spellStart"/>
      <w:r w:rsidRPr="00C613F5">
        <w:rPr>
          <w:rFonts w:cs="Arial"/>
          <w:b/>
          <w:bCs/>
          <w:iCs/>
          <w:sz w:val="30"/>
          <w:szCs w:val="28"/>
        </w:rPr>
        <w:t>эвакоприемной</w:t>
      </w:r>
      <w:proofErr w:type="spellEnd"/>
      <w:r w:rsidRPr="00C613F5">
        <w:rPr>
          <w:rFonts w:cs="Arial"/>
          <w:b/>
          <w:bCs/>
          <w:iCs/>
          <w:spacing w:val="-9"/>
          <w:sz w:val="30"/>
          <w:szCs w:val="28"/>
        </w:rPr>
        <w:t xml:space="preserve"> </w:t>
      </w:r>
      <w:r w:rsidRPr="00C613F5">
        <w:rPr>
          <w:rFonts w:cs="Arial"/>
          <w:b/>
          <w:bCs/>
          <w:iCs/>
          <w:sz w:val="30"/>
          <w:szCs w:val="28"/>
        </w:rPr>
        <w:t>комиссии</w:t>
      </w:r>
      <w:r w:rsidRPr="00C613F5">
        <w:rPr>
          <w:rFonts w:cs="Arial"/>
          <w:b/>
          <w:bCs/>
          <w:iCs/>
          <w:spacing w:val="-9"/>
          <w:sz w:val="30"/>
          <w:szCs w:val="28"/>
        </w:rPr>
        <w:t xml:space="preserve"> </w:t>
      </w:r>
      <w:r w:rsidR="00D91FB9" w:rsidRPr="00C613F5">
        <w:rPr>
          <w:rFonts w:cs="Arial"/>
          <w:b/>
          <w:bCs/>
          <w:iCs/>
          <w:spacing w:val="-9"/>
          <w:sz w:val="30"/>
          <w:szCs w:val="28"/>
        </w:rPr>
        <w:t>МО «Городской округ город Сунжа»</w:t>
      </w:r>
    </w:p>
    <w:p w:rsidR="001515FE" w:rsidRPr="00C613F5" w:rsidRDefault="001515FE" w:rsidP="00C613F5">
      <w:pPr>
        <w:pStyle w:val="ab"/>
        <w:spacing w:before="319"/>
        <w:ind w:left="567" w:right="462" w:firstLine="567"/>
        <w:rPr>
          <w:bCs/>
          <w:sz w:val="24"/>
          <w:szCs w:val="24"/>
        </w:rPr>
      </w:pPr>
      <w:r w:rsidRPr="00C613F5">
        <w:rPr>
          <w:bCs/>
          <w:sz w:val="24"/>
          <w:szCs w:val="24"/>
        </w:rPr>
        <w:lastRenderedPageBreak/>
        <w:t>Функциональные</w:t>
      </w:r>
      <w:r w:rsidRPr="00C613F5">
        <w:rPr>
          <w:bCs/>
          <w:spacing w:val="-18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обязанности председателя Комиссии</w:t>
      </w:r>
    </w:p>
    <w:p w:rsidR="001515FE" w:rsidRPr="00C613F5" w:rsidRDefault="001515FE" w:rsidP="00C613F5">
      <w:pPr>
        <w:pStyle w:val="ab"/>
        <w:spacing w:before="32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lastRenderedPageBreak/>
        <w:t xml:space="preserve">Председатель </w:t>
      </w:r>
      <w:proofErr w:type="spellStart"/>
      <w:r w:rsidRPr="00C613F5">
        <w:rPr>
          <w:sz w:val="24"/>
          <w:szCs w:val="24"/>
        </w:rPr>
        <w:t>эвакоприемной</w:t>
      </w:r>
      <w:proofErr w:type="spellEnd"/>
      <w:r w:rsidRPr="00C613F5">
        <w:rPr>
          <w:sz w:val="24"/>
          <w:szCs w:val="24"/>
        </w:rPr>
        <w:t xml:space="preserve"> комиссии отвечает за организацию и своевременное проведение приема и размещения эвакуируемого населения, материальных и культурных ценностей.</w:t>
      </w:r>
    </w:p>
    <w:p w:rsidR="001515FE" w:rsidRPr="00C613F5" w:rsidRDefault="001515FE" w:rsidP="00C613F5">
      <w:pPr>
        <w:pStyle w:val="ab"/>
        <w:spacing w:line="321" w:lineRule="exact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Председатель</w:t>
      </w:r>
      <w:r w:rsidRPr="00C613F5">
        <w:rPr>
          <w:spacing w:val="70"/>
          <w:w w:val="150"/>
          <w:sz w:val="24"/>
          <w:szCs w:val="24"/>
        </w:rPr>
        <w:t xml:space="preserve"> </w:t>
      </w:r>
      <w:proofErr w:type="spellStart"/>
      <w:r w:rsidRPr="00C613F5">
        <w:rPr>
          <w:sz w:val="24"/>
          <w:szCs w:val="24"/>
        </w:rPr>
        <w:t>эвакоприемной</w:t>
      </w:r>
      <w:proofErr w:type="spellEnd"/>
      <w:r w:rsidRPr="00C613F5">
        <w:rPr>
          <w:spacing w:val="73"/>
          <w:w w:val="150"/>
          <w:sz w:val="24"/>
          <w:szCs w:val="24"/>
        </w:rPr>
        <w:t xml:space="preserve"> </w:t>
      </w:r>
      <w:r w:rsidRPr="00C613F5">
        <w:rPr>
          <w:sz w:val="24"/>
          <w:szCs w:val="24"/>
        </w:rPr>
        <w:t>комиссии</w:t>
      </w:r>
      <w:r w:rsidR="00D91FB9" w:rsidRPr="00C613F5">
        <w:rPr>
          <w:sz w:val="24"/>
          <w:szCs w:val="24"/>
        </w:rPr>
        <w:t xml:space="preserve"> МО «Городской округ город Сунжа»</w:t>
      </w:r>
      <w:r w:rsidRPr="00C613F5">
        <w:rPr>
          <w:spacing w:val="69"/>
          <w:w w:val="150"/>
          <w:sz w:val="24"/>
          <w:szCs w:val="24"/>
        </w:rPr>
        <w:t xml:space="preserve"> </w:t>
      </w:r>
      <w:r w:rsidRPr="00C613F5">
        <w:rPr>
          <w:sz w:val="24"/>
          <w:szCs w:val="24"/>
        </w:rPr>
        <w:t xml:space="preserve">(далее - Комиссия) подчиняется Главе </w:t>
      </w:r>
      <w:r w:rsidR="00D91FB9" w:rsidRPr="00C613F5">
        <w:rPr>
          <w:sz w:val="24"/>
          <w:szCs w:val="24"/>
        </w:rPr>
        <w:t>МО «Городской округ город Сунжа»</w:t>
      </w:r>
      <w:r w:rsidR="00C178BB" w:rsidRPr="00C613F5">
        <w:rPr>
          <w:sz w:val="24"/>
          <w:szCs w:val="24"/>
        </w:rPr>
        <w:t xml:space="preserve"> </w:t>
      </w:r>
      <w:r w:rsidRPr="00C613F5">
        <w:rPr>
          <w:sz w:val="24"/>
          <w:szCs w:val="24"/>
        </w:rPr>
        <w:t>и является непосредственным начальником для всех членов Комиссии. Его решения являются обязательными к</w:t>
      </w:r>
      <w:r w:rsidR="00D91FB9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исполнению всеми членами Комиссии.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Председатель Комиссии осуществляет непосредственное руководство деятельностью Комиссии.</w:t>
      </w:r>
      <w:r w:rsidR="00D91FB9" w:rsidRPr="00C613F5">
        <w:rPr>
          <w:sz w:val="24"/>
          <w:szCs w:val="24"/>
        </w:rPr>
        <w:t xml:space="preserve"> 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На председателя Комиссии возложено выполнение следующих </w:t>
      </w:r>
      <w:r w:rsidRPr="00C613F5">
        <w:rPr>
          <w:spacing w:val="-2"/>
          <w:sz w:val="24"/>
          <w:szCs w:val="24"/>
        </w:rPr>
        <w:t>обязанностей: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5"/>
        </w:numPr>
        <w:tabs>
          <w:tab w:val="left" w:pos="1084"/>
        </w:tabs>
        <w:autoSpaceDE w:val="0"/>
        <w:autoSpaceDN w:val="0"/>
        <w:spacing w:line="321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повседневной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деятельности: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организация и контроль</w:t>
      </w:r>
      <w:r w:rsidR="00D91FB9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разработкой планирующих документов по организации, проведению и всестороннему обеспечению эвакуационных мероприятий в </w:t>
      </w:r>
      <w:r w:rsidR="00D91FB9" w:rsidRPr="00C613F5">
        <w:rPr>
          <w:sz w:val="24"/>
          <w:szCs w:val="24"/>
        </w:rPr>
        <w:t xml:space="preserve">МО «Городской округ город Сунжа» </w:t>
      </w:r>
      <w:r w:rsidRPr="00C613F5">
        <w:rPr>
          <w:sz w:val="24"/>
          <w:szCs w:val="24"/>
        </w:rPr>
        <w:t>(далее муниципальное образование), учреждениях и организациях;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б) контроль</w:t>
      </w:r>
      <w:r w:rsidR="00D91FB9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подготовкой населенных пунктов муниципального образования к приему, размещению и первоочередному жизнеобеспечению эвакуируемого населения из зон возможных опасностей</w:t>
      </w:r>
      <w:r w:rsidR="00D91FB9" w:rsidRPr="00C613F5">
        <w:rPr>
          <w:sz w:val="24"/>
          <w:szCs w:val="24"/>
        </w:rPr>
        <w:t xml:space="preserve"> МО «Городской округ город Сунжа»</w:t>
      </w:r>
      <w:r w:rsidRPr="00C613F5">
        <w:rPr>
          <w:sz w:val="24"/>
          <w:szCs w:val="24"/>
        </w:rPr>
        <w:t>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 контроль</w:t>
      </w:r>
      <w:r w:rsidR="00D91FB9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организацией подготовки и готовностью эвакуационных органов и спасательных служб гражданской обороны, к выполнению возложенных на них задач;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г) проведение регулярных заседаний Комиссии по вопросам планирования, проведения и всестороннего обеспечения эвакуационных </w:t>
      </w:r>
      <w:r w:rsidRPr="00C613F5">
        <w:rPr>
          <w:spacing w:val="-2"/>
          <w:sz w:val="24"/>
          <w:szCs w:val="24"/>
        </w:rPr>
        <w:t>мероприятий;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д) организация взаимодействия с военным комиссариатом по вопросам выделения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транспортных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средств,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совместного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использования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транспортных</w:t>
      </w:r>
    </w:p>
    <w:p w:rsidR="001515FE" w:rsidRPr="00C613F5" w:rsidRDefault="001515FE" w:rsidP="00C613F5">
      <w:pPr>
        <w:pStyle w:val="ab"/>
        <w:spacing w:before="169"/>
        <w:ind w:left="567" w:right="462" w:firstLine="567"/>
        <w:rPr>
          <w:sz w:val="24"/>
          <w:szCs w:val="24"/>
        </w:rPr>
        <w:sectPr w:rsidR="001515FE" w:rsidRPr="00C613F5" w:rsidSect="00594E24">
          <w:pgSz w:w="11910" w:h="16840"/>
          <w:pgMar w:top="426" w:right="567" w:bottom="426" w:left="1701" w:header="720" w:footer="0" w:gutter="0"/>
          <w:cols w:space="720"/>
        </w:sectPr>
      </w:pPr>
      <w:r w:rsidRPr="00C613F5">
        <w:rPr>
          <w:sz w:val="24"/>
          <w:szCs w:val="24"/>
        </w:rPr>
        <w:t xml:space="preserve">коммуникаций, согласования населенных пунктов размещения эвакуируемого </w:t>
      </w:r>
      <w:r w:rsidRPr="00C613F5">
        <w:rPr>
          <w:spacing w:val="-2"/>
          <w:sz w:val="24"/>
          <w:szCs w:val="24"/>
        </w:rPr>
        <w:t>населения.</w:t>
      </w:r>
    </w:p>
    <w:p w:rsidR="001515FE" w:rsidRPr="00C613F5" w:rsidRDefault="001515FE" w:rsidP="00C613F5">
      <w:pPr>
        <w:tabs>
          <w:tab w:val="left" w:pos="1084"/>
        </w:tabs>
        <w:spacing w:line="321" w:lineRule="exact"/>
        <w:ind w:left="567" w:right="462"/>
      </w:pPr>
      <w:r w:rsidRPr="00C613F5">
        <w:rPr>
          <w:bCs/>
        </w:rPr>
        <w:lastRenderedPageBreak/>
        <w:t xml:space="preserve">           2.</w:t>
      </w:r>
      <w:r w:rsidRPr="00C613F5">
        <w:t xml:space="preserve"> при</w:t>
      </w:r>
      <w:r w:rsidRPr="00C613F5">
        <w:rPr>
          <w:spacing w:val="-8"/>
        </w:rPr>
        <w:t xml:space="preserve"> </w:t>
      </w:r>
      <w:r w:rsidRPr="00C613F5">
        <w:t>выполнении</w:t>
      </w:r>
      <w:r w:rsidRPr="00C613F5">
        <w:rPr>
          <w:spacing w:val="-10"/>
        </w:rPr>
        <w:t xml:space="preserve"> </w:t>
      </w:r>
      <w:r w:rsidRPr="00C613F5">
        <w:t>мероприятий</w:t>
      </w:r>
      <w:r w:rsidRPr="00C613F5">
        <w:rPr>
          <w:spacing w:val="-8"/>
        </w:rPr>
        <w:t xml:space="preserve"> </w:t>
      </w:r>
      <w:r w:rsidRPr="00C613F5">
        <w:t>по</w:t>
      </w:r>
      <w:r w:rsidRPr="00C613F5">
        <w:rPr>
          <w:spacing w:val="-7"/>
        </w:rPr>
        <w:t xml:space="preserve"> </w:t>
      </w:r>
      <w:r w:rsidRPr="00C613F5">
        <w:t>гражданской</w:t>
      </w:r>
      <w:r w:rsidRPr="00C613F5">
        <w:rPr>
          <w:spacing w:val="-7"/>
        </w:rPr>
        <w:t xml:space="preserve"> </w:t>
      </w:r>
      <w:r w:rsidRPr="00C613F5">
        <w:rPr>
          <w:spacing w:val="-2"/>
        </w:rPr>
        <w:t>обороне:</w:t>
      </w:r>
    </w:p>
    <w:p w:rsidR="001515FE" w:rsidRPr="00C613F5" w:rsidRDefault="001515FE" w:rsidP="00C613F5">
      <w:pPr>
        <w:pStyle w:val="ab"/>
        <w:spacing w:line="242" w:lineRule="auto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контроль</w:t>
      </w:r>
      <w:r w:rsidR="00EE215A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приведением в готовность эвакуационных органов, проверкой схем оповещения и связи;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б) уточнение категорий и численности прибывающего эвакуируемого </w:t>
      </w:r>
      <w:r w:rsidRPr="00C613F5">
        <w:rPr>
          <w:spacing w:val="-2"/>
          <w:sz w:val="24"/>
          <w:szCs w:val="24"/>
        </w:rPr>
        <w:t>населения;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 уточнение плана приема, размещения и первоочередного жизнеобеспечения эвакуируемого и рассредоточиваемого (эвакуируемого) населения, материальных и культурных ценностей, порядка осуществления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всех видов первоочередного жизнеобеспечения эвакуационных мероприятий;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г) контроль</w:t>
      </w:r>
      <w:r w:rsidR="00EE215A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подготовкой к развертыванию приемных эвакуационных пунктов, промежуточных пунктов эвакуации (при наличии);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д)</w:t>
      </w:r>
      <w:r w:rsidRPr="00C613F5">
        <w:rPr>
          <w:spacing w:val="-6"/>
          <w:sz w:val="24"/>
          <w:szCs w:val="24"/>
        </w:rPr>
        <w:t xml:space="preserve"> </w:t>
      </w:r>
      <w:r w:rsidRPr="00C613F5">
        <w:rPr>
          <w:sz w:val="24"/>
          <w:szCs w:val="24"/>
        </w:rPr>
        <w:t>контроль</w:t>
      </w:r>
      <w:r w:rsidRPr="00C613F5">
        <w:rPr>
          <w:spacing w:val="-7"/>
          <w:sz w:val="24"/>
          <w:szCs w:val="24"/>
        </w:rPr>
        <w:t xml:space="preserve"> </w:t>
      </w:r>
      <w:r w:rsidRPr="00C613F5">
        <w:rPr>
          <w:sz w:val="24"/>
          <w:szCs w:val="24"/>
        </w:rPr>
        <w:t>за</w:t>
      </w:r>
      <w:r w:rsidRPr="00C613F5">
        <w:rPr>
          <w:spacing w:val="-6"/>
          <w:sz w:val="24"/>
          <w:szCs w:val="24"/>
        </w:rPr>
        <w:t xml:space="preserve"> </w:t>
      </w:r>
      <w:r w:rsidRPr="00C613F5">
        <w:rPr>
          <w:sz w:val="24"/>
          <w:szCs w:val="24"/>
        </w:rPr>
        <w:t>подготовкой</w:t>
      </w:r>
      <w:r w:rsidRPr="00C613F5">
        <w:rPr>
          <w:spacing w:val="-6"/>
          <w:sz w:val="24"/>
          <w:szCs w:val="24"/>
        </w:rPr>
        <w:t xml:space="preserve"> </w:t>
      </w:r>
      <w:r w:rsidRPr="00C613F5">
        <w:rPr>
          <w:sz w:val="24"/>
          <w:szCs w:val="24"/>
        </w:rPr>
        <w:t>к</w:t>
      </w:r>
      <w:r w:rsidRPr="00C613F5">
        <w:rPr>
          <w:spacing w:val="-7"/>
          <w:sz w:val="24"/>
          <w:szCs w:val="24"/>
        </w:rPr>
        <w:t xml:space="preserve"> </w:t>
      </w:r>
      <w:r w:rsidRPr="00C613F5">
        <w:rPr>
          <w:sz w:val="24"/>
          <w:szCs w:val="24"/>
        </w:rPr>
        <w:t>развертыванию</w:t>
      </w:r>
      <w:r w:rsidRPr="00C613F5">
        <w:rPr>
          <w:spacing w:val="-10"/>
          <w:sz w:val="24"/>
          <w:szCs w:val="24"/>
        </w:rPr>
        <w:t xml:space="preserve"> </w:t>
      </w:r>
      <w:r w:rsidRPr="00C613F5">
        <w:rPr>
          <w:sz w:val="24"/>
          <w:szCs w:val="24"/>
        </w:rPr>
        <w:t>пунктов</w:t>
      </w:r>
      <w:r w:rsidRPr="00C613F5">
        <w:rPr>
          <w:spacing w:val="-7"/>
          <w:sz w:val="24"/>
          <w:szCs w:val="24"/>
        </w:rPr>
        <w:t xml:space="preserve"> </w:t>
      </w:r>
      <w:r w:rsidRPr="00C613F5">
        <w:rPr>
          <w:sz w:val="24"/>
          <w:szCs w:val="24"/>
        </w:rPr>
        <w:t>посадки</w:t>
      </w:r>
      <w:r w:rsidRPr="00C613F5">
        <w:rPr>
          <w:spacing w:val="-5"/>
          <w:sz w:val="24"/>
          <w:szCs w:val="24"/>
        </w:rPr>
        <w:t xml:space="preserve"> </w:t>
      </w:r>
      <w:r w:rsidRPr="00C613F5">
        <w:rPr>
          <w:sz w:val="24"/>
          <w:szCs w:val="24"/>
        </w:rPr>
        <w:t>(высадки); е)</w:t>
      </w:r>
      <w:r w:rsidRPr="00C613F5">
        <w:rPr>
          <w:spacing w:val="70"/>
          <w:w w:val="150"/>
          <w:sz w:val="24"/>
          <w:szCs w:val="24"/>
        </w:rPr>
        <w:t xml:space="preserve"> </w:t>
      </w:r>
      <w:r w:rsidRPr="00C613F5">
        <w:rPr>
          <w:sz w:val="24"/>
          <w:szCs w:val="24"/>
        </w:rPr>
        <w:t>контроль</w:t>
      </w:r>
      <w:r w:rsidRPr="00C613F5">
        <w:rPr>
          <w:spacing w:val="72"/>
          <w:w w:val="150"/>
          <w:sz w:val="24"/>
          <w:szCs w:val="24"/>
        </w:rPr>
        <w:t xml:space="preserve"> </w:t>
      </w:r>
      <w:r w:rsidRPr="00C613F5">
        <w:rPr>
          <w:sz w:val="24"/>
          <w:szCs w:val="24"/>
        </w:rPr>
        <w:t>за</w:t>
      </w:r>
      <w:r w:rsidRPr="00C613F5">
        <w:rPr>
          <w:spacing w:val="71"/>
          <w:w w:val="150"/>
          <w:sz w:val="24"/>
          <w:szCs w:val="24"/>
        </w:rPr>
        <w:t xml:space="preserve"> </w:t>
      </w:r>
      <w:r w:rsidRPr="00C613F5">
        <w:rPr>
          <w:sz w:val="24"/>
          <w:szCs w:val="24"/>
        </w:rPr>
        <w:t>подготовкой</w:t>
      </w:r>
      <w:r w:rsidRPr="00C613F5">
        <w:rPr>
          <w:spacing w:val="73"/>
          <w:w w:val="150"/>
          <w:sz w:val="24"/>
          <w:szCs w:val="24"/>
        </w:rPr>
        <w:t xml:space="preserve"> </w:t>
      </w:r>
      <w:r w:rsidRPr="00C613F5">
        <w:rPr>
          <w:sz w:val="24"/>
          <w:szCs w:val="24"/>
        </w:rPr>
        <w:t>транспортных</w:t>
      </w:r>
      <w:r w:rsidRPr="00C613F5">
        <w:rPr>
          <w:spacing w:val="73"/>
          <w:w w:val="150"/>
          <w:sz w:val="24"/>
          <w:szCs w:val="24"/>
        </w:rPr>
        <w:t xml:space="preserve"> </w:t>
      </w:r>
      <w:r w:rsidRPr="00C613F5">
        <w:rPr>
          <w:sz w:val="24"/>
          <w:szCs w:val="24"/>
        </w:rPr>
        <w:t>средств</w:t>
      </w:r>
      <w:r w:rsidR="00EE215A" w:rsidRPr="00C613F5">
        <w:rPr>
          <w:sz w:val="24"/>
          <w:szCs w:val="24"/>
        </w:rPr>
        <w:t>,</w:t>
      </w:r>
      <w:r w:rsidRPr="00C613F5">
        <w:rPr>
          <w:spacing w:val="72"/>
          <w:w w:val="150"/>
          <w:sz w:val="24"/>
          <w:szCs w:val="24"/>
        </w:rPr>
        <w:t xml:space="preserve"> </w:t>
      </w:r>
      <w:r w:rsidRPr="00C613F5">
        <w:rPr>
          <w:sz w:val="24"/>
          <w:szCs w:val="24"/>
        </w:rPr>
        <w:t>к</w:t>
      </w:r>
      <w:r w:rsidRPr="00C613F5">
        <w:rPr>
          <w:spacing w:val="73"/>
          <w:w w:val="150"/>
          <w:sz w:val="24"/>
          <w:szCs w:val="24"/>
        </w:rPr>
        <w:t xml:space="preserve"> </w:t>
      </w:r>
      <w:proofErr w:type="gramStart"/>
      <w:r w:rsidRPr="00C613F5">
        <w:rPr>
          <w:spacing w:val="-2"/>
          <w:sz w:val="24"/>
          <w:szCs w:val="24"/>
        </w:rPr>
        <w:t>эвакуационным</w:t>
      </w:r>
      <w:proofErr w:type="gramEnd"/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перевозкам населения, организацией инженерного оборудования маршрутов эвакуации населения, укрытий в местах привалов, приемных эвакуационных пунктах и промежуточных пунктах эвакуации (при наличии);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ж) уточнение совместно со спасательной автомобильной службой гражданской обороны порядка использования всех видов транспорта, выделяемого для вывоза населения из пунктов высадки на приемные эвакуационные пункты;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з) контроль</w:t>
      </w:r>
      <w:r w:rsidR="007203A4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приведением в готовность имеющихся защитных сооружений</w:t>
      </w:r>
      <w:r w:rsidRPr="00C613F5">
        <w:rPr>
          <w:spacing w:val="-1"/>
          <w:sz w:val="24"/>
          <w:szCs w:val="24"/>
        </w:rPr>
        <w:t xml:space="preserve"> </w:t>
      </w:r>
      <w:r w:rsidRPr="00C613F5">
        <w:rPr>
          <w:sz w:val="24"/>
          <w:szCs w:val="24"/>
        </w:rPr>
        <w:t>гражданской</w:t>
      </w:r>
      <w:r w:rsidRPr="00C613F5">
        <w:rPr>
          <w:spacing w:val="-3"/>
          <w:sz w:val="24"/>
          <w:szCs w:val="24"/>
        </w:rPr>
        <w:t xml:space="preserve"> </w:t>
      </w:r>
      <w:r w:rsidRPr="00C613F5">
        <w:rPr>
          <w:sz w:val="24"/>
          <w:szCs w:val="24"/>
        </w:rPr>
        <w:t>обороны</w:t>
      </w:r>
      <w:r w:rsidRPr="00C613F5">
        <w:rPr>
          <w:spacing w:val="-1"/>
          <w:sz w:val="24"/>
          <w:szCs w:val="24"/>
        </w:rPr>
        <w:t xml:space="preserve"> </w:t>
      </w:r>
      <w:r w:rsidRPr="00C613F5">
        <w:rPr>
          <w:sz w:val="24"/>
          <w:szCs w:val="24"/>
        </w:rPr>
        <w:t>(противорадиационных</w:t>
      </w:r>
      <w:r w:rsidRPr="00C613F5">
        <w:rPr>
          <w:spacing w:val="-3"/>
          <w:sz w:val="24"/>
          <w:szCs w:val="24"/>
        </w:rPr>
        <w:t xml:space="preserve"> </w:t>
      </w:r>
      <w:r w:rsidRPr="00C613F5">
        <w:rPr>
          <w:sz w:val="24"/>
          <w:szCs w:val="24"/>
        </w:rPr>
        <w:t>укрытий,</w:t>
      </w:r>
      <w:r w:rsidRPr="00C613F5">
        <w:rPr>
          <w:spacing w:val="-2"/>
          <w:sz w:val="24"/>
          <w:szCs w:val="24"/>
        </w:rPr>
        <w:t xml:space="preserve"> </w:t>
      </w:r>
      <w:r w:rsidRPr="00C613F5">
        <w:rPr>
          <w:sz w:val="24"/>
          <w:szCs w:val="24"/>
        </w:rPr>
        <w:t>укрытий)</w:t>
      </w:r>
      <w:r w:rsidRPr="00C613F5">
        <w:rPr>
          <w:spacing w:val="-4"/>
          <w:sz w:val="24"/>
          <w:szCs w:val="24"/>
        </w:rPr>
        <w:t xml:space="preserve"> </w:t>
      </w:r>
      <w:r w:rsidRPr="00C613F5">
        <w:rPr>
          <w:sz w:val="24"/>
          <w:szCs w:val="24"/>
        </w:rPr>
        <w:t>в местах размещения эвакуируемого населения и пунктах высадки.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5"/>
        </w:numPr>
        <w:tabs>
          <w:tab w:val="left" w:pos="1084"/>
        </w:tabs>
        <w:autoSpaceDE w:val="0"/>
        <w:autoSpaceDN w:val="0"/>
        <w:spacing w:line="322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проведении</w:t>
      </w:r>
      <w:r w:rsidRPr="00C613F5">
        <w:rPr>
          <w:spacing w:val="-5"/>
        </w:rPr>
        <w:t xml:space="preserve"> </w:t>
      </w:r>
      <w:r w:rsidRPr="00C613F5">
        <w:rPr>
          <w:spacing w:val="-2"/>
        </w:rPr>
        <w:t>эвакуации:</w:t>
      </w:r>
    </w:p>
    <w:p w:rsidR="001515FE" w:rsidRPr="00C613F5" w:rsidRDefault="007203A4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а) </w:t>
      </w:r>
      <w:r w:rsidR="001515FE" w:rsidRPr="00C613F5">
        <w:rPr>
          <w:sz w:val="24"/>
          <w:szCs w:val="24"/>
        </w:rPr>
        <w:t>поддержание постоянной связи с эвакуационными органами и спасательными службами гражданской обороны муниципального образования;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б)</w:t>
      </w:r>
      <w:r w:rsidRPr="00C613F5">
        <w:rPr>
          <w:spacing w:val="-16"/>
          <w:sz w:val="24"/>
          <w:szCs w:val="24"/>
        </w:rPr>
        <w:t xml:space="preserve"> </w:t>
      </w:r>
      <w:r w:rsidRPr="00C613F5">
        <w:rPr>
          <w:sz w:val="24"/>
          <w:szCs w:val="24"/>
        </w:rPr>
        <w:t>контроль</w:t>
      </w:r>
      <w:r w:rsidRPr="00C613F5">
        <w:rPr>
          <w:spacing w:val="-17"/>
          <w:sz w:val="24"/>
          <w:szCs w:val="24"/>
        </w:rPr>
        <w:t xml:space="preserve"> </w:t>
      </w:r>
      <w:r w:rsidRPr="00C613F5">
        <w:rPr>
          <w:sz w:val="24"/>
          <w:szCs w:val="24"/>
        </w:rPr>
        <w:t>за</w:t>
      </w:r>
      <w:r w:rsidRPr="00C613F5">
        <w:rPr>
          <w:spacing w:val="-16"/>
          <w:sz w:val="24"/>
          <w:szCs w:val="24"/>
        </w:rPr>
        <w:t xml:space="preserve"> </w:t>
      </w:r>
      <w:r w:rsidRPr="00C613F5">
        <w:rPr>
          <w:sz w:val="24"/>
          <w:szCs w:val="24"/>
        </w:rPr>
        <w:t>выполнением</w:t>
      </w:r>
      <w:r w:rsidRPr="00C613F5">
        <w:rPr>
          <w:spacing w:val="-16"/>
          <w:sz w:val="24"/>
          <w:szCs w:val="24"/>
        </w:rPr>
        <w:t xml:space="preserve"> </w:t>
      </w:r>
      <w:r w:rsidRPr="00C613F5">
        <w:rPr>
          <w:sz w:val="24"/>
          <w:szCs w:val="24"/>
        </w:rPr>
        <w:t>разработанных</w:t>
      </w:r>
      <w:r w:rsidRPr="00C613F5">
        <w:rPr>
          <w:spacing w:val="-15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-15"/>
          <w:sz w:val="24"/>
          <w:szCs w:val="24"/>
        </w:rPr>
        <w:t xml:space="preserve"> </w:t>
      </w:r>
      <w:r w:rsidRPr="00C613F5">
        <w:rPr>
          <w:sz w:val="24"/>
          <w:szCs w:val="24"/>
        </w:rPr>
        <w:t>уточненных</w:t>
      </w:r>
      <w:r w:rsidRPr="00C613F5">
        <w:rPr>
          <w:spacing w:val="-18"/>
          <w:sz w:val="24"/>
          <w:szCs w:val="24"/>
        </w:rPr>
        <w:t xml:space="preserve"> </w:t>
      </w:r>
      <w:r w:rsidRPr="00C613F5">
        <w:rPr>
          <w:sz w:val="24"/>
          <w:szCs w:val="24"/>
        </w:rPr>
        <w:t>по</w:t>
      </w:r>
      <w:r w:rsidRPr="00C613F5">
        <w:rPr>
          <w:spacing w:val="-15"/>
          <w:sz w:val="24"/>
          <w:szCs w:val="24"/>
        </w:rPr>
        <w:t xml:space="preserve"> </w:t>
      </w:r>
      <w:r w:rsidRPr="00C613F5">
        <w:rPr>
          <w:sz w:val="24"/>
          <w:szCs w:val="24"/>
        </w:rPr>
        <w:t>конкретным условиям обстановки планов приема, размещения и первоочередного</w:t>
      </w:r>
      <w:r w:rsidR="00DA1864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</w:t>
      </w:r>
      <w:proofErr w:type="gramStart"/>
      <w:r w:rsidRPr="00C613F5">
        <w:rPr>
          <w:sz w:val="24"/>
          <w:szCs w:val="24"/>
        </w:rPr>
        <w:t>жизнеобеспечении</w:t>
      </w:r>
      <w:proofErr w:type="gramEnd"/>
      <w:r w:rsidRPr="00C613F5">
        <w:rPr>
          <w:sz w:val="24"/>
          <w:szCs w:val="24"/>
        </w:rPr>
        <w:t xml:space="preserve"> эвакуируемого и рассредоточиваемого (эвакуируемого) населения, материальных и культурных ценностей;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</w:t>
      </w:r>
      <w:r w:rsidRPr="00C613F5">
        <w:rPr>
          <w:spacing w:val="-18"/>
          <w:sz w:val="24"/>
          <w:szCs w:val="24"/>
        </w:rPr>
        <w:t xml:space="preserve"> </w:t>
      </w:r>
      <w:r w:rsidRPr="00C613F5">
        <w:rPr>
          <w:sz w:val="24"/>
          <w:szCs w:val="24"/>
        </w:rPr>
        <w:t>руководство</w:t>
      </w:r>
      <w:r w:rsidRPr="00C613F5">
        <w:rPr>
          <w:spacing w:val="-17"/>
          <w:sz w:val="24"/>
          <w:szCs w:val="24"/>
        </w:rPr>
        <w:t xml:space="preserve"> </w:t>
      </w:r>
      <w:r w:rsidRPr="00C613F5">
        <w:rPr>
          <w:sz w:val="24"/>
          <w:szCs w:val="24"/>
        </w:rPr>
        <w:t>работой</w:t>
      </w:r>
      <w:r w:rsidRPr="00C613F5">
        <w:rPr>
          <w:spacing w:val="-18"/>
          <w:sz w:val="24"/>
          <w:szCs w:val="24"/>
        </w:rPr>
        <w:t xml:space="preserve"> </w:t>
      </w:r>
      <w:r w:rsidRPr="00C613F5">
        <w:rPr>
          <w:sz w:val="24"/>
          <w:szCs w:val="24"/>
        </w:rPr>
        <w:t>эвакуационных</w:t>
      </w:r>
      <w:r w:rsidRPr="00C613F5">
        <w:rPr>
          <w:spacing w:val="-17"/>
          <w:sz w:val="24"/>
          <w:szCs w:val="24"/>
        </w:rPr>
        <w:t xml:space="preserve"> </w:t>
      </w:r>
      <w:r w:rsidRPr="00C613F5">
        <w:rPr>
          <w:sz w:val="24"/>
          <w:szCs w:val="24"/>
        </w:rPr>
        <w:t>органов</w:t>
      </w:r>
      <w:r w:rsidRPr="00C613F5">
        <w:rPr>
          <w:spacing w:val="-18"/>
          <w:sz w:val="24"/>
          <w:szCs w:val="24"/>
        </w:rPr>
        <w:t xml:space="preserve"> </w:t>
      </w:r>
      <w:r w:rsidRPr="00C613F5">
        <w:rPr>
          <w:sz w:val="24"/>
          <w:szCs w:val="24"/>
        </w:rPr>
        <w:t>по</w:t>
      </w:r>
      <w:r w:rsidRPr="00C613F5">
        <w:rPr>
          <w:spacing w:val="-17"/>
          <w:sz w:val="24"/>
          <w:szCs w:val="24"/>
        </w:rPr>
        <w:t xml:space="preserve"> </w:t>
      </w:r>
      <w:r w:rsidRPr="00C613F5">
        <w:rPr>
          <w:sz w:val="24"/>
          <w:szCs w:val="24"/>
        </w:rPr>
        <w:t>приму</w:t>
      </w:r>
      <w:r w:rsidRPr="00C613F5">
        <w:rPr>
          <w:spacing w:val="-18"/>
          <w:sz w:val="24"/>
          <w:szCs w:val="24"/>
        </w:rPr>
        <w:t xml:space="preserve"> </w:t>
      </w:r>
      <w:r w:rsidRPr="00C613F5">
        <w:rPr>
          <w:sz w:val="24"/>
          <w:szCs w:val="24"/>
        </w:rPr>
        <w:t>эвакуируемого и рассредоточиваемого (эвакуируемого) населения и его размещением;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г) контроль</w:t>
      </w:r>
      <w:r w:rsidR="007203A4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организацией безопасности дорожного движения и поддержания порядка в ходе эвакуационных мероприятий;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д) информирование эвакуационной комиссии </w:t>
      </w:r>
      <w:r w:rsidR="007203A4" w:rsidRPr="00C613F5">
        <w:rPr>
          <w:sz w:val="24"/>
          <w:szCs w:val="24"/>
        </w:rPr>
        <w:t xml:space="preserve">МО «Городской округ город Сунжа» </w:t>
      </w:r>
      <w:r w:rsidRPr="00C613F5">
        <w:rPr>
          <w:sz w:val="24"/>
          <w:szCs w:val="24"/>
        </w:rPr>
        <w:t xml:space="preserve">о количестве прибывающего эвакуируемого населения по времени и видам </w:t>
      </w:r>
      <w:r w:rsidRPr="00C613F5">
        <w:rPr>
          <w:spacing w:val="-2"/>
          <w:sz w:val="24"/>
          <w:szCs w:val="24"/>
        </w:rPr>
        <w:t>транспорта;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е) организация сбора и обобщения сведений о ходе проведения эвакуационных мероприятий;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ж) взаимодействие с военным комиссариатом и спасательными </w:t>
      </w:r>
      <w:r w:rsidRPr="00C613F5">
        <w:rPr>
          <w:sz w:val="24"/>
          <w:szCs w:val="24"/>
        </w:rPr>
        <w:lastRenderedPageBreak/>
        <w:t>службами гражданской</w:t>
      </w:r>
      <w:r w:rsidRPr="00C613F5">
        <w:rPr>
          <w:spacing w:val="-3"/>
          <w:sz w:val="24"/>
          <w:szCs w:val="24"/>
        </w:rPr>
        <w:t xml:space="preserve"> </w:t>
      </w:r>
      <w:r w:rsidRPr="00C613F5">
        <w:rPr>
          <w:sz w:val="24"/>
          <w:szCs w:val="24"/>
        </w:rPr>
        <w:t>обороны</w:t>
      </w:r>
      <w:r w:rsidRPr="00C613F5">
        <w:rPr>
          <w:spacing w:val="-3"/>
          <w:sz w:val="24"/>
          <w:szCs w:val="24"/>
        </w:rPr>
        <w:t xml:space="preserve"> </w:t>
      </w:r>
      <w:r w:rsidRPr="00C613F5">
        <w:rPr>
          <w:sz w:val="24"/>
          <w:szCs w:val="24"/>
        </w:rPr>
        <w:t>муниципального</w:t>
      </w:r>
      <w:r w:rsidRPr="00C613F5">
        <w:rPr>
          <w:spacing w:val="-5"/>
          <w:sz w:val="24"/>
          <w:szCs w:val="24"/>
        </w:rPr>
        <w:t xml:space="preserve"> </w:t>
      </w:r>
      <w:r w:rsidRPr="00C613F5">
        <w:rPr>
          <w:sz w:val="24"/>
          <w:szCs w:val="24"/>
        </w:rPr>
        <w:t>образования</w:t>
      </w:r>
      <w:r w:rsidRPr="00C613F5">
        <w:rPr>
          <w:spacing w:val="-5"/>
          <w:sz w:val="24"/>
          <w:szCs w:val="24"/>
        </w:rPr>
        <w:t xml:space="preserve"> </w:t>
      </w:r>
      <w:r w:rsidRPr="00C613F5">
        <w:rPr>
          <w:sz w:val="24"/>
          <w:szCs w:val="24"/>
        </w:rPr>
        <w:t>по</w:t>
      </w:r>
      <w:r w:rsidRPr="00C613F5">
        <w:rPr>
          <w:spacing w:val="-3"/>
          <w:sz w:val="24"/>
          <w:szCs w:val="24"/>
        </w:rPr>
        <w:t xml:space="preserve"> </w:t>
      </w:r>
      <w:r w:rsidRPr="00C613F5">
        <w:rPr>
          <w:sz w:val="24"/>
          <w:szCs w:val="24"/>
        </w:rPr>
        <w:t>вопросам</w:t>
      </w:r>
      <w:r w:rsidRPr="00C613F5">
        <w:rPr>
          <w:spacing w:val="-5"/>
          <w:sz w:val="24"/>
          <w:szCs w:val="24"/>
        </w:rPr>
        <w:t xml:space="preserve"> </w:t>
      </w:r>
      <w:r w:rsidRPr="00C613F5">
        <w:rPr>
          <w:sz w:val="24"/>
          <w:szCs w:val="24"/>
        </w:rPr>
        <w:t>организации</w:t>
      </w:r>
      <w:r w:rsidRPr="00C613F5">
        <w:rPr>
          <w:spacing w:val="-5"/>
          <w:sz w:val="24"/>
          <w:szCs w:val="24"/>
        </w:rPr>
        <w:t xml:space="preserve"> </w:t>
      </w:r>
      <w:r w:rsidRPr="00C613F5">
        <w:rPr>
          <w:sz w:val="24"/>
          <w:szCs w:val="24"/>
        </w:rPr>
        <w:t>и проведения эвакуационных мероприятий.</w:t>
      </w:r>
    </w:p>
    <w:p w:rsidR="001515FE" w:rsidRPr="00C613F5" w:rsidRDefault="001515FE" w:rsidP="00C613F5">
      <w:pPr>
        <w:ind w:left="567" w:right="462"/>
        <w:sectPr w:rsidR="001515FE" w:rsidRPr="00C613F5">
          <w:pgSz w:w="11910" w:h="16840"/>
          <w:pgMar w:top="1080" w:right="440" w:bottom="280" w:left="1600" w:header="722" w:footer="0" w:gutter="0"/>
          <w:cols w:space="720"/>
        </w:sectPr>
      </w:pPr>
    </w:p>
    <w:p w:rsidR="001515FE" w:rsidRPr="00C613F5" w:rsidRDefault="001515FE" w:rsidP="00C613F5">
      <w:pPr>
        <w:pStyle w:val="ab"/>
        <w:spacing w:before="169"/>
        <w:ind w:left="567" w:right="462" w:firstLine="567"/>
        <w:rPr>
          <w:bCs/>
          <w:sz w:val="24"/>
          <w:szCs w:val="24"/>
        </w:rPr>
      </w:pPr>
      <w:r w:rsidRPr="00C613F5">
        <w:rPr>
          <w:bCs/>
          <w:sz w:val="24"/>
          <w:szCs w:val="24"/>
        </w:rPr>
        <w:lastRenderedPageBreak/>
        <w:t>Функциональные обязанности заместителя</w:t>
      </w:r>
      <w:r w:rsidRPr="00C613F5">
        <w:rPr>
          <w:bCs/>
          <w:spacing w:val="-17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председателя</w:t>
      </w:r>
      <w:r w:rsidRPr="00C613F5">
        <w:rPr>
          <w:bCs/>
          <w:spacing w:val="-16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Комиссии</w:t>
      </w:r>
    </w:p>
    <w:p w:rsidR="001515FE" w:rsidRPr="00C613F5" w:rsidRDefault="001515FE" w:rsidP="00C613F5">
      <w:pPr>
        <w:pStyle w:val="ab"/>
        <w:spacing w:before="32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Заместитель председателя </w:t>
      </w:r>
      <w:proofErr w:type="spellStart"/>
      <w:r w:rsidRPr="00C613F5">
        <w:rPr>
          <w:sz w:val="24"/>
          <w:szCs w:val="24"/>
        </w:rPr>
        <w:t>эвакоприемной</w:t>
      </w:r>
      <w:proofErr w:type="spellEnd"/>
      <w:r w:rsidRPr="00C613F5">
        <w:rPr>
          <w:sz w:val="24"/>
          <w:szCs w:val="24"/>
        </w:rPr>
        <w:t xml:space="preserve"> комиссии отвечает за планирование эвакуационных мероприятий, за подготовку членов Комиссии и эвакуационных органов муниципального образования.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Заместитель председателя Комиссии подчиняется председателю Комиссии и является прямым начальником членов Комиссии. Его указания и распоряжения обязательны для выполнения всеми членами Комиссии. В отсутствие председателя Комиссии выполняет его функциональные обязанности в полном объеме. На заместителя председателя Комиссии возложено выполнение следующих обязанностей: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4"/>
        </w:numPr>
        <w:tabs>
          <w:tab w:val="left" w:pos="1113"/>
        </w:tabs>
        <w:autoSpaceDE w:val="0"/>
        <w:autoSpaceDN w:val="0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повседневной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деятельности: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организация и контроль</w:t>
      </w:r>
      <w:r w:rsidR="007203A4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разработкой плана приема, размещения и первоочередного жизнеобеспечения эвакуируемого и рассредоточиваемого (эвакуируемого) населения, материальных и культурных ценностей муниципального образования;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б) контроль</w:t>
      </w:r>
      <w:r w:rsidR="007203A4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подготовкой эвакуационных органов и спасательных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служб гражданской обороны к выполнению задач по приему, размещению и первоочередному жизнеобеспечению эвакуируемого населения;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в) организация взаимодействия с военным комиссариатом по вопросам выделения транспортных средств, совместного использования транспортных коммуникаций, организации безопасности дорожного движения на маршрутах эвакуации, согласования размещения эвакуируемого населения в населенных </w:t>
      </w:r>
      <w:r w:rsidRPr="00C613F5">
        <w:rPr>
          <w:spacing w:val="-2"/>
          <w:sz w:val="24"/>
          <w:szCs w:val="24"/>
        </w:rPr>
        <w:t>пунктах.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4"/>
        </w:numPr>
        <w:tabs>
          <w:tab w:val="left" w:pos="1113"/>
        </w:tabs>
        <w:autoSpaceDE w:val="0"/>
        <w:autoSpaceDN w:val="0"/>
        <w:spacing w:line="322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8"/>
        </w:rPr>
        <w:t xml:space="preserve"> </w:t>
      </w:r>
      <w:r w:rsidRPr="00C613F5">
        <w:t>выполнении</w:t>
      </w:r>
      <w:r w:rsidRPr="00C613F5">
        <w:rPr>
          <w:spacing w:val="-10"/>
        </w:rPr>
        <w:t xml:space="preserve"> </w:t>
      </w:r>
      <w:r w:rsidRPr="00C613F5">
        <w:t>мероприятий</w:t>
      </w:r>
      <w:r w:rsidRPr="00C613F5">
        <w:rPr>
          <w:spacing w:val="-8"/>
        </w:rPr>
        <w:t xml:space="preserve"> </w:t>
      </w:r>
      <w:r w:rsidRPr="00C613F5">
        <w:t>по</w:t>
      </w:r>
      <w:r w:rsidRPr="00C613F5">
        <w:rPr>
          <w:spacing w:val="-7"/>
        </w:rPr>
        <w:t xml:space="preserve"> </w:t>
      </w:r>
      <w:r w:rsidRPr="00C613F5">
        <w:t>гражданской</w:t>
      </w:r>
      <w:r w:rsidRPr="00C613F5">
        <w:rPr>
          <w:spacing w:val="-7"/>
        </w:rPr>
        <w:t xml:space="preserve"> </w:t>
      </w:r>
      <w:r w:rsidRPr="00C613F5">
        <w:rPr>
          <w:spacing w:val="-2"/>
        </w:rPr>
        <w:t>обороне: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постоянный контроль</w:t>
      </w:r>
      <w:r w:rsidR="007203A4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приведением в готовность эвакуационных </w:t>
      </w:r>
      <w:r w:rsidRPr="00C613F5">
        <w:rPr>
          <w:spacing w:val="-2"/>
          <w:sz w:val="24"/>
          <w:szCs w:val="24"/>
        </w:rPr>
        <w:t>органов;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б) контроль</w:t>
      </w:r>
      <w:r w:rsidR="007203A4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ходом уточнения планов приема, размещения и первоочередного жизнеобеспечения эвакуируемого и рассредоточиваемого (эвакуируемого) населения, материальных и культурных ценностей муниципального образования;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 организация подготовки к развёртыванию мест посадки (высадки), промежуточных</w:t>
      </w:r>
      <w:r w:rsidRPr="00C613F5">
        <w:rPr>
          <w:spacing w:val="-5"/>
          <w:sz w:val="24"/>
          <w:szCs w:val="24"/>
        </w:rPr>
        <w:t xml:space="preserve"> </w:t>
      </w:r>
      <w:r w:rsidRPr="00C613F5">
        <w:rPr>
          <w:sz w:val="24"/>
          <w:szCs w:val="24"/>
        </w:rPr>
        <w:t>пунктов</w:t>
      </w:r>
      <w:r w:rsidRPr="00C613F5">
        <w:rPr>
          <w:spacing w:val="-4"/>
          <w:sz w:val="24"/>
          <w:szCs w:val="24"/>
        </w:rPr>
        <w:t xml:space="preserve"> </w:t>
      </w:r>
      <w:r w:rsidRPr="00C613F5">
        <w:rPr>
          <w:sz w:val="24"/>
          <w:szCs w:val="24"/>
        </w:rPr>
        <w:t>эвакуации</w:t>
      </w:r>
      <w:r w:rsidRPr="00C613F5">
        <w:rPr>
          <w:spacing w:val="-3"/>
          <w:sz w:val="24"/>
          <w:szCs w:val="24"/>
        </w:rPr>
        <w:t xml:space="preserve"> </w:t>
      </w:r>
      <w:r w:rsidRPr="00C613F5">
        <w:rPr>
          <w:sz w:val="24"/>
          <w:szCs w:val="24"/>
        </w:rPr>
        <w:t>(при</w:t>
      </w:r>
      <w:r w:rsidRPr="00C613F5">
        <w:rPr>
          <w:spacing w:val="-5"/>
          <w:sz w:val="24"/>
          <w:szCs w:val="24"/>
        </w:rPr>
        <w:t xml:space="preserve"> </w:t>
      </w:r>
      <w:r w:rsidRPr="00C613F5">
        <w:rPr>
          <w:sz w:val="24"/>
          <w:szCs w:val="24"/>
        </w:rPr>
        <w:t>наличии)</w:t>
      </w:r>
      <w:r w:rsidRPr="00C613F5">
        <w:rPr>
          <w:spacing w:val="-5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-5"/>
          <w:sz w:val="24"/>
          <w:szCs w:val="24"/>
        </w:rPr>
        <w:t xml:space="preserve"> </w:t>
      </w:r>
      <w:r w:rsidRPr="00C613F5">
        <w:rPr>
          <w:sz w:val="24"/>
          <w:szCs w:val="24"/>
        </w:rPr>
        <w:t>призёмных</w:t>
      </w:r>
      <w:r w:rsidRPr="00C613F5">
        <w:rPr>
          <w:spacing w:val="-3"/>
          <w:sz w:val="24"/>
          <w:szCs w:val="24"/>
        </w:rPr>
        <w:t xml:space="preserve"> </w:t>
      </w:r>
      <w:r w:rsidRPr="00C613F5">
        <w:rPr>
          <w:sz w:val="24"/>
          <w:szCs w:val="24"/>
        </w:rPr>
        <w:t xml:space="preserve">эвакуационных </w:t>
      </w:r>
      <w:r w:rsidRPr="00C613F5">
        <w:rPr>
          <w:spacing w:val="-2"/>
          <w:sz w:val="24"/>
          <w:szCs w:val="24"/>
        </w:rPr>
        <w:t>пунктов;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г) организация работы совместно с военным комиссариатом и спасательной автомобильной службы гражданской обороны муниципального образования</w:t>
      </w:r>
      <w:r w:rsidRPr="00C613F5">
        <w:rPr>
          <w:spacing w:val="-2"/>
          <w:sz w:val="24"/>
          <w:szCs w:val="24"/>
        </w:rPr>
        <w:t xml:space="preserve"> </w:t>
      </w:r>
      <w:r w:rsidRPr="00C613F5">
        <w:rPr>
          <w:sz w:val="24"/>
          <w:szCs w:val="24"/>
        </w:rPr>
        <w:t>по уточнению</w:t>
      </w:r>
      <w:r w:rsidRPr="00C613F5">
        <w:rPr>
          <w:spacing w:val="-1"/>
          <w:sz w:val="24"/>
          <w:szCs w:val="24"/>
        </w:rPr>
        <w:t xml:space="preserve"> </w:t>
      </w:r>
      <w:r w:rsidRPr="00C613F5">
        <w:rPr>
          <w:sz w:val="24"/>
          <w:szCs w:val="24"/>
        </w:rPr>
        <w:t>расчёта</w:t>
      </w:r>
      <w:r w:rsidRPr="00C613F5">
        <w:rPr>
          <w:spacing w:val="-1"/>
          <w:sz w:val="24"/>
          <w:szCs w:val="24"/>
        </w:rPr>
        <w:t xml:space="preserve"> </w:t>
      </w:r>
      <w:r w:rsidRPr="00C613F5">
        <w:rPr>
          <w:sz w:val="24"/>
          <w:szCs w:val="24"/>
        </w:rPr>
        <w:t>автотранспорта</w:t>
      </w:r>
      <w:r w:rsidRPr="00C613F5">
        <w:rPr>
          <w:spacing w:val="-2"/>
          <w:sz w:val="24"/>
          <w:szCs w:val="24"/>
        </w:rPr>
        <w:t xml:space="preserve"> </w:t>
      </w:r>
      <w:r w:rsidRPr="00C613F5">
        <w:rPr>
          <w:sz w:val="24"/>
          <w:szCs w:val="24"/>
        </w:rPr>
        <w:t>для обеспечения перевозок эвакуируемого населения.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4"/>
        </w:numPr>
        <w:tabs>
          <w:tab w:val="left" w:pos="1113"/>
        </w:tabs>
        <w:autoSpaceDE w:val="0"/>
        <w:autoSpaceDN w:val="0"/>
        <w:spacing w:line="322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проведении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эвакуации: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контроль</w:t>
      </w:r>
      <w:r w:rsidR="00BA7B4E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ходом оповещения эвакуационных органов всех уровней и населения о начале проведения эвакуационных мероприятий;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б) организация развёртывания мест посадки (высадки), промежуточных пунктов эвакуации (при наличии) и приёмных </w:t>
      </w:r>
      <w:r w:rsidRPr="00C613F5">
        <w:rPr>
          <w:sz w:val="24"/>
          <w:szCs w:val="24"/>
        </w:rPr>
        <w:lastRenderedPageBreak/>
        <w:t>эвакуационных пунктов;</w:t>
      </w:r>
    </w:p>
    <w:p w:rsidR="001515FE" w:rsidRPr="00C613F5" w:rsidRDefault="001515FE" w:rsidP="00C613F5">
      <w:pPr>
        <w:ind w:left="567" w:right="462"/>
        <w:sectPr w:rsidR="001515FE" w:rsidRPr="00C613F5">
          <w:pgSz w:w="11910" w:h="16840"/>
          <w:pgMar w:top="1080" w:right="440" w:bottom="280" w:left="1600" w:header="722" w:footer="0" w:gutter="0"/>
          <w:cols w:space="720"/>
        </w:sectPr>
      </w:pPr>
    </w:p>
    <w:p w:rsidR="001515FE" w:rsidRPr="00C613F5" w:rsidRDefault="001515FE" w:rsidP="00C613F5">
      <w:pPr>
        <w:pStyle w:val="ab"/>
        <w:spacing w:before="169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lastRenderedPageBreak/>
        <w:t>в)</w:t>
      </w:r>
      <w:r w:rsidRPr="00C613F5">
        <w:rPr>
          <w:spacing w:val="-18"/>
          <w:sz w:val="24"/>
          <w:szCs w:val="24"/>
        </w:rPr>
        <w:t xml:space="preserve"> </w:t>
      </w:r>
      <w:r w:rsidRPr="00C613F5">
        <w:rPr>
          <w:sz w:val="24"/>
          <w:szCs w:val="24"/>
        </w:rPr>
        <w:t>контроль</w:t>
      </w:r>
      <w:r w:rsidR="00BA7B4E" w:rsidRPr="00C613F5">
        <w:rPr>
          <w:sz w:val="24"/>
          <w:szCs w:val="24"/>
        </w:rPr>
        <w:t>,</w:t>
      </w:r>
      <w:r w:rsidRPr="00C613F5">
        <w:rPr>
          <w:spacing w:val="-17"/>
          <w:sz w:val="24"/>
          <w:szCs w:val="24"/>
        </w:rPr>
        <w:t xml:space="preserve"> </w:t>
      </w:r>
      <w:r w:rsidRPr="00C613F5">
        <w:rPr>
          <w:sz w:val="24"/>
          <w:szCs w:val="24"/>
        </w:rPr>
        <w:t>за</w:t>
      </w:r>
      <w:r w:rsidRPr="00C613F5">
        <w:rPr>
          <w:spacing w:val="-18"/>
          <w:sz w:val="24"/>
          <w:szCs w:val="24"/>
        </w:rPr>
        <w:t xml:space="preserve"> </w:t>
      </w:r>
      <w:r w:rsidRPr="00C613F5">
        <w:rPr>
          <w:sz w:val="24"/>
          <w:szCs w:val="24"/>
        </w:rPr>
        <w:t>ходом</w:t>
      </w:r>
      <w:r w:rsidRPr="00C613F5">
        <w:rPr>
          <w:spacing w:val="-17"/>
          <w:sz w:val="24"/>
          <w:szCs w:val="24"/>
        </w:rPr>
        <w:t xml:space="preserve"> </w:t>
      </w:r>
      <w:r w:rsidRPr="00C613F5">
        <w:rPr>
          <w:sz w:val="24"/>
          <w:szCs w:val="24"/>
        </w:rPr>
        <w:t>приема</w:t>
      </w:r>
      <w:r w:rsidRPr="00C613F5">
        <w:rPr>
          <w:spacing w:val="-18"/>
          <w:sz w:val="24"/>
          <w:szCs w:val="24"/>
        </w:rPr>
        <w:t xml:space="preserve"> </w:t>
      </w:r>
      <w:r w:rsidRPr="00C613F5">
        <w:rPr>
          <w:sz w:val="24"/>
          <w:szCs w:val="24"/>
        </w:rPr>
        <w:t>эвакуируемого</w:t>
      </w:r>
      <w:r w:rsidRPr="00C613F5">
        <w:rPr>
          <w:spacing w:val="-17"/>
          <w:sz w:val="24"/>
          <w:szCs w:val="24"/>
        </w:rPr>
        <w:t xml:space="preserve"> </w:t>
      </w:r>
      <w:r w:rsidRPr="00C613F5">
        <w:rPr>
          <w:sz w:val="24"/>
          <w:szCs w:val="24"/>
        </w:rPr>
        <w:t>населения</w:t>
      </w:r>
      <w:r w:rsidRPr="00C613F5">
        <w:rPr>
          <w:spacing w:val="-18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-17"/>
          <w:sz w:val="24"/>
          <w:szCs w:val="24"/>
        </w:rPr>
        <w:t xml:space="preserve"> </w:t>
      </w:r>
      <w:r w:rsidRPr="00C613F5">
        <w:rPr>
          <w:sz w:val="24"/>
          <w:szCs w:val="24"/>
        </w:rPr>
        <w:t>их</w:t>
      </w:r>
      <w:r w:rsidRPr="00C613F5">
        <w:rPr>
          <w:spacing w:val="-18"/>
          <w:sz w:val="24"/>
          <w:szCs w:val="24"/>
        </w:rPr>
        <w:t xml:space="preserve"> </w:t>
      </w:r>
      <w:r w:rsidRPr="00C613F5">
        <w:rPr>
          <w:sz w:val="24"/>
          <w:szCs w:val="24"/>
        </w:rPr>
        <w:t>всесторонним обеспечением на маршрутах эвакуации, а также за прибытием в конечные пункты эвакуации и их размещением.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</w:p>
    <w:p w:rsidR="001515FE" w:rsidRPr="00C613F5" w:rsidRDefault="001515FE" w:rsidP="00C613F5">
      <w:pPr>
        <w:pStyle w:val="ab"/>
        <w:ind w:left="567" w:right="462" w:firstLine="567"/>
        <w:rPr>
          <w:bCs/>
          <w:sz w:val="24"/>
          <w:szCs w:val="24"/>
        </w:rPr>
      </w:pPr>
      <w:r w:rsidRPr="00C613F5">
        <w:rPr>
          <w:bCs/>
          <w:sz w:val="24"/>
          <w:szCs w:val="24"/>
        </w:rPr>
        <w:t>Функциональные</w:t>
      </w:r>
      <w:r w:rsidRPr="00C613F5">
        <w:rPr>
          <w:bCs/>
          <w:spacing w:val="-13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обязанности</w:t>
      </w:r>
      <w:r w:rsidRPr="00C613F5">
        <w:rPr>
          <w:bCs/>
          <w:spacing w:val="-11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секретаря</w:t>
      </w:r>
      <w:r w:rsidRPr="00C613F5">
        <w:rPr>
          <w:bCs/>
          <w:spacing w:val="-12"/>
          <w:sz w:val="24"/>
          <w:szCs w:val="24"/>
        </w:rPr>
        <w:t xml:space="preserve"> </w:t>
      </w:r>
      <w:r w:rsidRPr="00C613F5">
        <w:rPr>
          <w:bCs/>
          <w:spacing w:val="-2"/>
          <w:sz w:val="24"/>
          <w:szCs w:val="24"/>
        </w:rPr>
        <w:t>Комиссии</w:t>
      </w:r>
    </w:p>
    <w:p w:rsidR="001515FE" w:rsidRPr="00C613F5" w:rsidRDefault="001515FE" w:rsidP="00C613F5">
      <w:pPr>
        <w:pStyle w:val="ab"/>
        <w:spacing w:before="32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Секретарь </w:t>
      </w:r>
      <w:proofErr w:type="spellStart"/>
      <w:r w:rsidRPr="00C613F5">
        <w:rPr>
          <w:sz w:val="24"/>
          <w:szCs w:val="24"/>
        </w:rPr>
        <w:t>эвакоприемной</w:t>
      </w:r>
      <w:proofErr w:type="spellEnd"/>
      <w:r w:rsidRPr="00C613F5">
        <w:rPr>
          <w:sz w:val="24"/>
          <w:szCs w:val="24"/>
        </w:rPr>
        <w:t xml:space="preserve"> комиссии отвечает за планирование работы Комиссии во всех режимах фу</w:t>
      </w:r>
      <w:r w:rsidR="00BA7B4E" w:rsidRPr="00C613F5">
        <w:rPr>
          <w:sz w:val="24"/>
          <w:szCs w:val="24"/>
        </w:rPr>
        <w:t>нкционирования, за состояние уче</w:t>
      </w:r>
      <w:r w:rsidRPr="00C613F5">
        <w:rPr>
          <w:sz w:val="24"/>
          <w:szCs w:val="24"/>
        </w:rPr>
        <w:t>та распоряжений председателя Комиссии, доведение их до исполнителей и контроля выполнения.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Секретарь Комиссии подчиняется председателю Комиссии и работает</w:t>
      </w:r>
      <w:r w:rsidRPr="00C613F5">
        <w:rPr>
          <w:spacing w:val="-1"/>
          <w:sz w:val="24"/>
          <w:szCs w:val="24"/>
        </w:rPr>
        <w:t xml:space="preserve"> </w:t>
      </w:r>
      <w:r w:rsidRPr="00C613F5">
        <w:rPr>
          <w:sz w:val="24"/>
          <w:szCs w:val="24"/>
        </w:rPr>
        <w:t xml:space="preserve">под его руководством. На секретаря Комиссии возложено выполнение следующих </w:t>
      </w:r>
      <w:r w:rsidRPr="00C613F5">
        <w:rPr>
          <w:spacing w:val="-2"/>
          <w:sz w:val="24"/>
          <w:szCs w:val="24"/>
        </w:rPr>
        <w:t>обязанностей: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3"/>
        </w:numPr>
        <w:tabs>
          <w:tab w:val="left" w:pos="1084"/>
        </w:tabs>
        <w:autoSpaceDE w:val="0"/>
        <w:autoSpaceDN w:val="0"/>
        <w:spacing w:line="321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повседневной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деятельности: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разработка плана работы Комиссии на год и контроль</w:t>
      </w:r>
      <w:r w:rsidR="00BA7B4E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его </w:t>
      </w:r>
      <w:r w:rsidRPr="00C613F5">
        <w:rPr>
          <w:spacing w:val="-2"/>
          <w:sz w:val="24"/>
          <w:szCs w:val="24"/>
        </w:rPr>
        <w:t>выполнением;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б) разработка плана приема, размещения и первоочередного жизнеобеспечения эвакуируемого и рассредоточиваемого (эвакуируемого) населения, материальных и культурных ценностей муниципального </w:t>
      </w:r>
      <w:r w:rsidRPr="00C613F5">
        <w:rPr>
          <w:spacing w:val="-2"/>
          <w:sz w:val="24"/>
          <w:szCs w:val="24"/>
        </w:rPr>
        <w:t>образования;</w:t>
      </w:r>
    </w:p>
    <w:p w:rsidR="001515FE" w:rsidRPr="00C613F5" w:rsidRDefault="001515FE" w:rsidP="00C613F5">
      <w:pPr>
        <w:pStyle w:val="ab"/>
        <w:spacing w:line="322" w:lineRule="exact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</w:t>
      </w:r>
      <w:r w:rsidRPr="00C613F5">
        <w:rPr>
          <w:spacing w:val="-8"/>
          <w:sz w:val="24"/>
          <w:szCs w:val="24"/>
        </w:rPr>
        <w:t xml:space="preserve"> </w:t>
      </w:r>
      <w:r w:rsidRPr="00C613F5">
        <w:rPr>
          <w:sz w:val="24"/>
          <w:szCs w:val="24"/>
        </w:rPr>
        <w:t>подготовка</w:t>
      </w:r>
      <w:r w:rsidRPr="00C613F5">
        <w:rPr>
          <w:spacing w:val="-5"/>
          <w:sz w:val="24"/>
          <w:szCs w:val="24"/>
        </w:rPr>
        <w:t xml:space="preserve"> </w:t>
      </w:r>
      <w:r w:rsidRPr="00C613F5">
        <w:rPr>
          <w:sz w:val="24"/>
          <w:szCs w:val="24"/>
        </w:rPr>
        <w:t>материалов</w:t>
      </w:r>
      <w:r w:rsidRPr="00C613F5">
        <w:rPr>
          <w:spacing w:val="-4"/>
          <w:sz w:val="24"/>
          <w:szCs w:val="24"/>
        </w:rPr>
        <w:t xml:space="preserve"> </w:t>
      </w:r>
      <w:r w:rsidRPr="00C613F5">
        <w:rPr>
          <w:sz w:val="24"/>
          <w:szCs w:val="24"/>
        </w:rPr>
        <w:t>к</w:t>
      </w:r>
      <w:r w:rsidRPr="00C613F5">
        <w:rPr>
          <w:spacing w:val="-6"/>
          <w:sz w:val="24"/>
          <w:szCs w:val="24"/>
        </w:rPr>
        <w:t xml:space="preserve"> </w:t>
      </w:r>
      <w:r w:rsidRPr="00C613F5">
        <w:rPr>
          <w:sz w:val="24"/>
          <w:szCs w:val="24"/>
        </w:rPr>
        <w:t>заседаниям</w:t>
      </w:r>
      <w:r w:rsidRPr="00C613F5">
        <w:rPr>
          <w:spacing w:val="-7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Комиссии;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г) обеспечение сбора членов Комиссии на заседания, ведение протоколов заседаний Комиссии;</w:t>
      </w:r>
    </w:p>
    <w:p w:rsidR="001515FE" w:rsidRPr="00C613F5" w:rsidRDefault="001515FE" w:rsidP="00C613F5">
      <w:pPr>
        <w:pStyle w:val="ab"/>
        <w:spacing w:before="2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д)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уточнение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списков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членов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Комиссии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при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необходимости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вносить изменения в ее состав;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е) доведение</w:t>
      </w:r>
      <w:r w:rsidRPr="00C613F5">
        <w:rPr>
          <w:spacing w:val="-1"/>
          <w:sz w:val="24"/>
          <w:szCs w:val="24"/>
        </w:rPr>
        <w:t xml:space="preserve"> </w:t>
      </w:r>
      <w:r w:rsidRPr="00C613F5">
        <w:rPr>
          <w:sz w:val="24"/>
          <w:szCs w:val="24"/>
        </w:rPr>
        <w:t xml:space="preserve">до сведения исполнителей решений, принятых на заседаниях </w:t>
      </w:r>
      <w:r w:rsidRPr="00C613F5">
        <w:rPr>
          <w:spacing w:val="-2"/>
          <w:sz w:val="24"/>
          <w:szCs w:val="24"/>
        </w:rPr>
        <w:t>Комиссии.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3"/>
        </w:numPr>
        <w:tabs>
          <w:tab w:val="left" w:pos="1084"/>
        </w:tabs>
        <w:autoSpaceDE w:val="0"/>
        <w:autoSpaceDN w:val="0"/>
        <w:spacing w:line="321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8"/>
        </w:rPr>
        <w:t xml:space="preserve"> </w:t>
      </w:r>
      <w:r w:rsidRPr="00C613F5">
        <w:t>выполнении</w:t>
      </w:r>
      <w:r w:rsidRPr="00C613F5">
        <w:rPr>
          <w:spacing w:val="-10"/>
        </w:rPr>
        <w:t xml:space="preserve"> </w:t>
      </w:r>
      <w:r w:rsidRPr="00C613F5">
        <w:t>мероприятий</w:t>
      </w:r>
      <w:r w:rsidRPr="00C613F5">
        <w:rPr>
          <w:spacing w:val="-8"/>
        </w:rPr>
        <w:t xml:space="preserve"> </w:t>
      </w:r>
      <w:r w:rsidRPr="00C613F5">
        <w:t>по</w:t>
      </w:r>
      <w:r w:rsidRPr="00C613F5">
        <w:rPr>
          <w:spacing w:val="-7"/>
        </w:rPr>
        <w:t xml:space="preserve"> </w:t>
      </w:r>
      <w:r w:rsidRPr="00C613F5">
        <w:t>гражданской</w:t>
      </w:r>
      <w:r w:rsidRPr="00C613F5">
        <w:rPr>
          <w:spacing w:val="-7"/>
        </w:rPr>
        <w:t xml:space="preserve"> </w:t>
      </w:r>
      <w:r w:rsidRPr="00C613F5">
        <w:rPr>
          <w:spacing w:val="-2"/>
        </w:rPr>
        <w:t>обороне: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осуществлять контроль</w:t>
      </w:r>
      <w:r w:rsidR="00BA7B4E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ходом оповещения и прибытия членов </w:t>
      </w:r>
      <w:r w:rsidRPr="00C613F5">
        <w:rPr>
          <w:spacing w:val="-2"/>
          <w:sz w:val="24"/>
          <w:szCs w:val="24"/>
        </w:rPr>
        <w:t>Комиссии;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б) отрабатывать доклады, отчёты, донесения и решения председателя </w:t>
      </w:r>
      <w:r w:rsidRPr="00C613F5">
        <w:rPr>
          <w:spacing w:val="-2"/>
          <w:sz w:val="24"/>
          <w:szCs w:val="24"/>
        </w:rPr>
        <w:t>Комиссии;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 учитывать полученные и отданные председателем Комиссии распоряжения, доводить их до исполнителей и осуществлять контроль</w:t>
      </w:r>
      <w:r w:rsidR="00BA7B4E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их </w:t>
      </w:r>
      <w:r w:rsidRPr="00C613F5">
        <w:rPr>
          <w:spacing w:val="-2"/>
          <w:sz w:val="24"/>
          <w:szCs w:val="24"/>
        </w:rPr>
        <w:t>выполнением.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3"/>
        </w:numPr>
        <w:tabs>
          <w:tab w:val="left" w:pos="1084"/>
        </w:tabs>
        <w:autoSpaceDE w:val="0"/>
        <w:autoSpaceDN w:val="0"/>
        <w:spacing w:line="321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проведении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эвакуации:</w:t>
      </w:r>
    </w:p>
    <w:p w:rsidR="001515FE" w:rsidRPr="00C613F5" w:rsidRDefault="001515FE" w:rsidP="00C613F5">
      <w:pPr>
        <w:pStyle w:val="ab"/>
        <w:spacing w:before="2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осуществлять сбор и учёт поступающих докладов и донесений о ходе эвакуационных мероприятий;</w:t>
      </w:r>
    </w:p>
    <w:p w:rsidR="001515FE" w:rsidRPr="00C613F5" w:rsidRDefault="001515FE" w:rsidP="00C613F5">
      <w:pPr>
        <w:pStyle w:val="ab"/>
        <w:tabs>
          <w:tab w:val="left" w:pos="1234"/>
          <w:tab w:val="left" w:pos="2604"/>
          <w:tab w:val="left" w:pos="4539"/>
          <w:tab w:val="left" w:pos="6400"/>
          <w:tab w:val="left" w:pos="8043"/>
          <w:tab w:val="left" w:pos="8391"/>
        </w:tabs>
        <w:ind w:left="567" w:right="462" w:firstLine="567"/>
        <w:rPr>
          <w:sz w:val="24"/>
          <w:szCs w:val="24"/>
        </w:rPr>
      </w:pPr>
      <w:r w:rsidRPr="00C613F5">
        <w:rPr>
          <w:spacing w:val="-6"/>
          <w:sz w:val="24"/>
          <w:szCs w:val="24"/>
        </w:rPr>
        <w:t>б)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обобщать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поступающую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информацию,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участвовать</w:t>
      </w:r>
      <w:r w:rsidRPr="00C613F5">
        <w:rPr>
          <w:sz w:val="24"/>
          <w:szCs w:val="24"/>
        </w:rPr>
        <w:tab/>
      </w:r>
      <w:r w:rsidRPr="00C613F5">
        <w:rPr>
          <w:spacing w:val="-10"/>
          <w:sz w:val="24"/>
          <w:szCs w:val="24"/>
        </w:rPr>
        <w:t>в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 xml:space="preserve">подготовке </w:t>
      </w:r>
      <w:r w:rsidRPr="00C613F5">
        <w:rPr>
          <w:sz w:val="24"/>
          <w:szCs w:val="24"/>
        </w:rPr>
        <w:t>докладов председателю Комиссии;</w:t>
      </w:r>
    </w:p>
    <w:p w:rsidR="001515FE" w:rsidRPr="00C613F5" w:rsidRDefault="001515FE" w:rsidP="00C613F5">
      <w:pPr>
        <w:pStyle w:val="ab"/>
        <w:tabs>
          <w:tab w:val="left" w:pos="1220"/>
          <w:tab w:val="left" w:pos="3009"/>
          <w:tab w:val="left" w:pos="4450"/>
          <w:tab w:val="left" w:pos="4949"/>
          <w:tab w:val="left" w:pos="7004"/>
          <w:tab w:val="left" w:pos="8157"/>
          <w:tab w:val="left" w:pos="8521"/>
        </w:tabs>
        <w:ind w:left="567" w:right="462" w:firstLine="567"/>
        <w:rPr>
          <w:sz w:val="24"/>
          <w:szCs w:val="24"/>
        </w:rPr>
      </w:pPr>
      <w:r w:rsidRPr="00C613F5">
        <w:rPr>
          <w:spacing w:val="-6"/>
          <w:sz w:val="24"/>
          <w:szCs w:val="24"/>
        </w:rPr>
        <w:t>в)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организовать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доведение</w:t>
      </w:r>
      <w:r w:rsidRPr="00C613F5">
        <w:rPr>
          <w:sz w:val="24"/>
          <w:szCs w:val="24"/>
        </w:rPr>
        <w:tab/>
      </w:r>
      <w:r w:rsidRPr="00C613F5">
        <w:rPr>
          <w:spacing w:val="-6"/>
          <w:sz w:val="24"/>
          <w:szCs w:val="24"/>
        </w:rPr>
        <w:t>до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эвакуационных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органов</w:t>
      </w:r>
      <w:r w:rsidRPr="00C613F5">
        <w:rPr>
          <w:sz w:val="24"/>
          <w:szCs w:val="24"/>
        </w:rPr>
        <w:tab/>
      </w:r>
      <w:r w:rsidRPr="00C613F5">
        <w:rPr>
          <w:spacing w:val="-10"/>
          <w:sz w:val="24"/>
          <w:szCs w:val="24"/>
        </w:rPr>
        <w:t>и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 xml:space="preserve">населения </w:t>
      </w:r>
      <w:r w:rsidRPr="00C613F5">
        <w:rPr>
          <w:sz w:val="24"/>
          <w:szCs w:val="24"/>
        </w:rPr>
        <w:t>информации об обстановке;</w:t>
      </w:r>
    </w:p>
    <w:p w:rsidR="001515FE" w:rsidRPr="00C613F5" w:rsidRDefault="001515FE" w:rsidP="00C613F5">
      <w:pPr>
        <w:pStyle w:val="ab"/>
        <w:tabs>
          <w:tab w:val="left" w:pos="1205"/>
          <w:tab w:val="left" w:pos="3062"/>
          <w:tab w:val="left" w:pos="3806"/>
          <w:tab w:val="left" w:pos="5190"/>
          <w:tab w:val="left" w:pos="5535"/>
          <w:tab w:val="left" w:pos="6297"/>
          <w:tab w:val="left" w:pos="7892"/>
        </w:tabs>
        <w:ind w:left="567" w:right="462" w:firstLine="567"/>
        <w:rPr>
          <w:sz w:val="24"/>
          <w:szCs w:val="24"/>
        </w:rPr>
      </w:pPr>
      <w:r w:rsidRPr="00C613F5">
        <w:rPr>
          <w:spacing w:val="-6"/>
          <w:sz w:val="24"/>
          <w:szCs w:val="24"/>
        </w:rPr>
        <w:t>г)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осуществлять</w:t>
      </w:r>
      <w:r w:rsidRPr="00C613F5">
        <w:rPr>
          <w:sz w:val="24"/>
          <w:szCs w:val="24"/>
        </w:rPr>
        <w:tab/>
      </w:r>
      <w:r w:rsidRPr="00C613F5">
        <w:rPr>
          <w:spacing w:val="-4"/>
          <w:sz w:val="24"/>
          <w:szCs w:val="24"/>
        </w:rPr>
        <w:t>учёт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принятых</w:t>
      </w:r>
      <w:r w:rsidRPr="00C613F5">
        <w:rPr>
          <w:sz w:val="24"/>
          <w:szCs w:val="24"/>
        </w:rPr>
        <w:tab/>
      </w:r>
      <w:r w:rsidRPr="00C613F5">
        <w:rPr>
          <w:spacing w:val="-10"/>
          <w:sz w:val="24"/>
          <w:szCs w:val="24"/>
        </w:rPr>
        <w:t>в</w:t>
      </w:r>
      <w:r w:rsidRPr="00C613F5">
        <w:rPr>
          <w:sz w:val="24"/>
          <w:szCs w:val="24"/>
        </w:rPr>
        <w:tab/>
      </w:r>
      <w:r w:rsidRPr="00C613F5">
        <w:rPr>
          <w:spacing w:val="-4"/>
          <w:sz w:val="24"/>
          <w:szCs w:val="24"/>
        </w:rPr>
        <w:t>ходе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проведения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 xml:space="preserve">эвакуационных </w:t>
      </w:r>
      <w:r w:rsidRPr="00C613F5">
        <w:rPr>
          <w:sz w:val="24"/>
          <w:szCs w:val="24"/>
        </w:rPr>
        <w:t>мероприятий</w:t>
      </w:r>
      <w:r w:rsidRPr="00C613F5">
        <w:rPr>
          <w:spacing w:val="44"/>
          <w:w w:val="150"/>
          <w:sz w:val="24"/>
          <w:szCs w:val="24"/>
        </w:rPr>
        <w:t xml:space="preserve"> </w:t>
      </w:r>
      <w:r w:rsidRPr="00C613F5">
        <w:rPr>
          <w:sz w:val="24"/>
          <w:szCs w:val="24"/>
        </w:rPr>
        <w:t>решений</w:t>
      </w:r>
      <w:r w:rsidRPr="00C613F5">
        <w:rPr>
          <w:spacing w:val="47"/>
          <w:w w:val="150"/>
          <w:sz w:val="24"/>
          <w:szCs w:val="24"/>
        </w:rPr>
        <w:t xml:space="preserve"> </w:t>
      </w:r>
      <w:r w:rsidRPr="00C613F5">
        <w:rPr>
          <w:sz w:val="24"/>
          <w:szCs w:val="24"/>
        </w:rPr>
        <w:t>Комиссии</w:t>
      </w:r>
      <w:r w:rsidRPr="00C613F5">
        <w:rPr>
          <w:spacing w:val="47"/>
          <w:w w:val="150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46"/>
          <w:w w:val="150"/>
          <w:sz w:val="24"/>
          <w:szCs w:val="24"/>
        </w:rPr>
        <w:t xml:space="preserve"> </w:t>
      </w:r>
      <w:r w:rsidRPr="00C613F5">
        <w:rPr>
          <w:sz w:val="24"/>
          <w:szCs w:val="24"/>
        </w:rPr>
        <w:t>доводить</w:t>
      </w:r>
      <w:r w:rsidRPr="00C613F5">
        <w:rPr>
          <w:spacing w:val="78"/>
          <w:sz w:val="24"/>
          <w:szCs w:val="24"/>
        </w:rPr>
        <w:t xml:space="preserve"> </w:t>
      </w:r>
      <w:r w:rsidRPr="00C613F5">
        <w:rPr>
          <w:sz w:val="24"/>
          <w:szCs w:val="24"/>
        </w:rPr>
        <w:t>их</w:t>
      </w:r>
      <w:r w:rsidRPr="00C613F5">
        <w:rPr>
          <w:spacing w:val="45"/>
          <w:w w:val="150"/>
          <w:sz w:val="24"/>
          <w:szCs w:val="24"/>
        </w:rPr>
        <w:t xml:space="preserve"> </w:t>
      </w:r>
      <w:r w:rsidRPr="00C613F5">
        <w:rPr>
          <w:sz w:val="24"/>
          <w:szCs w:val="24"/>
        </w:rPr>
        <w:t>до</w:t>
      </w:r>
      <w:r w:rsidRPr="00C613F5">
        <w:rPr>
          <w:spacing w:val="47"/>
          <w:w w:val="150"/>
          <w:sz w:val="24"/>
          <w:szCs w:val="24"/>
        </w:rPr>
        <w:t xml:space="preserve"> </w:t>
      </w:r>
      <w:r w:rsidRPr="00C613F5">
        <w:rPr>
          <w:sz w:val="24"/>
          <w:szCs w:val="24"/>
        </w:rPr>
        <w:t>сведения</w:t>
      </w:r>
      <w:r w:rsidRPr="00C613F5">
        <w:rPr>
          <w:spacing w:val="79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исполнителей</w:t>
      </w:r>
    </w:p>
    <w:p w:rsidR="001515FE" w:rsidRPr="00C613F5" w:rsidRDefault="001515FE" w:rsidP="00C613F5">
      <w:pPr>
        <w:ind w:left="567" w:right="462"/>
        <w:sectPr w:rsidR="001515FE" w:rsidRPr="00C613F5">
          <w:pgSz w:w="11910" w:h="16840"/>
          <w:pgMar w:top="1080" w:right="440" w:bottom="280" w:left="1600" w:header="722" w:footer="0" w:gutter="0"/>
          <w:cols w:space="720"/>
        </w:sectPr>
      </w:pPr>
    </w:p>
    <w:p w:rsidR="001515FE" w:rsidRPr="00C613F5" w:rsidRDefault="001515FE" w:rsidP="00C613F5">
      <w:pPr>
        <w:pStyle w:val="ab"/>
        <w:spacing w:before="169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lastRenderedPageBreak/>
        <w:t>эвакуационных мероприятий, контролировать поступление докладов об исполнении этих решений.</w:t>
      </w:r>
    </w:p>
    <w:p w:rsidR="001515FE" w:rsidRPr="00C613F5" w:rsidRDefault="001515FE" w:rsidP="00C613F5">
      <w:pPr>
        <w:pStyle w:val="ab"/>
        <w:spacing w:before="321" w:line="242" w:lineRule="auto"/>
        <w:ind w:left="567" w:right="462" w:firstLine="567"/>
        <w:rPr>
          <w:bCs/>
          <w:sz w:val="24"/>
          <w:szCs w:val="24"/>
        </w:rPr>
      </w:pPr>
      <w:r w:rsidRPr="00C613F5">
        <w:rPr>
          <w:bCs/>
          <w:sz w:val="24"/>
          <w:szCs w:val="24"/>
        </w:rPr>
        <w:t>Функциональные обязанности старшего</w:t>
      </w:r>
      <w:r w:rsidRPr="00C613F5">
        <w:rPr>
          <w:bCs/>
          <w:spacing w:val="-7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группы</w:t>
      </w:r>
      <w:r w:rsidRPr="00C613F5">
        <w:rPr>
          <w:bCs/>
          <w:spacing w:val="-11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оповещения</w:t>
      </w:r>
      <w:r w:rsidRPr="00C613F5">
        <w:rPr>
          <w:bCs/>
          <w:spacing w:val="-8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и</w:t>
      </w:r>
      <w:r w:rsidRPr="00C613F5">
        <w:rPr>
          <w:bCs/>
          <w:spacing w:val="-8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связи</w:t>
      </w:r>
    </w:p>
    <w:p w:rsidR="001515FE" w:rsidRPr="00C613F5" w:rsidRDefault="001515FE" w:rsidP="00C613F5">
      <w:pPr>
        <w:pStyle w:val="ab"/>
        <w:spacing w:before="317"/>
        <w:ind w:left="567" w:right="462" w:firstLine="567"/>
        <w:rPr>
          <w:sz w:val="24"/>
          <w:szCs w:val="24"/>
        </w:rPr>
      </w:pPr>
      <w:proofErr w:type="gramStart"/>
      <w:r w:rsidRPr="00C613F5">
        <w:rPr>
          <w:sz w:val="24"/>
          <w:szCs w:val="24"/>
        </w:rPr>
        <w:t xml:space="preserve">Старший группы оповещения и связи </w:t>
      </w:r>
      <w:proofErr w:type="spellStart"/>
      <w:r w:rsidRPr="00C613F5">
        <w:rPr>
          <w:sz w:val="24"/>
          <w:szCs w:val="24"/>
        </w:rPr>
        <w:t>эвакоприемной</w:t>
      </w:r>
      <w:proofErr w:type="spellEnd"/>
      <w:r w:rsidRPr="00C613F5">
        <w:rPr>
          <w:sz w:val="24"/>
          <w:szCs w:val="24"/>
        </w:rPr>
        <w:t xml:space="preserve"> комиссии отвечает за состояние готовности системы связи и оповещения, организацию и п</w:t>
      </w:r>
      <w:r w:rsidR="00DA1864" w:rsidRPr="00C613F5">
        <w:rPr>
          <w:sz w:val="24"/>
          <w:szCs w:val="24"/>
        </w:rPr>
        <w:t>оддержание связи с вышестоящими,</w:t>
      </w:r>
      <w:r w:rsidRPr="00C613F5">
        <w:rPr>
          <w:sz w:val="24"/>
          <w:szCs w:val="24"/>
        </w:rPr>
        <w:t xml:space="preserve"> взаимодействующими и подчинёнными эвакуационными органами в период проведения эвакуационных мероприятий.</w:t>
      </w:r>
      <w:proofErr w:type="gramEnd"/>
    </w:p>
    <w:p w:rsidR="00EB3499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Старший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 группы оповещения и связи подчиняется председателю Комиссии и работает под его непосредственным руководством. </w:t>
      </w:r>
      <w:proofErr w:type="gramStart"/>
      <w:r w:rsidRPr="00C613F5">
        <w:rPr>
          <w:sz w:val="24"/>
          <w:szCs w:val="24"/>
        </w:rPr>
        <w:t>На</w:t>
      </w:r>
      <w:proofErr w:type="gramEnd"/>
      <w:r w:rsidRPr="00C613F5">
        <w:rPr>
          <w:sz w:val="24"/>
          <w:szCs w:val="24"/>
        </w:rPr>
        <w:t xml:space="preserve"> </w:t>
      </w:r>
      <w:proofErr w:type="gramStart"/>
      <w:r w:rsidRPr="00C613F5">
        <w:rPr>
          <w:sz w:val="24"/>
          <w:szCs w:val="24"/>
        </w:rPr>
        <w:t>старшего</w:t>
      </w:r>
      <w:proofErr w:type="gramEnd"/>
      <w:r w:rsidRPr="00C613F5">
        <w:rPr>
          <w:sz w:val="24"/>
          <w:szCs w:val="24"/>
        </w:rPr>
        <w:t xml:space="preserve"> группы оповещения и связи возложены следующие обязанности: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2"/>
        </w:numPr>
        <w:tabs>
          <w:tab w:val="left" w:pos="1113"/>
        </w:tabs>
        <w:autoSpaceDE w:val="0"/>
        <w:autoSpaceDN w:val="0"/>
        <w:spacing w:line="321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повседневной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деятельности: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осуществление контроля за готовностью системы связи и оповещения; б)</w:t>
      </w:r>
      <w:r w:rsidRPr="00C613F5">
        <w:rPr>
          <w:spacing w:val="71"/>
          <w:sz w:val="24"/>
          <w:szCs w:val="24"/>
        </w:rPr>
        <w:t xml:space="preserve"> </w:t>
      </w:r>
      <w:r w:rsidRPr="00C613F5">
        <w:rPr>
          <w:sz w:val="24"/>
          <w:szCs w:val="24"/>
        </w:rPr>
        <w:t>осуществление</w:t>
      </w:r>
      <w:r w:rsidRPr="00C613F5">
        <w:rPr>
          <w:spacing w:val="70"/>
          <w:sz w:val="24"/>
          <w:szCs w:val="24"/>
        </w:rPr>
        <w:t xml:space="preserve"> </w:t>
      </w:r>
      <w:r w:rsidRPr="00C613F5">
        <w:rPr>
          <w:sz w:val="24"/>
          <w:szCs w:val="24"/>
        </w:rPr>
        <w:t>периодической</w:t>
      </w:r>
      <w:r w:rsidRPr="00C613F5">
        <w:rPr>
          <w:spacing w:val="73"/>
          <w:sz w:val="24"/>
          <w:szCs w:val="24"/>
        </w:rPr>
        <w:t xml:space="preserve"> </w:t>
      </w:r>
      <w:r w:rsidRPr="00C613F5">
        <w:rPr>
          <w:sz w:val="24"/>
          <w:szCs w:val="24"/>
        </w:rPr>
        <w:t>проверки</w:t>
      </w:r>
      <w:r w:rsidRPr="00C613F5">
        <w:rPr>
          <w:spacing w:val="73"/>
          <w:sz w:val="24"/>
          <w:szCs w:val="24"/>
        </w:rPr>
        <w:t xml:space="preserve"> </w:t>
      </w:r>
      <w:r w:rsidRPr="00C613F5">
        <w:rPr>
          <w:sz w:val="24"/>
          <w:szCs w:val="24"/>
        </w:rPr>
        <w:t>состояния</w:t>
      </w:r>
      <w:r w:rsidRPr="00C613F5">
        <w:rPr>
          <w:spacing w:val="72"/>
          <w:sz w:val="24"/>
          <w:szCs w:val="24"/>
        </w:rPr>
        <w:t xml:space="preserve"> </w:t>
      </w:r>
      <w:r w:rsidRPr="00C613F5">
        <w:rPr>
          <w:sz w:val="24"/>
          <w:szCs w:val="24"/>
        </w:rPr>
        <w:t>сре</w:t>
      </w:r>
      <w:proofErr w:type="gramStart"/>
      <w:r w:rsidRPr="00C613F5">
        <w:rPr>
          <w:sz w:val="24"/>
          <w:szCs w:val="24"/>
        </w:rPr>
        <w:t>дств</w:t>
      </w:r>
      <w:r w:rsidRPr="00C613F5">
        <w:rPr>
          <w:spacing w:val="71"/>
          <w:sz w:val="24"/>
          <w:szCs w:val="24"/>
        </w:rPr>
        <w:t xml:space="preserve"> </w:t>
      </w:r>
      <w:r w:rsidRPr="00C613F5">
        <w:rPr>
          <w:sz w:val="24"/>
          <w:szCs w:val="24"/>
        </w:rPr>
        <w:t>св</w:t>
      </w:r>
      <w:proofErr w:type="gramEnd"/>
      <w:r w:rsidRPr="00C613F5">
        <w:rPr>
          <w:sz w:val="24"/>
          <w:szCs w:val="24"/>
        </w:rPr>
        <w:t>язи</w:t>
      </w:r>
      <w:r w:rsidRPr="00C613F5">
        <w:rPr>
          <w:spacing w:val="73"/>
          <w:sz w:val="24"/>
          <w:szCs w:val="24"/>
        </w:rPr>
        <w:t xml:space="preserve"> </w:t>
      </w:r>
      <w:r w:rsidRPr="00C613F5">
        <w:rPr>
          <w:spacing w:val="-10"/>
          <w:sz w:val="24"/>
          <w:szCs w:val="24"/>
        </w:rPr>
        <w:t>и</w:t>
      </w:r>
    </w:p>
    <w:p w:rsidR="001515FE" w:rsidRPr="00C613F5" w:rsidRDefault="001515FE" w:rsidP="00C613F5">
      <w:pPr>
        <w:pStyle w:val="ab"/>
        <w:spacing w:line="321" w:lineRule="exact"/>
        <w:ind w:left="567" w:right="462" w:firstLine="567"/>
        <w:rPr>
          <w:sz w:val="24"/>
          <w:szCs w:val="24"/>
        </w:rPr>
      </w:pPr>
      <w:r w:rsidRPr="00C613F5">
        <w:rPr>
          <w:spacing w:val="-2"/>
          <w:sz w:val="24"/>
          <w:szCs w:val="24"/>
        </w:rPr>
        <w:t>оповещения;</w:t>
      </w:r>
    </w:p>
    <w:p w:rsidR="001515FE" w:rsidRPr="00C613F5" w:rsidRDefault="001515FE" w:rsidP="00C613F5">
      <w:pPr>
        <w:pStyle w:val="ab"/>
        <w:tabs>
          <w:tab w:val="left" w:pos="1246"/>
          <w:tab w:val="left" w:pos="2517"/>
          <w:tab w:val="left" w:pos="3701"/>
          <w:tab w:val="left" w:pos="4044"/>
          <w:tab w:val="left" w:pos="5347"/>
          <w:tab w:val="left" w:pos="7061"/>
          <w:tab w:val="left" w:pos="7917"/>
          <w:tab w:val="left" w:pos="8279"/>
        </w:tabs>
        <w:spacing w:before="2"/>
        <w:ind w:left="567" w:right="462" w:firstLine="567"/>
        <w:rPr>
          <w:sz w:val="24"/>
          <w:szCs w:val="24"/>
        </w:rPr>
      </w:pPr>
      <w:r w:rsidRPr="00C613F5">
        <w:rPr>
          <w:spacing w:val="-6"/>
          <w:sz w:val="24"/>
          <w:szCs w:val="24"/>
        </w:rPr>
        <w:t>в)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оказание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помощи</w:t>
      </w:r>
      <w:r w:rsidRPr="00C613F5">
        <w:rPr>
          <w:sz w:val="24"/>
          <w:szCs w:val="24"/>
        </w:rPr>
        <w:tab/>
      </w:r>
      <w:r w:rsidRPr="00C613F5">
        <w:rPr>
          <w:spacing w:val="-10"/>
          <w:sz w:val="24"/>
          <w:szCs w:val="24"/>
        </w:rPr>
        <w:t>в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вопросах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организации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связи</w:t>
      </w:r>
      <w:r w:rsidRPr="00C613F5">
        <w:rPr>
          <w:sz w:val="24"/>
          <w:szCs w:val="24"/>
        </w:rPr>
        <w:tab/>
      </w:r>
      <w:r w:rsidRPr="00C613F5">
        <w:rPr>
          <w:spacing w:val="-10"/>
          <w:sz w:val="24"/>
          <w:szCs w:val="24"/>
        </w:rPr>
        <w:t>и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 xml:space="preserve">оповещения </w:t>
      </w:r>
      <w:r w:rsidRPr="00C613F5">
        <w:rPr>
          <w:sz w:val="24"/>
          <w:szCs w:val="24"/>
        </w:rPr>
        <w:t>подчинённым эвакуационным органам;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г)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организация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взаимодействия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с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военным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комиссариатом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по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вопросам организации связи;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д)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подготовка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предложений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по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вопросам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совершенствования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системы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связи и оповещения.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2"/>
        </w:numPr>
        <w:tabs>
          <w:tab w:val="left" w:pos="1113"/>
        </w:tabs>
        <w:autoSpaceDE w:val="0"/>
        <w:autoSpaceDN w:val="0"/>
        <w:ind w:left="567" w:right="462" w:firstLine="567"/>
        <w:contextualSpacing w:val="0"/>
      </w:pPr>
      <w:r w:rsidRPr="00C613F5">
        <w:t>при</w:t>
      </w:r>
      <w:r w:rsidRPr="00C613F5">
        <w:rPr>
          <w:spacing w:val="-8"/>
        </w:rPr>
        <w:t xml:space="preserve"> </w:t>
      </w:r>
      <w:r w:rsidRPr="00C613F5">
        <w:t>выполнении</w:t>
      </w:r>
      <w:r w:rsidRPr="00C613F5">
        <w:rPr>
          <w:spacing w:val="-10"/>
        </w:rPr>
        <w:t xml:space="preserve"> </w:t>
      </w:r>
      <w:r w:rsidRPr="00C613F5">
        <w:t>мероприятий</w:t>
      </w:r>
      <w:r w:rsidRPr="00C613F5">
        <w:rPr>
          <w:spacing w:val="-8"/>
        </w:rPr>
        <w:t xml:space="preserve"> </w:t>
      </w:r>
      <w:r w:rsidRPr="00C613F5">
        <w:t>по</w:t>
      </w:r>
      <w:r w:rsidRPr="00C613F5">
        <w:rPr>
          <w:spacing w:val="-7"/>
        </w:rPr>
        <w:t xml:space="preserve"> </w:t>
      </w:r>
      <w:r w:rsidRPr="00C613F5">
        <w:t>гражданской</w:t>
      </w:r>
      <w:r w:rsidRPr="00C613F5">
        <w:rPr>
          <w:spacing w:val="-7"/>
        </w:rPr>
        <w:t xml:space="preserve"> </w:t>
      </w:r>
      <w:r w:rsidRPr="00C613F5">
        <w:rPr>
          <w:spacing w:val="-2"/>
        </w:rPr>
        <w:t>обороне: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организовать приведение в полную готовность системы связи и оповещения населения;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б) обеспечить поддержание связи с вышестоящими,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взаимодействующими эвакуационными органами и спасательными службами гражданской обороны муниципального образования;</w:t>
      </w:r>
    </w:p>
    <w:p w:rsidR="001515FE" w:rsidRPr="00C613F5" w:rsidRDefault="001515FE" w:rsidP="00C613F5">
      <w:pPr>
        <w:pStyle w:val="ab"/>
        <w:spacing w:line="242" w:lineRule="auto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в) обеспечивать непрерывное и устойчивое управление эвакуационными </w:t>
      </w:r>
      <w:r w:rsidRPr="00C613F5">
        <w:rPr>
          <w:spacing w:val="-2"/>
          <w:sz w:val="24"/>
          <w:szCs w:val="24"/>
        </w:rPr>
        <w:t>органами.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2"/>
        </w:numPr>
        <w:tabs>
          <w:tab w:val="left" w:pos="1113"/>
        </w:tabs>
        <w:autoSpaceDE w:val="0"/>
        <w:autoSpaceDN w:val="0"/>
        <w:spacing w:line="317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проведении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эвакуации:</w:t>
      </w:r>
    </w:p>
    <w:p w:rsidR="001515FE" w:rsidRPr="00C613F5" w:rsidRDefault="001515FE" w:rsidP="00C613F5">
      <w:pPr>
        <w:pStyle w:val="ab"/>
        <w:tabs>
          <w:tab w:val="left" w:pos="1340"/>
          <w:tab w:val="left" w:pos="3294"/>
          <w:tab w:val="left" w:pos="4702"/>
          <w:tab w:val="left" w:pos="5246"/>
          <w:tab w:val="left" w:pos="6296"/>
          <w:tab w:val="left" w:pos="8061"/>
          <w:tab w:val="left" w:pos="9587"/>
        </w:tabs>
        <w:ind w:left="567" w:right="462" w:firstLine="567"/>
        <w:rPr>
          <w:sz w:val="24"/>
          <w:szCs w:val="24"/>
        </w:rPr>
      </w:pPr>
      <w:r w:rsidRPr="00C613F5">
        <w:rPr>
          <w:spacing w:val="-6"/>
          <w:sz w:val="24"/>
          <w:szCs w:val="24"/>
        </w:rPr>
        <w:t>а)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осуществлять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контроль</w:t>
      </w:r>
      <w:r w:rsidR="00BA7B4E" w:rsidRPr="00C613F5">
        <w:rPr>
          <w:spacing w:val="-2"/>
          <w:sz w:val="24"/>
          <w:szCs w:val="24"/>
        </w:rPr>
        <w:t>,</w:t>
      </w:r>
      <w:r w:rsidRPr="00C613F5">
        <w:rPr>
          <w:sz w:val="24"/>
          <w:szCs w:val="24"/>
        </w:rPr>
        <w:tab/>
      </w:r>
      <w:r w:rsidRPr="00C613F5">
        <w:rPr>
          <w:spacing w:val="-6"/>
          <w:sz w:val="24"/>
          <w:szCs w:val="24"/>
        </w:rPr>
        <w:t>за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ходом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оповещения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населения</w:t>
      </w:r>
      <w:r w:rsidRPr="00C613F5">
        <w:rPr>
          <w:sz w:val="24"/>
          <w:szCs w:val="24"/>
        </w:rPr>
        <w:tab/>
      </w:r>
      <w:r w:rsidRPr="00C613F5">
        <w:rPr>
          <w:spacing w:val="-10"/>
          <w:sz w:val="24"/>
          <w:szCs w:val="24"/>
        </w:rPr>
        <w:t xml:space="preserve">и </w:t>
      </w:r>
      <w:r w:rsidRPr="00C613F5">
        <w:rPr>
          <w:sz w:val="24"/>
          <w:szCs w:val="24"/>
        </w:rPr>
        <w:t>эвакуационных органов о начале эвакуации населения;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б) обеспечивать непрерывное и устойчивое управление эвакуационными </w:t>
      </w:r>
      <w:r w:rsidRPr="00C613F5">
        <w:rPr>
          <w:spacing w:val="-2"/>
          <w:sz w:val="24"/>
          <w:szCs w:val="24"/>
        </w:rPr>
        <w:t>органами;</w:t>
      </w:r>
    </w:p>
    <w:p w:rsidR="001515FE" w:rsidRPr="00C613F5" w:rsidRDefault="001515FE" w:rsidP="00C613F5">
      <w:pPr>
        <w:pStyle w:val="ab"/>
        <w:tabs>
          <w:tab w:val="left" w:pos="1267"/>
          <w:tab w:val="left" w:pos="2550"/>
          <w:tab w:val="left" w:pos="3795"/>
          <w:tab w:val="left" w:pos="5695"/>
          <w:tab w:val="left" w:pos="7129"/>
          <w:tab w:val="left" w:pos="7502"/>
          <w:tab w:val="left" w:pos="8282"/>
        </w:tabs>
        <w:ind w:left="567" w:right="462" w:firstLine="567"/>
        <w:rPr>
          <w:sz w:val="24"/>
          <w:szCs w:val="24"/>
        </w:rPr>
      </w:pPr>
      <w:r w:rsidRPr="00C613F5">
        <w:rPr>
          <w:spacing w:val="-6"/>
          <w:sz w:val="24"/>
          <w:szCs w:val="24"/>
        </w:rPr>
        <w:t>в)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готовить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доклады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председателю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Комиссии</w:t>
      </w:r>
      <w:r w:rsidRPr="00C613F5">
        <w:rPr>
          <w:sz w:val="24"/>
          <w:szCs w:val="24"/>
        </w:rPr>
        <w:tab/>
      </w:r>
      <w:r w:rsidRPr="00C613F5">
        <w:rPr>
          <w:spacing w:val="-10"/>
          <w:sz w:val="24"/>
          <w:szCs w:val="24"/>
        </w:rPr>
        <w:t>о</w:t>
      </w:r>
      <w:r w:rsidRPr="00C613F5">
        <w:rPr>
          <w:sz w:val="24"/>
          <w:szCs w:val="24"/>
        </w:rPr>
        <w:tab/>
      </w:r>
      <w:r w:rsidRPr="00C613F5">
        <w:rPr>
          <w:spacing w:val="-4"/>
          <w:sz w:val="24"/>
          <w:szCs w:val="24"/>
        </w:rPr>
        <w:t>ходе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 xml:space="preserve">оповещения </w:t>
      </w:r>
      <w:r w:rsidRPr="00C613F5">
        <w:rPr>
          <w:sz w:val="24"/>
          <w:szCs w:val="24"/>
        </w:rPr>
        <w:t>эвакуационных органов муниципального образования;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г) организовать связь с эвакуационными органами</w:t>
      </w:r>
      <w:r w:rsidR="00BA7B4E" w:rsidRPr="00C613F5">
        <w:rPr>
          <w:sz w:val="24"/>
          <w:szCs w:val="24"/>
        </w:rPr>
        <w:t xml:space="preserve"> МО «Городской округ город Сунжа»</w:t>
      </w:r>
      <w:r w:rsidRPr="00C613F5">
        <w:rPr>
          <w:sz w:val="24"/>
          <w:szCs w:val="24"/>
        </w:rPr>
        <w:t xml:space="preserve">; </w:t>
      </w:r>
      <w:r w:rsidR="00BA7B4E" w:rsidRPr="00C613F5">
        <w:rPr>
          <w:sz w:val="24"/>
          <w:szCs w:val="24"/>
        </w:rPr>
        <w:t xml:space="preserve"> 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д)</w:t>
      </w:r>
      <w:r w:rsidRPr="00C613F5">
        <w:rPr>
          <w:spacing w:val="35"/>
          <w:sz w:val="24"/>
          <w:szCs w:val="24"/>
        </w:rPr>
        <w:t xml:space="preserve"> </w:t>
      </w:r>
      <w:r w:rsidRPr="00C613F5">
        <w:rPr>
          <w:sz w:val="24"/>
          <w:szCs w:val="24"/>
        </w:rPr>
        <w:t>организовать</w:t>
      </w:r>
      <w:r w:rsidRPr="00C613F5">
        <w:rPr>
          <w:spacing w:val="35"/>
          <w:sz w:val="24"/>
          <w:szCs w:val="24"/>
        </w:rPr>
        <w:t xml:space="preserve"> </w:t>
      </w:r>
      <w:r w:rsidRPr="00C613F5">
        <w:rPr>
          <w:sz w:val="24"/>
          <w:szCs w:val="24"/>
        </w:rPr>
        <w:t>взаимодействие</w:t>
      </w:r>
      <w:r w:rsidRPr="00C613F5">
        <w:rPr>
          <w:spacing w:val="37"/>
          <w:sz w:val="24"/>
          <w:szCs w:val="24"/>
        </w:rPr>
        <w:t xml:space="preserve"> </w:t>
      </w:r>
      <w:r w:rsidRPr="00C613F5">
        <w:rPr>
          <w:sz w:val="24"/>
          <w:szCs w:val="24"/>
        </w:rPr>
        <w:t>с</w:t>
      </w:r>
      <w:r w:rsidRPr="00C613F5">
        <w:rPr>
          <w:spacing w:val="35"/>
          <w:sz w:val="24"/>
          <w:szCs w:val="24"/>
        </w:rPr>
        <w:t xml:space="preserve"> </w:t>
      </w:r>
      <w:r w:rsidRPr="00C613F5">
        <w:rPr>
          <w:sz w:val="24"/>
          <w:szCs w:val="24"/>
        </w:rPr>
        <w:t>военным</w:t>
      </w:r>
      <w:r w:rsidRPr="00C613F5">
        <w:rPr>
          <w:spacing w:val="35"/>
          <w:sz w:val="24"/>
          <w:szCs w:val="24"/>
        </w:rPr>
        <w:t xml:space="preserve"> </w:t>
      </w:r>
      <w:r w:rsidRPr="00C613F5">
        <w:rPr>
          <w:sz w:val="24"/>
          <w:szCs w:val="24"/>
        </w:rPr>
        <w:t>комиссариатом</w:t>
      </w:r>
      <w:r w:rsidRPr="00C613F5">
        <w:rPr>
          <w:spacing w:val="37"/>
          <w:sz w:val="24"/>
          <w:szCs w:val="24"/>
        </w:rPr>
        <w:t xml:space="preserve"> </w:t>
      </w:r>
      <w:r w:rsidRPr="00C613F5">
        <w:rPr>
          <w:sz w:val="24"/>
          <w:szCs w:val="24"/>
        </w:rPr>
        <w:t>по</w:t>
      </w:r>
      <w:r w:rsidRPr="00C613F5">
        <w:rPr>
          <w:spacing w:val="38"/>
          <w:sz w:val="24"/>
          <w:szCs w:val="24"/>
        </w:rPr>
        <w:t xml:space="preserve"> </w:t>
      </w:r>
      <w:r w:rsidRPr="00C613F5">
        <w:rPr>
          <w:sz w:val="24"/>
          <w:szCs w:val="24"/>
        </w:rPr>
        <w:t>вопросам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организации дополнительных каналов связи с вышестоящими и </w:t>
      </w:r>
      <w:r w:rsidRPr="00C613F5">
        <w:rPr>
          <w:sz w:val="24"/>
          <w:szCs w:val="24"/>
        </w:rPr>
        <w:lastRenderedPageBreak/>
        <w:t>эвакуационными органами и спасательными службами гражданской обороны муниципальных образований;</w:t>
      </w:r>
    </w:p>
    <w:p w:rsidR="001515FE" w:rsidRPr="00C613F5" w:rsidRDefault="001515FE" w:rsidP="00C613F5">
      <w:pPr>
        <w:ind w:left="567" w:right="462"/>
        <w:sectPr w:rsidR="001515FE" w:rsidRPr="00C613F5">
          <w:pgSz w:w="11910" w:h="16840"/>
          <w:pgMar w:top="1080" w:right="440" w:bottom="280" w:left="1600" w:header="722" w:footer="0" w:gutter="0"/>
          <w:cols w:space="720"/>
        </w:sectPr>
      </w:pPr>
    </w:p>
    <w:p w:rsidR="001515FE" w:rsidRPr="00C613F5" w:rsidRDefault="001515FE" w:rsidP="00C613F5">
      <w:pPr>
        <w:pStyle w:val="ab"/>
        <w:spacing w:before="169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lastRenderedPageBreak/>
        <w:t>е) при обнаружении неисправностей в системе связи и оповещения принимать меры по их устранению.</w:t>
      </w:r>
    </w:p>
    <w:p w:rsidR="001515FE" w:rsidRPr="00C613F5" w:rsidRDefault="001515FE" w:rsidP="00C613F5">
      <w:pPr>
        <w:pStyle w:val="ab"/>
        <w:spacing w:before="321"/>
        <w:ind w:left="567" w:right="462" w:firstLine="567"/>
        <w:rPr>
          <w:bCs/>
          <w:sz w:val="24"/>
          <w:szCs w:val="24"/>
        </w:rPr>
      </w:pPr>
      <w:r w:rsidRPr="00C613F5">
        <w:rPr>
          <w:bCs/>
          <w:sz w:val="24"/>
          <w:szCs w:val="24"/>
        </w:rPr>
        <w:t>Функциональные</w:t>
      </w:r>
      <w:r w:rsidRPr="00C613F5">
        <w:rPr>
          <w:bCs/>
          <w:spacing w:val="-13"/>
          <w:sz w:val="24"/>
          <w:szCs w:val="24"/>
        </w:rPr>
        <w:t xml:space="preserve"> </w:t>
      </w:r>
      <w:r w:rsidRPr="00C613F5">
        <w:rPr>
          <w:bCs/>
          <w:spacing w:val="-2"/>
          <w:sz w:val="24"/>
          <w:szCs w:val="24"/>
        </w:rPr>
        <w:t>обязанности</w:t>
      </w:r>
    </w:p>
    <w:p w:rsidR="001515FE" w:rsidRPr="00C613F5" w:rsidRDefault="001515FE" w:rsidP="00C613F5">
      <w:pPr>
        <w:pStyle w:val="ab"/>
        <w:spacing w:before="2"/>
        <w:ind w:left="567" w:right="462" w:firstLine="567"/>
        <w:rPr>
          <w:bCs/>
          <w:sz w:val="24"/>
          <w:szCs w:val="24"/>
        </w:rPr>
      </w:pPr>
      <w:r w:rsidRPr="00C613F5">
        <w:rPr>
          <w:bCs/>
          <w:sz w:val="24"/>
          <w:szCs w:val="24"/>
        </w:rPr>
        <w:t>старшего</w:t>
      </w:r>
      <w:r w:rsidRPr="00C613F5">
        <w:rPr>
          <w:bCs/>
          <w:spacing w:val="-11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группы</w:t>
      </w:r>
      <w:r w:rsidRPr="00C613F5">
        <w:rPr>
          <w:bCs/>
          <w:spacing w:val="-14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первоочередного</w:t>
      </w:r>
      <w:r w:rsidRPr="00C613F5">
        <w:rPr>
          <w:bCs/>
          <w:spacing w:val="-11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жизнеобеспечения эвакуируемого населения</w:t>
      </w:r>
    </w:p>
    <w:p w:rsidR="001515FE" w:rsidRPr="00C613F5" w:rsidRDefault="001515FE" w:rsidP="00C613F5">
      <w:pPr>
        <w:pStyle w:val="ab"/>
        <w:spacing w:before="321"/>
        <w:ind w:left="567" w:right="462" w:firstLine="567"/>
        <w:rPr>
          <w:sz w:val="24"/>
          <w:szCs w:val="24"/>
        </w:rPr>
      </w:pPr>
      <w:proofErr w:type="gramStart"/>
      <w:r w:rsidRPr="00C613F5">
        <w:rPr>
          <w:sz w:val="24"/>
          <w:szCs w:val="24"/>
        </w:rPr>
        <w:t>Старший</w:t>
      </w:r>
      <w:proofErr w:type="gramEnd"/>
      <w:r w:rsidRPr="00C613F5">
        <w:rPr>
          <w:sz w:val="24"/>
          <w:szCs w:val="24"/>
        </w:rPr>
        <w:t xml:space="preserve"> группы первоочередного жизнеобеспечения населения </w:t>
      </w:r>
      <w:proofErr w:type="spellStart"/>
      <w:r w:rsidRPr="00C613F5">
        <w:rPr>
          <w:sz w:val="24"/>
          <w:szCs w:val="24"/>
        </w:rPr>
        <w:t>эвакоприемной</w:t>
      </w:r>
      <w:proofErr w:type="spellEnd"/>
      <w:r w:rsidRPr="00C613F5">
        <w:rPr>
          <w:sz w:val="24"/>
          <w:szCs w:val="24"/>
        </w:rPr>
        <w:t xml:space="preserve"> комиссии отвечает за организацию выполнения мероприятий, направленных на сохранение здоровья и создание условий для жизни и трудовой деятельности эвакуируемого населения. Он подчиняется председателю Комиссии и работает под его руководством. </w:t>
      </w:r>
      <w:proofErr w:type="gramStart"/>
      <w:r w:rsidRPr="00C613F5">
        <w:rPr>
          <w:sz w:val="24"/>
          <w:szCs w:val="24"/>
        </w:rPr>
        <w:t>Старший</w:t>
      </w:r>
      <w:proofErr w:type="gramEnd"/>
      <w:r w:rsidRPr="00C613F5">
        <w:rPr>
          <w:sz w:val="24"/>
          <w:szCs w:val="24"/>
        </w:rPr>
        <w:t xml:space="preserve"> группы первоочередного жизнеобеспечения эвакуируемого населения отвечает за планирование и осуществление первоочередного обеспечения эвакуируемого </w:t>
      </w:r>
      <w:r w:rsidRPr="00C613F5">
        <w:rPr>
          <w:spacing w:val="-2"/>
          <w:sz w:val="24"/>
          <w:szCs w:val="24"/>
        </w:rPr>
        <w:t>населения.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proofErr w:type="gramStart"/>
      <w:r w:rsidRPr="00C613F5">
        <w:rPr>
          <w:sz w:val="24"/>
          <w:szCs w:val="24"/>
        </w:rPr>
        <w:t>На</w:t>
      </w:r>
      <w:proofErr w:type="gramEnd"/>
      <w:r w:rsidRPr="00C613F5">
        <w:rPr>
          <w:sz w:val="24"/>
          <w:szCs w:val="24"/>
        </w:rPr>
        <w:t xml:space="preserve"> </w:t>
      </w:r>
      <w:proofErr w:type="gramStart"/>
      <w:r w:rsidRPr="00C613F5">
        <w:rPr>
          <w:sz w:val="24"/>
          <w:szCs w:val="24"/>
        </w:rPr>
        <w:t>старшего</w:t>
      </w:r>
      <w:proofErr w:type="gramEnd"/>
      <w:r w:rsidRPr="00C613F5">
        <w:rPr>
          <w:sz w:val="24"/>
          <w:szCs w:val="24"/>
        </w:rPr>
        <w:t xml:space="preserve"> группы первоочередного жизнеобеспечения эвакуируемого населения возложено выполнение следующих обязанностей: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1"/>
        </w:numPr>
        <w:tabs>
          <w:tab w:val="left" w:pos="1113"/>
        </w:tabs>
        <w:autoSpaceDE w:val="0"/>
        <w:autoSpaceDN w:val="0"/>
        <w:spacing w:before="2" w:line="322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повседневной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деятельности: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организацию и контроль</w:t>
      </w:r>
      <w:r w:rsidR="00BA7B4E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осуществлением расчётов потребности по всем видам первоочередного обеспечения эвакуируемого населения на период проведения эвакуационный мероприятий;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б) контроль</w:t>
      </w:r>
      <w:r w:rsidR="00BA7B4E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готовностью приёмных эвакуационных пунктов к всестороннему первоочередному обеспечению эвакуируемого населения;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 контроль</w:t>
      </w:r>
      <w:r w:rsidR="00BA7B4E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готовностью к развёртыванию подвижных пунктов питания, медицинских пунктов, пунктов вещевого снабжения, пунктов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обогрева на маршрутах пешей эвакуации;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г) подготовку предложений по совершенствованию организации планирования и осуществления всестороннего первоочередного жизнеобеспечения эвакуируемого населения.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1"/>
        </w:numPr>
        <w:tabs>
          <w:tab w:val="left" w:pos="1113"/>
        </w:tabs>
        <w:autoSpaceDE w:val="0"/>
        <w:autoSpaceDN w:val="0"/>
        <w:spacing w:line="321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8"/>
        </w:rPr>
        <w:t xml:space="preserve"> </w:t>
      </w:r>
      <w:r w:rsidRPr="00C613F5">
        <w:t>выполнении</w:t>
      </w:r>
      <w:r w:rsidRPr="00C613F5">
        <w:rPr>
          <w:spacing w:val="-10"/>
        </w:rPr>
        <w:t xml:space="preserve"> </w:t>
      </w:r>
      <w:r w:rsidRPr="00C613F5">
        <w:t>мероприятий</w:t>
      </w:r>
      <w:r w:rsidRPr="00C613F5">
        <w:rPr>
          <w:spacing w:val="-7"/>
        </w:rPr>
        <w:t xml:space="preserve"> </w:t>
      </w:r>
      <w:r w:rsidRPr="00C613F5">
        <w:t>по</w:t>
      </w:r>
      <w:r w:rsidRPr="00C613F5">
        <w:rPr>
          <w:spacing w:val="-7"/>
        </w:rPr>
        <w:t xml:space="preserve"> </w:t>
      </w:r>
      <w:r w:rsidRPr="00C613F5">
        <w:t>гражданской</w:t>
      </w:r>
      <w:r w:rsidRPr="00C613F5">
        <w:rPr>
          <w:spacing w:val="-7"/>
        </w:rPr>
        <w:t xml:space="preserve"> </w:t>
      </w:r>
      <w:r w:rsidRPr="00C613F5">
        <w:rPr>
          <w:spacing w:val="-2"/>
        </w:rPr>
        <w:t>обороне: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контроль</w:t>
      </w:r>
      <w:r w:rsidR="00BA7B4E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готовностью приемных эвакуационных пунктов к первоочередному жизнеобеспечению эвакуируемого населения;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б) организацию работы по уточнению состояния водных источников, систем водоснабжения, пунктов питания и торговли и их мощности;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 организацию работы по уточнению возможностей энергетического и топливного обеспечения, а также предоставления необходимых коммунальн</w:t>
      </w:r>
      <w:proofErr w:type="gramStart"/>
      <w:r w:rsidRPr="00C613F5">
        <w:rPr>
          <w:sz w:val="24"/>
          <w:szCs w:val="24"/>
        </w:rPr>
        <w:t>о-</w:t>
      </w:r>
      <w:proofErr w:type="gramEnd"/>
      <w:r w:rsidRPr="00C613F5">
        <w:rPr>
          <w:sz w:val="24"/>
          <w:szCs w:val="24"/>
        </w:rPr>
        <w:t xml:space="preserve"> бытовых услуг, медицинского обеспечения эвакуируемому населению;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г) организацию и контроль подготовки спасательных служб гражданской обороны на предприятиях торговли и питания, коммунально-технического и медицинского обслуживания к первоочередному обеспечению эвакуируемого </w:t>
      </w:r>
      <w:r w:rsidRPr="00C613F5">
        <w:rPr>
          <w:spacing w:val="-2"/>
          <w:sz w:val="24"/>
          <w:szCs w:val="24"/>
        </w:rPr>
        <w:t>населения;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д) организацию работы по уточнению численности эвакуируемого </w:t>
      </w:r>
      <w:r w:rsidRPr="00C613F5">
        <w:rPr>
          <w:sz w:val="24"/>
          <w:szCs w:val="24"/>
        </w:rPr>
        <w:lastRenderedPageBreak/>
        <w:t xml:space="preserve">населения и его потребностей в продукции (услугах) первоочередного </w:t>
      </w:r>
      <w:r w:rsidRPr="00C613F5">
        <w:rPr>
          <w:spacing w:val="-2"/>
          <w:sz w:val="24"/>
          <w:szCs w:val="24"/>
        </w:rPr>
        <w:t>обеспечения;</w:t>
      </w:r>
    </w:p>
    <w:p w:rsidR="001515FE" w:rsidRPr="00C613F5" w:rsidRDefault="001515FE" w:rsidP="00C613F5">
      <w:pPr>
        <w:ind w:left="567" w:right="462"/>
        <w:sectPr w:rsidR="001515FE" w:rsidRPr="00C613F5">
          <w:pgSz w:w="11910" w:h="16840"/>
          <w:pgMar w:top="1080" w:right="440" w:bottom="280" w:left="1600" w:header="722" w:footer="0" w:gutter="0"/>
          <w:cols w:space="720"/>
        </w:sectPr>
      </w:pPr>
    </w:p>
    <w:p w:rsidR="001515FE" w:rsidRPr="00C613F5" w:rsidRDefault="001515FE" w:rsidP="00C613F5">
      <w:pPr>
        <w:pStyle w:val="ab"/>
        <w:spacing w:before="169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lastRenderedPageBreak/>
        <w:t>е) организацию работы по уточнению баз и складов, из которых будет осуществляться</w:t>
      </w:r>
      <w:r w:rsidRPr="00C613F5">
        <w:rPr>
          <w:spacing w:val="-18"/>
          <w:sz w:val="24"/>
          <w:szCs w:val="24"/>
        </w:rPr>
        <w:t xml:space="preserve"> </w:t>
      </w:r>
      <w:r w:rsidRPr="00C613F5">
        <w:rPr>
          <w:sz w:val="24"/>
          <w:szCs w:val="24"/>
        </w:rPr>
        <w:t>снабжение</w:t>
      </w:r>
      <w:r w:rsidRPr="00C613F5">
        <w:rPr>
          <w:spacing w:val="-17"/>
          <w:sz w:val="24"/>
          <w:szCs w:val="24"/>
        </w:rPr>
        <w:t xml:space="preserve"> </w:t>
      </w:r>
      <w:r w:rsidRPr="00C613F5">
        <w:rPr>
          <w:sz w:val="24"/>
          <w:szCs w:val="24"/>
        </w:rPr>
        <w:t>эвакуируемого</w:t>
      </w:r>
      <w:r w:rsidRPr="00C613F5">
        <w:rPr>
          <w:spacing w:val="-18"/>
          <w:sz w:val="24"/>
          <w:szCs w:val="24"/>
        </w:rPr>
        <w:t xml:space="preserve"> </w:t>
      </w:r>
      <w:r w:rsidRPr="00C613F5">
        <w:rPr>
          <w:sz w:val="24"/>
          <w:szCs w:val="24"/>
        </w:rPr>
        <w:t>населения,</w:t>
      </w:r>
      <w:r w:rsidRPr="00C613F5">
        <w:rPr>
          <w:spacing w:val="-17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-18"/>
          <w:sz w:val="24"/>
          <w:szCs w:val="24"/>
        </w:rPr>
        <w:t xml:space="preserve"> </w:t>
      </w:r>
      <w:r w:rsidRPr="00C613F5">
        <w:rPr>
          <w:sz w:val="24"/>
          <w:szCs w:val="24"/>
        </w:rPr>
        <w:t>объемов</w:t>
      </w:r>
      <w:r w:rsidRPr="00C613F5">
        <w:rPr>
          <w:spacing w:val="-17"/>
          <w:sz w:val="24"/>
          <w:szCs w:val="24"/>
        </w:rPr>
        <w:t xml:space="preserve"> </w:t>
      </w:r>
      <w:r w:rsidRPr="00C613F5">
        <w:rPr>
          <w:sz w:val="24"/>
          <w:szCs w:val="24"/>
        </w:rPr>
        <w:t>заложенной</w:t>
      </w:r>
      <w:r w:rsidRPr="00C613F5">
        <w:rPr>
          <w:spacing w:val="-18"/>
          <w:sz w:val="24"/>
          <w:szCs w:val="24"/>
        </w:rPr>
        <w:t xml:space="preserve"> </w:t>
      </w:r>
      <w:r w:rsidRPr="00C613F5">
        <w:rPr>
          <w:sz w:val="24"/>
          <w:szCs w:val="24"/>
        </w:rPr>
        <w:t>на них продукции;</w:t>
      </w:r>
    </w:p>
    <w:p w:rsidR="001515FE" w:rsidRPr="00C613F5" w:rsidRDefault="001515FE" w:rsidP="00C613F5">
      <w:pPr>
        <w:pStyle w:val="ab"/>
        <w:spacing w:line="242" w:lineRule="auto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ж) подготовку докладов по подготовке к первоочередному обеспечению эвакуируемого населения в сложившейся обстановке;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1"/>
        </w:numPr>
        <w:tabs>
          <w:tab w:val="left" w:pos="1113"/>
        </w:tabs>
        <w:autoSpaceDE w:val="0"/>
        <w:autoSpaceDN w:val="0"/>
        <w:spacing w:line="317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проведении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эвакуации: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организацию работы и контроль</w:t>
      </w:r>
      <w:r w:rsidR="009369DF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всесторонним обеспечением эвакуируемого населения в пунктах высадки, в местах малых и больших привалов на пеших маршрутах эвакуации;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б) контроль</w:t>
      </w:r>
      <w:r w:rsidR="009369DF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готовностью приемных эвакуационных пунктов к первоочередному жизнеобеспечению эвакуируемого населения и в местах размещения в безопасном районе;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 подготовку докладов председателю Комиссии по вопросам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организации первоочередного жизнеобеспечения эвакуируемого населения.</w:t>
      </w:r>
    </w:p>
    <w:p w:rsidR="001515FE" w:rsidRPr="00C613F5" w:rsidRDefault="001515FE" w:rsidP="00C613F5">
      <w:pPr>
        <w:pStyle w:val="ab"/>
        <w:spacing w:before="320" w:line="322" w:lineRule="exact"/>
        <w:ind w:left="567" w:right="462" w:firstLine="567"/>
        <w:rPr>
          <w:bCs/>
          <w:sz w:val="24"/>
          <w:szCs w:val="24"/>
        </w:rPr>
      </w:pPr>
      <w:r w:rsidRPr="00C613F5">
        <w:rPr>
          <w:bCs/>
          <w:sz w:val="24"/>
          <w:szCs w:val="24"/>
        </w:rPr>
        <w:t>Функциональные</w:t>
      </w:r>
      <w:r w:rsidRPr="00C613F5">
        <w:rPr>
          <w:bCs/>
          <w:spacing w:val="-13"/>
          <w:sz w:val="24"/>
          <w:szCs w:val="24"/>
        </w:rPr>
        <w:t xml:space="preserve"> </w:t>
      </w:r>
      <w:r w:rsidRPr="00C613F5">
        <w:rPr>
          <w:bCs/>
          <w:spacing w:val="-2"/>
          <w:sz w:val="24"/>
          <w:szCs w:val="24"/>
        </w:rPr>
        <w:t>обязанности</w:t>
      </w:r>
    </w:p>
    <w:p w:rsidR="001515FE" w:rsidRPr="00C613F5" w:rsidRDefault="001515FE" w:rsidP="00C613F5">
      <w:pPr>
        <w:pStyle w:val="ab"/>
        <w:ind w:left="567" w:right="462" w:firstLine="567"/>
        <w:rPr>
          <w:bCs/>
          <w:sz w:val="24"/>
          <w:szCs w:val="24"/>
        </w:rPr>
      </w:pPr>
      <w:r w:rsidRPr="00C613F5">
        <w:rPr>
          <w:bCs/>
          <w:sz w:val="24"/>
          <w:szCs w:val="24"/>
        </w:rPr>
        <w:t>старшего</w:t>
      </w:r>
      <w:r w:rsidRPr="00C613F5">
        <w:rPr>
          <w:bCs/>
          <w:spacing w:val="-9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группы</w:t>
      </w:r>
      <w:r w:rsidRPr="00C613F5">
        <w:rPr>
          <w:bCs/>
          <w:spacing w:val="-9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дорожного</w:t>
      </w:r>
      <w:r w:rsidRPr="00C613F5">
        <w:rPr>
          <w:bCs/>
          <w:spacing w:val="-7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и</w:t>
      </w:r>
      <w:r w:rsidRPr="00C613F5">
        <w:rPr>
          <w:bCs/>
          <w:spacing w:val="-7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транспортного</w:t>
      </w:r>
      <w:r w:rsidRPr="00C613F5">
        <w:rPr>
          <w:bCs/>
          <w:spacing w:val="-9"/>
          <w:sz w:val="24"/>
          <w:szCs w:val="24"/>
        </w:rPr>
        <w:t xml:space="preserve"> </w:t>
      </w:r>
      <w:r w:rsidRPr="00C613F5">
        <w:rPr>
          <w:bCs/>
          <w:spacing w:val="-2"/>
          <w:sz w:val="24"/>
          <w:szCs w:val="24"/>
        </w:rPr>
        <w:t>обеспечения</w:t>
      </w:r>
    </w:p>
    <w:p w:rsidR="001515FE" w:rsidRPr="00C613F5" w:rsidRDefault="001515FE" w:rsidP="00C613F5">
      <w:pPr>
        <w:pStyle w:val="ab"/>
        <w:spacing w:before="2"/>
        <w:ind w:left="567" w:right="462" w:firstLine="567"/>
        <w:rPr>
          <w:sz w:val="24"/>
          <w:szCs w:val="24"/>
        </w:rPr>
      </w:pPr>
    </w:p>
    <w:p w:rsidR="001515FE" w:rsidRPr="00C613F5" w:rsidRDefault="001515FE" w:rsidP="00C613F5">
      <w:pPr>
        <w:pStyle w:val="ab"/>
        <w:tabs>
          <w:tab w:val="left" w:pos="2298"/>
          <w:tab w:val="left" w:pos="2349"/>
          <w:tab w:val="left" w:pos="3681"/>
          <w:tab w:val="left" w:pos="3815"/>
          <w:tab w:val="left" w:pos="5208"/>
          <w:tab w:val="left" w:pos="5431"/>
          <w:tab w:val="left" w:pos="5808"/>
          <w:tab w:val="left" w:pos="6031"/>
          <w:tab w:val="left" w:pos="7983"/>
          <w:tab w:val="left" w:pos="8237"/>
        </w:tabs>
        <w:ind w:left="567" w:right="462" w:firstLine="567"/>
        <w:rPr>
          <w:sz w:val="24"/>
          <w:szCs w:val="24"/>
        </w:rPr>
      </w:pPr>
      <w:proofErr w:type="gramStart"/>
      <w:r w:rsidRPr="00C613F5">
        <w:rPr>
          <w:spacing w:val="-2"/>
          <w:sz w:val="24"/>
          <w:szCs w:val="24"/>
        </w:rPr>
        <w:t>Старший</w:t>
      </w:r>
      <w:proofErr w:type="gramEnd"/>
      <w:r w:rsidRPr="00C613F5">
        <w:rPr>
          <w:sz w:val="24"/>
          <w:szCs w:val="24"/>
        </w:rPr>
        <w:tab/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группы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дорожного</w:t>
      </w:r>
      <w:r w:rsidRPr="00C613F5">
        <w:rPr>
          <w:sz w:val="24"/>
          <w:szCs w:val="24"/>
        </w:rPr>
        <w:tab/>
      </w:r>
      <w:r w:rsidRPr="00C613F5">
        <w:rPr>
          <w:sz w:val="24"/>
          <w:szCs w:val="24"/>
        </w:rPr>
        <w:tab/>
      </w:r>
      <w:r w:rsidRPr="00C613F5">
        <w:rPr>
          <w:spacing w:val="-10"/>
          <w:sz w:val="24"/>
          <w:szCs w:val="24"/>
        </w:rPr>
        <w:t>и</w:t>
      </w:r>
      <w:r w:rsidRPr="00C613F5">
        <w:rPr>
          <w:sz w:val="24"/>
          <w:szCs w:val="24"/>
        </w:rPr>
        <w:tab/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транспортного</w:t>
      </w:r>
      <w:r w:rsidRPr="00C613F5">
        <w:rPr>
          <w:sz w:val="24"/>
          <w:szCs w:val="24"/>
        </w:rPr>
        <w:tab/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 xml:space="preserve">обеспечения </w:t>
      </w:r>
      <w:proofErr w:type="spellStart"/>
      <w:r w:rsidRPr="00C613F5">
        <w:rPr>
          <w:spacing w:val="-2"/>
          <w:sz w:val="24"/>
          <w:szCs w:val="24"/>
        </w:rPr>
        <w:t>эвакоприемной</w:t>
      </w:r>
      <w:proofErr w:type="spellEnd"/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комиссии</w:t>
      </w:r>
      <w:r w:rsidRPr="00C613F5">
        <w:rPr>
          <w:sz w:val="24"/>
          <w:szCs w:val="24"/>
        </w:rPr>
        <w:tab/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отвечает</w:t>
      </w:r>
      <w:r w:rsidRPr="00C613F5">
        <w:rPr>
          <w:sz w:val="24"/>
          <w:szCs w:val="24"/>
        </w:rPr>
        <w:tab/>
      </w:r>
      <w:r w:rsidRPr="00C613F5">
        <w:rPr>
          <w:spacing w:val="-6"/>
          <w:sz w:val="24"/>
          <w:szCs w:val="24"/>
        </w:rPr>
        <w:t>за</w:t>
      </w:r>
      <w:r w:rsidRPr="00C613F5">
        <w:rPr>
          <w:sz w:val="24"/>
          <w:szCs w:val="24"/>
        </w:rPr>
        <w:tab/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осуществление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 xml:space="preserve">транспортного </w:t>
      </w:r>
      <w:r w:rsidRPr="00C613F5">
        <w:rPr>
          <w:sz w:val="24"/>
          <w:szCs w:val="24"/>
        </w:rPr>
        <w:t xml:space="preserve">обеспечения эвакуируемого населения, материальных и культурных ценностей. </w:t>
      </w:r>
      <w:proofErr w:type="gramStart"/>
      <w:r w:rsidRPr="00C613F5">
        <w:rPr>
          <w:sz w:val="24"/>
          <w:szCs w:val="24"/>
        </w:rPr>
        <w:t>Старший</w:t>
      </w:r>
      <w:proofErr w:type="gramEnd"/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группы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дорожного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транспортного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обеспечения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подчиняется председателю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Комиссии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работает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под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его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руководством.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Он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отвечает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за планирование</w:t>
      </w:r>
      <w:r w:rsidRPr="00C613F5">
        <w:rPr>
          <w:spacing w:val="76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77"/>
          <w:sz w:val="24"/>
          <w:szCs w:val="24"/>
        </w:rPr>
        <w:t xml:space="preserve"> </w:t>
      </w:r>
      <w:r w:rsidRPr="00C613F5">
        <w:rPr>
          <w:sz w:val="24"/>
          <w:szCs w:val="24"/>
        </w:rPr>
        <w:t>подготовку</w:t>
      </w:r>
      <w:r w:rsidRPr="00C613F5">
        <w:rPr>
          <w:spacing w:val="74"/>
          <w:sz w:val="24"/>
          <w:szCs w:val="24"/>
        </w:rPr>
        <w:t xml:space="preserve"> </w:t>
      </w:r>
      <w:r w:rsidRPr="00C613F5">
        <w:rPr>
          <w:sz w:val="24"/>
          <w:szCs w:val="24"/>
        </w:rPr>
        <w:t>транспортных</w:t>
      </w:r>
      <w:r w:rsidRPr="00C613F5">
        <w:rPr>
          <w:spacing w:val="45"/>
          <w:w w:val="150"/>
          <w:sz w:val="24"/>
          <w:szCs w:val="24"/>
        </w:rPr>
        <w:t xml:space="preserve"> </w:t>
      </w:r>
      <w:r w:rsidRPr="00C613F5">
        <w:rPr>
          <w:sz w:val="24"/>
          <w:szCs w:val="24"/>
        </w:rPr>
        <w:t>средств,</w:t>
      </w:r>
      <w:r w:rsidRPr="00C613F5">
        <w:rPr>
          <w:spacing w:val="77"/>
          <w:sz w:val="24"/>
          <w:szCs w:val="24"/>
        </w:rPr>
        <w:t xml:space="preserve"> </w:t>
      </w:r>
      <w:r w:rsidRPr="00C613F5">
        <w:rPr>
          <w:sz w:val="24"/>
          <w:szCs w:val="24"/>
        </w:rPr>
        <w:t>маршрутов</w:t>
      </w:r>
      <w:r w:rsidRPr="00C613F5">
        <w:rPr>
          <w:spacing w:val="79"/>
          <w:sz w:val="24"/>
          <w:szCs w:val="24"/>
        </w:rPr>
        <w:t xml:space="preserve"> </w:t>
      </w:r>
      <w:r w:rsidRPr="00C613F5">
        <w:rPr>
          <w:sz w:val="24"/>
          <w:szCs w:val="24"/>
        </w:rPr>
        <w:t>эвакуации</w:t>
      </w:r>
      <w:r w:rsidRPr="00C613F5">
        <w:rPr>
          <w:spacing w:val="45"/>
          <w:w w:val="150"/>
          <w:sz w:val="24"/>
          <w:szCs w:val="24"/>
        </w:rPr>
        <w:t xml:space="preserve"> </w:t>
      </w:r>
      <w:proofErr w:type="gramStart"/>
      <w:r w:rsidRPr="00C613F5">
        <w:rPr>
          <w:spacing w:val="-10"/>
          <w:sz w:val="24"/>
          <w:szCs w:val="24"/>
        </w:rPr>
        <w:t>к</w:t>
      </w:r>
      <w:proofErr w:type="gramEnd"/>
    </w:p>
    <w:p w:rsidR="001515FE" w:rsidRPr="00C613F5" w:rsidRDefault="001515FE" w:rsidP="00C613F5">
      <w:pPr>
        <w:pStyle w:val="ab"/>
        <w:spacing w:line="322" w:lineRule="exact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проведению</w:t>
      </w:r>
      <w:r w:rsidRPr="00C613F5">
        <w:rPr>
          <w:spacing w:val="-11"/>
          <w:sz w:val="24"/>
          <w:szCs w:val="24"/>
        </w:rPr>
        <w:t xml:space="preserve"> </w:t>
      </w:r>
      <w:r w:rsidRPr="00C613F5">
        <w:rPr>
          <w:sz w:val="24"/>
          <w:szCs w:val="24"/>
        </w:rPr>
        <w:t>эвакуации</w:t>
      </w:r>
      <w:r w:rsidRPr="00C613F5">
        <w:rPr>
          <w:spacing w:val="-8"/>
          <w:sz w:val="24"/>
          <w:szCs w:val="24"/>
        </w:rPr>
        <w:t xml:space="preserve"> </w:t>
      </w:r>
      <w:r w:rsidRPr="00C613F5">
        <w:rPr>
          <w:sz w:val="24"/>
          <w:szCs w:val="24"/>
        </w:rPr>
        <w:t>населения,</w:t>
      </w:r>
      <w:r w:rsidRPr="00C613F5">
        <w:rPr>
          <w:spacing w:val="-8"/>
          <w:sz w:val="24"/>
          <w:szCs w:val="24"/>
        </w:rPr>
        <w:t xml:space="preserve"> </w:t>
      </w:r>
      <w:r w:rsidRPr="00C613F5">
        <w:rPr>
          <w:sz w:val="24"/>
          <w:szCs w:val="24"/>
        </w:rPr>
        <w:t>материальных</w:t>
      </w:r>
      <w:r w:rsidRPr="00C613F5">
        <w:rPr>
          <w:spacing w:val="-7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-8"/>
          <w:sz w:val="24"/>
          <w:szCs w:val="24"/>
        </w:rPr>
        <w:t xml:space="preserve"> </w:t>
      </w:r>
      <w:r w:rsidRPr="00C613F5">
        <w:rPr>
          <w:sz w:val="24"/>
          <w:szCs w:val="24"/>
        </w:rPr>
        <w:t>культурных</w:t>
      </w:r>
      <w:r w:rsidRPr="00C613F5">
        <w:rPr>
          <w:spacing w:val="-6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ценностей.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proofErr w:type="gramStart"/>
      <w:r w:rsidRPr="00C613F5">
        <w:rPr>
          <w:sz w:val="24"/>
          <w:szCs w:val="24"/>
        </w:rPr>
        <w:t>На</w:t>
      </w:r>
      <w:proofErr w:type="gramEnd"/>
      <w:r w:rsidRPr="00C613F5">
        <w:rPr>
          <w:sz w:val="24"/>
          <w:szCs w:val="24"/>
        </w:rPr>
        <w:t xml:space="preserve"> </w:t>
      </w:r>
      <w:proofErr w:type="gramStart"/>
      <w:r w:rsidRPr="00C613F5">
        <w:rPr>
          <w:sz w:val="24"/>
          <w:szCs w:val="24"/>
        </w:rPr>
        <w:t>старшего</w:t>
      </w:r>
      <w:proofErr w:type="gramEnd"/>
      <w:r w:rsidRPr="00C613F5">
        <w:rPr>
          <w:sz w:val="24"/>
          <w:szCs w:val="24"/>
        </w:rPr>
        <w:t xml:space="preserve"> группы дорожного и транспортного обеспечения возложено выполнение следующих обязанностей: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0"/>
        </w:numPr>
        <w:tabs>
          <w:tab w:val="left" w:pos="1113"/>
        </w:tabs>
        <w:autoSpaceDE w:val="0"/>
        <w:autoSpaceDN w:val="0"/>
        <w:spacing w:line="321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повседневной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деятельности: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разработка и своевременное уточнение расчетов на автомобильный транспорт для проведения эвакуационных мероприятий;</w:t>
      </w:r>
    </w:p>
    <w:p w:rsidR="001515FE" w:rsidRPr="00C613F5" w:rsidRDefault="001515FE" w:rsidP="00C613F5">
      <w:pPr>
        <w:pStyle w:val="ab"/>
        <w:spacing w:before="2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б) осуществление контроля</w:t>
      </w:r>
      <w:r w:rsidR="009369DF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состоянием и готовностью автомобильного транспорта, выделяемого для проведения эвакуационных перевозок;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 совместно с отделом по делам ГО и ЧС Администрации муниципального</w:t>
      </w:r>
      <w:r w:rsidRPr="00C613F5">
        <w:rPr>
          <w:spacing w:val="-8"/>
          <w:sz w:val="24"/>
          <w:szCs w:val="24"/>
        </w:rPr>
        <w:t xml:space="preserve"> </w:t>
      </w:r>
      <w:r w:rsidRPr="00C613F5">
        <w:rPr>
          <w:sz w:val="24"/>
          <w:szCs w:val="24"/>
        </w:rPr>
        <w:t>образования,</w:t>
      </w:r>
      <w:r w:rsidRPr="00C613F5">
        <w:rPr>
          <w:spacing w:val="-6"/>
          <w:sz w:val="24"/>
          <w:szCs w:val="24"/>
        </w:rPr>
        <w:t xml:space="preserve"> </w:t>
      </w:r>
      <w:r w:rsidRPr="00C613F5">
        <w:rPr>
          <w:sz w:val="24"/>
          <w:szCs w:val="24"/>
        </w:rPr>
        <w:t>военным</w:t>
      </w:r>
      <w:r w:rsidRPr="00C613F5">
        <w:rPr>
          <w:spacing w:val="-9"/>
          <w:sz w:val="24"/>
          <w:szCs w:val="24"/>
        </w:rPr>
        <w:t xml:space="preserve"> </w:t>
      </w:r>
      <w:r w:rsidRPr="00C613F5">
        <w:rPr>
          <w:sz w:val="24"/>
          <w:szCs w:val="24"/>
        </w:rPr>
        <w:t>комиссариатом</w:t>
      </w:r>
      <w:r w:rsidRPr="00C613F5">
        <w:rPr>
          <w:spacing w:val="-9"/>
          <w:sz w:val="24"/>
          <w:szCs w:val="24"/>
        </w:rPr>
        <w:t xml:space="preserve"> </w:t>
      </w:r>
      <w:r w:rsidRPr="00C613F5">
        <w:rPr>
          <w:sz w:val="24"/>
          <w:szCs w:val="24"/>
        </w:rPr>
        <w:t>определение</w:t>
      </w:r>
      <w:r w:rsidRPr="00C613F5">
        <w:rPr>
          <w:spacing w:val="-6"/>
          <w:sz w:val="24"/>
          <w:szCs w:val="24"/>
        </w:rPr>
        <w:t xml:space="preserve"> </w:t>
      </w:r>
      <w:r w:rsidRPr="00C613F5">
        <w:rPr>
          <w:sz w:val="24"/>
          <w:szCs w:val="24"/>
        </w:rPr>
        <w:t>маршрутов эвакуации</w:t>
      </w:r>
      <w:r w:rsidRPr="00C613F5">
        <w:rPr>
          <w:spacing w:val="-10"/>
          <w:sz w:val="24"/>
          <w:szCs w:val="24"/>
        </w:rPr>
        <w:t xml:space="preserve"> </w:t>
      </w:r>
      <w:r w:rsidRPr="00C613F5">
        <w:rPr>
          <w:sz w:val="24"/>
          <w:szCs w:val="24"/>
        </w:rPr>
        <w:t>населения</w:t>
      </w:r>
      <w:r w:rsidRPr="00C613F5">
        <w:rPr>
          <w:spacing w:val="-10"/>
          <w:sz w:val="24"/>
          <w:szCs w:val="24"/>
        </w:rPr>
        <w:t xml:space="preserve"> </w:t>
      </w:r>
      <w:r w:rsidRPr="00C613F5">
        <w:rPr>
          <w:sz w:val="24"/>
          <w:szCs w:val="24"/>
        </w:rPr>
        <w:t>в</w:t>
      </w:r>
      <w:r w:rsidRPr="00C613F5">
        <w:rPr>
          <w:spacing w:val="-9"/>
          <w:sz w:val="24"/>
          <w:szCs w:val="24"/>
        </w:rPr>
        <w:t xml:space="preserve"> </w:t>
      </w:r>
      <w:r w:rsidRPr="00C613F5">
        <w:rPr>
          <w:sz w:val="24"/>
          <w:szCs w:val="24"/>
        </w:rPr>
        <w:t>населенные</w:t>
      </w:r>
      <w:r w:rsidRPr="00C613F5">
        <w:rPr>
          <w:spacing w:val="-10"/>
          <w:sz w:val="24"/>
          <w:szCs w:val="24"/>
        </w:rPr>
        <w:t xml:space="preserve"> </w:t>
      </w:r>
      <w:r w:rsidRPr="00C613F5">
        <w:rPr>
          <w:sz w:val="24"/>
          <w:szCs w:val="24"/>
        </w:rPr>
        <w:t>пункты</w:t>
      </w:r>
      <w:r w:rsidRPr="00C613F5">
        <w:rPr>
          <w:spacing w:val="-10"/>
          <w:sz w:val="24"/>
          <w:szCs w:val="24"/>
        </w:rPr>
        <w:t xml:space="preserve"> </w:t>
      </w:r>
      <w:r w:rsidRPr="00C613F5">
        <w:rPr>
          <w:sz w:val="24"/>
          <w:szCs w:val="24"/>
        </w:rPr>
        <w:t>(в</w:t>
      </w:r>
      <w:r w:rsidRPr="00C613F5">
        <w:rPr>
          <w:spacing w:val="-11"/>
          <w:sz w:val="24"/>
          <w:szCs w:val="24"/>
        </w:rPr>
        <w:t xml:space="preserve"> </w:t>
      </w:r>
      <w:r w:rsidRPr="00C613F5">
        <w:rPr>
          <w:sz w:val="24"/>
          <w:szCs w:val="24"/>
        </w:rPr>
        <w:t>соответствии</w:t>
      </w:r>
      <w:r w:rsidRPr="00C613F5">
        <w:rPr>
          <w:spacing w:val="-10"/>
          <w:sz w:val="24"/>
          <w:szCs w:val="24"/>
        </w:rPr>
        <w:t xml:space="preserve"> </w:t>
      </w:r>
      <w:r w:rsidRPr="00C613F5">
        <w:rPr>
          <w:sz w:val="24"/>
          <w:szCs w:val="24"/>
        </w:rPr>
        <w:t>с</w:t>
      </w:r>
      <w:r w:rsidRPr="00C613F5">
        <w:rPr>
          <w:spacing w:val="-12"/>
          <w:sz w:val="24"/>
          <w:szCs w:val="24"/>
        </w:rPr>
        <w:t xml:space="preserve"> </w:t>
      </w:r>
      <w:r w:rsidRPr="00C613F5">
        <w:rPr>
          <w:sz w:val="24"/>
          <w:szCs w:val="24"/>
        </w:rPr>
        <w:t>расчетами);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г) организация работы по планированию</w:t>
      </w:r>
      <w:r w:rsidR="009369DF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выделения личного состава Государственной инспекции безопасности дорожного движения</w:t>
      </w:r>
      <w:r w:rsidR="009369DF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органа внутренних дел муниципального образования для регулирования дорожного движения и сопровождения автомобильных колонн на маршрутах эвакуации;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д) подготовка предложений по улучшению дорожного покрытия, </w:t>
      </w:r>
      <w:r w:rsidRPr="00C613F5">
        <w:rPr>
          <w:sz w:val="24"/>
          <w:szCs w:val="24"/>
        </w:rPr>
        <w:lastRenderedPageBreak/>
        <w:t xml:space="preserve">дооборудованию (переоборудованию) мостов, организации объездных путей и </w:t>
      </w:r>
      <w:r w:rsidRPr="00C613F5">
        <w:rPr>
          <w:spacing w:val="-2"/>
          <w:sz w:val="24"/>
          <w:szCs w:val="24"/>
        </w:rPr>
        <w:t>переправ.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0"/>
        </w:numPr>
        <w:tabs>
          <w:tab w:val="left" w:pos="1113"/>
        </w:tabs>
        <w:autoSpaceDE w:val="0"/>
        <w:autoSpaceDN w:val="0"/>
        <w:spacing w:before="1"/>
        <w:ind w:left="567" w:right="462" w:firstLine="567"/>
        <w:contextualSpacing w:val="0"/>
      </w:pPr>
      <w:r w:rsidRPr="00C613F5">
        <w:t>при</w:t>
      </w:r>
      <w:r w:rsidRPr="00C613F5">
        <w:rPr>
          <w:spacing w:val="-8"/>
        </w:rPr>
        <w:t xml:space="preserve"> </w:t>
      </w:r>
      <w:r w:rsidRPr="00C613F5">
        <w:t>выполнении</w:t>
      </w:r>
      <w:r w:rsidRPr="00C613F5">
        <w:rPr>
          <w:spacing w:val="-10"/>
        </w:rPr>
        <w:t xml:space="preserve"> </w:t>
      </w:r>
      <w:r w:rsidRPr="00C613F5">
        <w:t>мероприятий</w:t>
      </w:r>
      <w:r w:rsidRPr="00C613F5">
        <w:rPr>
          <w:spacing w:val="-8"/>
        </w:rPr>
        <w:t xml:space="preserve"> </w:t>
      </w:r>
      <w:r w:rsidRPr="00C613F5">
        <w:t>по</w:t>
      </w:r>
      <w:r w:rsidRPr="00C613F5">
        <w:rPr>
          <w:spacing w:val="-7"/>
        </w:rPr>
        <w:t xml:space="preserve"> </w:t>
      </w:r>
      <w:r w:rsidRPr="00C613F5">
        <w:t>гражданской</w:t>
      </w:r>
      <w:r w:rsidRPr="00C613F5">
        <w:rPr>
          <w:spacing w:val="-7"/>
        </w:rPr>
        <w:t xml:space="preserve"> </w:t>
      </w:r>
      <w:r w:rsidRPr="00C613F5">
        <w:rPr>
          <w:spacing w:val="-2"/>
        </w:rPr>
        <w:t>обороне:</w:t>
      </w:r>
    </w:p>
    <w:p w:rsidR="001515FE" w:rsidRPr="00C613F5" w:rsidRDefault="001515FE" w:rsidP="00C613F5">
      <w:pPr>
        <w:ind w:left="567" w:right="462"/>
        <w:sectPr w:rsidR="001515FE" w:rsidRPr="00C613F5">
          <w:pgSz w:w="11910" w:h="16840"/>
          <w:pgMar w:top="1080" w:right="440" w:bottom="280" w:left="1600" w:header="722" w:footer="0" w:gutter="0"/>
          <w:cols w:space="720"/>
        </w:sectPr>
      </w:pPr>
    </w:p>
    <w:p w:rsidR="001515FE" w:rsidRPr="00C613F5" w:rsidRDefault="001515FE" w:rsidP="00C613F5">
      <w:pPr>
        <w:pStyle w:val="ab"/>
        <w:spacing w:before="169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lastRenderedPageBreak/>
        <w:t>а)</w:t>
      </w:r>
      <w:r w:rsidRPr="00C613F5">
        <w:rPr>
          <w:spacing w:val="-3"/>
          <w:sz w:val="24"/>
          <w:szCs w:val="24"/>
        </w:rPr>
        <w:t xml:space="preserve"> </w:t>
      </w:r>
      <w:r w:rsidRPr="00C613F5">
        <w:rPr>
          <w:sz w:val="24"/>
          <w:szCs w:val="24"/>
        </w:rPr>
        <w:t>организация</w:t>
      </w:r>
      <w:r w:rsidRPr="00C613F5">
        <w:rPr>
          <w:spacing w:val="-4"/>
          <w:sz w:val="24"/>
          <w:szCs w:val="24"/>
        </w:rPr>
        <w:t xml:space="preserve"> </w:t>
      </w:r>
      <w:r w:rsidRPr="00C613F5">
        <w:rPr>
          <w:sz w:val="24"/>
          <w:szCs w:val="24"/>
        </w:rPr>
        <w:t>работы</w:t>
      </w:r>
      <w:r w:rsidRPr="00C613F5">
        <w:rPr>
          <w:spacing w:val="-4"/>
          <w:sz w:val="24"/>
          <w:szCs w:val="24"/>
        </w:rPr>
        <w:t xml:space="preserve"> </w:t>
      </w:r>
      <w:r w:rsidRPr="00C613F5">
        <w:rPr>
          <w:sz w:val="24"/>
          <w:szCs w:val="24"/>
        </w:rPr>
        <w:t>по</w:t>
      </w:r>
      <w:r w:rsidRPr="00C613F5">
        <w:rPr>
          <w:spacing w:val="-4"/>
          <w:sz w:val="24"/>
          <w:szCs w:val="24"/>
        </w:rPr>
        <w:t xml:space="preserve"> </w:t>
      </w:r>
      <w:r w:rsidRPr="00C613F5">
        <w:rPr>
          <w:sz w:val="24"/>
          <w:szCs w:val="24"/>
        </w:rPr>
        <w:t>уточнению</w:t>
      </w:r>
      <w:r w:rsidRPr="00C613F5">
        <w:rPr>
          <w:spacing w:val="-6"/>
          <w:sz w:val="24"/>
          <w:szCs w:val="24"/>
        </w:rPr>
        <w:t xml:space="preserve"> </w:t>
      </w:r>
      <w:r w:rsidRPr="00C613F5">
        <w:rPr>
          <w:sz w:val="24"/>
          <w:szCs w:val="24"/>
        </w:rPr>
        <w:t>расчетов</w:t>
      </w:r>
      <w:r w:rsidRPr="00C613F5">
        <w:rPr>
          <w:spacing w:val="-6"/>
          <w:sz w:val="24"/>
          <w:szCs w:val="24"/>
        </w:rPr>
        <w:t xml:space="preserve"> </w:t>
      </w:r>
      <w:r w:rsidRPr="00C613F5">
        <w:rPr>
          <w:sz w:val="24"/>
          <w:szCs w:val="24"/>
        </w:rPr>
        <w:t>по</w:t>
      </w:r>
      <w:r w:rsidRPr="00C613F5">
        <w:rPr>
          <w:spacing w:val="-4"/>
          <w:sz w:val="24"/>
          <w:szCs w:val="24"/>
        </w:rPr>
        <w:t xml:space="preserve"> </w:t>
      </w:r>
      <w:r w:rsidRPr="00C613F5">
        <w:rPr>
          <w:sz w:val="24"/>
          <w:szCs w:val="24"/>
        </w:rPr>
        <w:t>выделению</w:t>
      </w:r>
      <w:r w:rsidRPr="00C613F5">
        <w:rPr>
          <w:spacing w:val="-3"/>
          <w:sz w:val="24"/>
          <w:szCs w:val="24"/>
        </w:rPr>
        <w:t xml:space="preserve"> </w:t>
      </w:r>
      <w:r w:rsidRPr="00C613F5">
        <w:rPr>
          <w:sz w:val="24"/>
          <w:szCs w:val="24"/>
        </w:rPr>
        <w:t>транспорта для эвакуационных перевозок;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б) организация работы по переоборудованию грузового транспорта (при необходимости) для вывоза эвакуируемого населения;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 организация работ по подготовке к эвакуационным перевозкам всех видов транспортных средств, организация работы по уточнению графиков движения транспорта для вывоза населения из пунктов высадки;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г) уточнение маршрутов движения транспорта к местам высадки, посадки эвакуируемого населения;</w:t>
      </w:r>
    </w:p>
    <w:p w:rsidR="001515FE" w:rsidRPr="00C613F5" w:rsidRDefault="001515FE" w:rsidP="00C613F5">
      <w:pPr>
        <w:pStyle w:val="ab"/>
        <w:spacing w:line="242" w:lineRule="auto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д) подготовка предложений по вопросам транспортного и дорожного </w:t>
      </w:r>
      <w:r w:rsidRPr="00C613F5">
        <w:rPr>
          <w:spacing w:val="-2"/>
          <w:sz w:val="24"/>
          <w:szCs w:val="24"/>
        </w:rPr>
        <w:t>обеспечения.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е) осуществление мероприятий по контролю</w:t>
      </w:r>
      <w:r w:rsidR="009369DF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инженерным оборудованием дорог и маршрутов пешей эвакуации.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20"/>
        </w:numPr>
        <w:tabs>
          <w:tab w:val="left" w:pos="1113"/>
        </w:tabs>
        <w:autoSpaceDE w:val="0"/>
        <w:autoSpaceDN w:val="0"/>
        <w:spacing w:line="322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проведении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эвакуации: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организация и контроль</w:t>
      </w:r>
      <w:r w:rsidR="009369DF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прибытием транспорта в пункты посадки и высадки эвакуируемого населения;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б) обеспечить контроль</w:t>
      </w:r>
      <w:r w:rsidR="009369DF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движением транспортных колонн по маршрутам эвакуации и прибытием их в пункты размещения эвакуируемого </w:t>
      </w:r>
      <w:r w:rsidRPr="00C613F5">
        <w:rPr>
          <w:spacing w:val="-2"/>
          <w:sz w:val="24"/>
          <w:szCs w:val="24"/>
        </w:rPr>
        <w:t>населения;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 обеспечить контроль</w:t>
      </w:r>
      <w:r w:rsidR="009369DF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организацией технического обслуживания и заправки транспортных средств;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г) совместно с органами управления Государственной инспекции безопасности дорожного движения</w:t>
      </w:r>
      <w:r w:rsidR="009369DF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органа внутренних дел муниципального образования обеспечить регулирование движения и сопровождения эвакуационных колонн по установленным маршрутам;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д) организовать работу по техническому обслуживанию техники и своевременному обеспечению горюче-смазочными материалами;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е) организовать работу по устранению нарушения дорожного покрытия, ремонту мостов, а при необходимости – наведению переправ и оборудованию объездных путей;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ж) обеспечить подготовку предложений по вопросам транспортного обеспечения в сложившейся обстановке.</w:t>
      </w:r>
    </w:p>
    <w:p w:rsidR="001515FE" w:rsidRPr="00C613F5" w:rsidRDefault="001515FE" w:rsidP="00C613F5">
      <w:pPr>
        <w:pStyle w:val="ab"/>
        <w:spacing w:before="316" w:line="322" w:lineRule="exact"/>
        <w:ind w:left="567" w:right="462" w:firstLine="567"/>
        <w:rPr>
          <w:bCs/>
          <w:sz w:val="24"/>
          <w:szCs w:val="24"/>
        </w:rPr>
      </w:pPr>
      <w:r w:rsidRPr="00C613F5">
        <w:rPr>
          <w:bCs/>
          <w:sz w:val="24"/>
          <w:szCs w:val="24"/>
        </w:rPr>
        <w:t>Функциональные</w:t>
      </w:r>
      <w:r w:rsidRPr="00C613F5">
        <w:rPr>
          <w:bCs/>
          <w:spacing w:val="-13"/>
          <w:sz w:val="24"/>
          <w:szCs w:val="24"/>
        </w:rPr>
        <w:t xml:space="preserve"> </w:t>
      </w:r>
      <w:r w:rsidRPr="00C613F5">
        <w:rPr>
          <w:bCs/>
          <w:spacing w:val="-2"/>
          <w:sz w:val="24"/>
          <w:szCs w:val="24"/>
        </w:rPr>
        <w:t>обязанности</w:t>
      </w:r>
    </w:p>
    <w:p w:rsidR="001515FE" w:rsidRPr="00C613F5" w:rsidRDefault="001515FE" w:rsidP="00C613F5">
      <w:pPr>
        <w:pStyle w:val="ab"/>
        <w:ind w:left="567" w:right="462" w:firstLine="567"/>
        <w:rPr>
          <w:bCs/>
          <w:sz w:val="24"/>
          <w:szCs w:val="24"/>
        </w:rPr>
      </w:pPr>
      <w:r w:rsidRPr="00C613F5">
        <w:rPr>
          <w:bCs/>
          <w:spacing w:val="-4"/>
          <w:sz w:val="24"/>
          <w:szCs w:val="24"/>
        </w:rPr>
        <w:t>старшего</w:t>
      </w:r>
      <w:r w:rsidRPr="00C613F5">
        <w:rPr>
          <w:bCs/>
          <w:spacing w:val="-1"/>
          <w:sz w:val="24"/>
          <w:szCs w:val="24"/>
        </w:rPr>
        <w:t xml:space="preserve"> </w:t>
      </w:r>
      <w:r w:rsidRPr="00C613F5">
        <w:rPr>
          <w:bCs/>
          <w:spacing w:val="-4"/>
          <w:sz w:val="24"/>
          <w:szCs w:val="24"/>
        </w:rPr>
        <w:t>группы</w:t>
      </w:r>
      <w:r w:rsidRPr="00C613F5">
        <w:rPr>
          <w:bCs/>
          <w:spacing w:val="-1"/>
          <w:sz w:val="24"/>
          <w:szCs w:val="24"/>
        </w:rPr>
        <w:t xml:space="preserve"> </w:t>
      </w:r>
      <w:r w:rsidRPr="00C613F5">
        <w:rPr>
          <w:bCs/>
          <w:spacing w:val="-4"/>
          <w:sz w:val="24"/>
          <w:szCs w:val="24"/>
        </w:rPr>
        <w:t>учета</w:t>
      </w:r>
      <w:r w:rsidRPr="00C613F5">
        <w:rPr>
          <w:bCs/>
          <w:spacing w:val="-1"/>
          <w:sz w:val="24"/>
          <w:szCs w:val="24"/>
        </w:rPr>
        <w:t xml:space="preserve"> </w:t>
      </w:r>
      <w:r w:rsidRPr="00C613F5">
        <w:rPr>
          <w:bCs/>
          <w:spacing w:val="-4"/>
          <w:sz w:val="24"/>
          <w:szCs w:val="24"/>
        </w:rPr>
        <w:t>эвакуируемого</w:t>
      </w:r>
      <w:r w:rsidRPr="00C613F5">
        <w:rPr>
          <w:bCs/>
          <w:sz w:val="24"/>
          <w:szCs w:val="24"/>
        </w:rPr>
        <w:t xml:space="preserve"> </w:t>
      </w:r>
      <w:r w:rsidRPr="00C613F5">
        <w:rPr>
          <w:bCs/>
          <w:spacing w:val="-4"/>
          <w:sz w:val="24"/>
          <w:szCs w:val="24"/>
        </w:rPr>
        <w:t>населения</w:t>
      </w:r>
    </w:p>
    <w:p w:rsidR="001515FE" w:rsidRPr="00C613F5" w:rsidRDefault="001515FE" w:rsidP="00C613F5">
      <w:pPr>
        <w:pStyle w:val="ab"/>
        <w:spacing w:before="2"/>
        <w:ind w:left="567" w:right="462" w:firstLine="567"/>
        <w:rPr>
          <w:sz w:val="24"/>
          <w:szCs w:val="24"/>
        </w:rPr>
      </w:pP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Старший группы учета эвакуируемого населения </w:t>
      </w:r>
      <w:proofErr w:type="spellStart"/>
      <w:r w:rsidRPr="00C613F5">
        <w:rPr>
          <w:sz w:val="24"/>
          <w:szCs w:val="24"/>
        </w:rPr>
        <w:t>эвакоприемной</w:t>
      </w:r>
      <w:proofErr w:type="spellEnd"/>
      <w:r w:rsidRPr="00C613F5">
        <w:rPr>
          <w:sz w:val="24"/>
          <w:szCs w:val="24"/>
        </w:rPr>
        <w:t xml:space="preserve"> комиссии отвечает за сбор и постоянную корректировку данных о численности всех категорий населения, подлежащих размещению на территории муниципального образования, сбор, обобщение, анализ и представление информации о ходе эвакуационных мероприятий председателю Комиссии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proofErr w:type="gramStart"/>
      <w:r w:rsidRPr="00C613F5">
        <w:rPr>
          <w:sz w:val="24"/>
          <w:szCs w:val="24"/>
        </w:rPr>
        <w:t>Старший</w:t>
      </w:r>
      <w:proofErr w:type="gramEnd"/>
      <w:r w:rsidRPr="00C613F5">
        <w:rPr>
          <w:sz w:val="24"/>
          <w:szCs w:val="24"/>
        </w:rPr>
        <w:t xml:space="preserve"> группы учета эвакуируемого населения подчиняется председателю</w:t>
      </w:r>
      <w:r w:rsidRPr="00C613F5">
        <w:rPr>
          <w:spacing w:val="34"/>
          <w:sz w:val="24"/>
          <w:szCs w:val="24"/>
        </w:rPr>
        <w:t xml:space="preserve"> </w:t>
      </w:r>
      <w:r w:rsidRPr="00C613F5">
        <w:rPr>
          <w:sz w:val="24"/>
          <w:szCs w:val="24"/>
        </w:rPr>
        <w:t>Комиссии</w:t>
      </w:r>
      <w:r w:rsidRPr="00C613F5">
        <w:rPr>
          <w:spacing w:val="36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34"/>
          <w:sz w:val="24"/>
          <w:szCs w:val="24"/>
        </w:rPr>
        <w:t xml:space="preserve"> </w:t>
      </w:r>
      <w:r w:rsidRPr="00C613F5">
        <w:rPr>
          <w:sz w:val="24"/>
          <w:szCs w:val="24"/>
        </w:rPr>
        <w:t>работает</w:t>
      </w:r>
      <w:r w:rsidRPr="00C613F5">
        <w:rPr>
          <w:spacing w:val="33"/>
          <w:sz w:val="24"/>
          <w:szCs w:val="24"/>
        </w:rPr>
        <w:t xml:space="preserve"> </w:t>
      </w:r>
      <w:r w:rsidRPr="00C613F5">
        <w:rPr>
          <w:sz w:val="24"/>
          <w:szCs w:val="24"/>
        </w:rPr>
        <w:t>под</w:t>
      </w:r>
      <w:r w:rsidRPr="00C613F5">
        <w:rPr>
          <w:spacing w:val="36"/>
          <w:sz w:val="24"/>
          <w:szCs w:val="24"/>
        </w:rPr>
        <w:t xml:space="preserve"> </w:t>
      </w:r>
      <w:r w:rsidRPr="00C613F5">
        <w:rPr>
          <w:sz w:val="24"/>
          <w:szCs w:val="24"/>
        </w:rPr>
        <w:t>его</w:t>
      </w:r>
      <w:r w:rsidRPr="00C613F5">
        <w:rPr>
          <w:spacing w:val="34"/>
          <w:sz w:val="24"/>
          <w:szCs w:val="24"/>
        </w:rPr>
        <w:t xml:space="preserve"> </w:t>
      </w:r>
      <w:r w:rsidRPr="00C613F5">
        <w:rPr>
          <w:sz w:val="24"/>
          <w:szCs w:val="24"/>
        </w:rPr>
        <w:t>непосредственным</w:t>
      </w:r>
      <w:r w:rsidRPr="00C613F5">
        <w:rPr>
          <w:spacing w:val="33"/>
          <w:sz w:val="24"/>
          <w:szCs w:val="24"/>
        </w:rPr>
        <w:t xml:space="preserve"> </w:t>
      </w:r>
      <w:r w:rsidRPr="00C613F5">
        <w:rPr>
          <w:sz w:val="24"/>
          <w:szCs w:val="24"/>
        </w:rPr>
        <w:t>руководством.</w:t>
      </w:r>
    </w:p>
    <w:p w:rsidR="001515FE" w:rsidRPr="00C613F5" w:rsidRDefault="001515FE" w:rsidP="00C613F5">
      <w:pPr>
        <w:ind w:left="567" w:right="462"/>
        <w:sectPr w:rsidR="001515FE" w:rsidRPr="00C613F5">
          <w:pgSz w:w="11910" w:h="16840"/>
          <w:pgMar w:top="1080" w:right="440" w:bottom="280" w:left="1600" w:header="722" w:footer="0" w:gutter="0"/>
          <w:cols w:space="720"/>
        </w:sectPr>
      </w:pPr>
    </w:p>
    <w:p w:rsidR="001515FE" w:rsidRPr="00C613F5" w:rsidRDefault="001515FE" w:rsidP="00C613F5">
      <w:pPr>
        <w:pStyle w:val="ab"/>
        <w:spacing w:before="169"/>
        <w:ind w:left="567" w:right="462" w:firstLine="567"/>
        <w:rPr>
          <w:sz w:val="24"/>
          <w:szCs w:val="24"/>
        </w:rPr>
      </w:pPr>
      <w:proofErr w:type="gramStart"/>
      <w:r w:rsidRPr="00C613F5">
        <w:rPr>
          <w:sz w:val="24"/>
          <w:szCs w:val="24"/>
        </w:rPr>
        <w:lastRenderedPageBreak/>
        <w:t>На</w:t>
      </w:r>
      <w:proofErr w:type="gramEnd"/>
      <w:r w:rsidRPr="00C613F5">
        <w:rPr>
          <w:sz w:val="24"/>
          <w:szCs w:val="24"/>
        </w:rPr>
        <w:t xml:space="preserve"> </w:t>
      </w:r>
      <w:proofErr w:type="gramStart"/>
      <w:r w:rsidRPr="00C613F5">
        <w:rPr>
          <w:sz w:val="24"/>
          <w:szCs w:val="24"/>
        </w:rPr>
        <w:t>старшего</w:t>
      </w:r>
      <w:proofErr w:type="gramEnd"/>
      <w:r w:rsidRPr="00C613F5">
        <w:rPr>
          <w:sz w:val="24"/>
          <w:szCs w:val="24"/>
        </w:rPr>
        <w:t xml:space="preserve"> группы учета эвакуируемого населения возложено выполнение следующих обязанностей: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19"/>
        </w:numPr>
        <w:tabs>
          <w:tab w:val="left" w:pos="1113"/>
        </w:tabs>
        <w:autoSpaceDE w:val="0"/>
        <w:autoSpaceDN w:val="0"/>
        <w:spacing w:line="321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повседневной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деятельности: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а) организация работы по сбору и уточнению информации о численности населения, подлежащего размещению на территории муниципального </w:t>
      </w:r>
      <w:r w:rsidRPr="00C613F5">
        <w:rPr>
          <w:spacing w:val="-2"/>
          <w:sz w:val="24"/>
          <w:szCs w:val="24"/>
        </w:rPr>
        <w:t>образования;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б) организация и контроль работы </w:t>
      </w:r>
      <w:r w:rsidR="009369DF" w:rsidRPr="00C613F5">
        <w:rPr>
          <w:sz w:val="24"/>
          <w:szCs w:val="24"/>
        </w:rPr>
        <w:t xml:space="preserve">МО «Городской округ город Сунжа» </w:t>
      </w:r>
      <w:r w:rsidRPr="00C613F5">
        <w:rPr>
          <w:sz w:val="24"/>
          <w:szCs w:val="24"/>
        </w:rPr>
        <w:t xml:space="preserve">по вопросам размещения эвакуируемого населения в населенных </w:t>
      </w:r>
      <w:r w:rsidRPr="00C613F5">
        <w:rPr>
          <w:spacing w:val="-2"/>
          <w:sz w:val="24"/>
          <w:szCs w:val="24"/>
        </w:rPr>
        <w:t>пунктах;</w:t>
      </w:r>
    </w:p>
    <w:p w:rsidR="001515FE" w:rsidRPr="00C613F5" w:rsidRDefault="001515FE" w:rsidP="00C613F5">
      <w:pPr>
        <w:pStyle w:val="ab"/>
        <w:spacing w:line="242" w:lineRule="auto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</w:t>
      </w:r>
      <w:r w:rsidRPr="00C613F5">
        <w:rPr>
          <w:spacing w:val="-1"/>
          <w:sz w:val="24"/>
          <w:szCs w:val="24"/>
        </w:rPr>
        <w:t xml:space="preserve"> </w:t>
      </w:r>
      <w:r w:rsidRPr="00C613F5">
        <w:rPr>
          <w:sz w:val="24"/>
          <w:szCs w:val="24"/>
        </w:rPr>
        <w:t>подготовка</w:t>
      </w:r>
      <w:r w:rsidRPr="00C613F5">
        <w:rPr>
          <w:spacing w:val="-2"/>
          <w:sz w:val="24"/>
          <w:szCs w:val="24"/>
        </w:rPr>
        <w:t xml:space="preserve"> </w:t>
      </w:r>
      <w:r w:rsidRPr="00C613F5">
        <w:rPr>
          <w:sz w:val="24"/>
          <w:szCs w:val="24"/>
        </w:rPr>
        <w:t>предложений по совершенствованию</w:t>
      </w:r>
      <w:r w:rsidRPr="00C613F5">
        <w:rPr>
          <w:spacing w:val="-1"/>
          <w:sz w:val="24"/>
          <w:szCs w:val="24"/>
        </w:rPr>
        <w:t xml:space="preserve"> </w:t>
      </w:r>
      <w:r w:rsidRPr="00C613F5">
        <w:rPr>
          <w:sz w:val="24"/>
          <w:szCs w:val="24"/>
        </w:rPr>
        <w:t xml:space="preserve">учета эвакуируемого </w:t>
      </w:r>
      <w:r w:rsidRPr="00C613F5">
        <w:rPr>
          <w:spacing w:val="-2"/>
          <w:sz w:val="24"/>
          <w:szCs w:val="24"/>
        </w:rPr>
        <w:t>населения.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19"/>
        </w:numPr>
        <w:tabs>
          <w:tab w:val="left" w:pos="1113"/>
        </w:tabs>
        <w:autoSpaceDE w:val="0"/>
        <w:autoSpaceDN w:val="0"/>
        <w:spacing w:line="317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8"/>
        </w:rPr>
        <w:t xml:space="preserve"> </w:t>
      </w:r>
      <w:r w:rsidRPr="00C613F5">
        <w:t>выполнении</w:t>
      </w:r>
      <w:r w:rsidRPr="00C613F5">
        <w:rPr>
          <w:spacing w:val="-10"/>
        </w:rPr>
        <w:t xml:space="preserve"> </w:t>
      </w:r>
      <w:r w:rsidRPr="00C613F5">
        <w:t>мероприятий</w:t>
      </w:r>
      <w:r w:rsidRPr="00C613F5">
        <w:rPr>
          <w:spacing w:val="-8"/>
        </w:rPr>
        <w:t xml:space="preserve"> </w:t>
      </w:r>
      <w:r w:rsidRPr="00C613F5">
        <w:t>по</w:t>
      </w:r>
      <w:r w:rsidRPr="00C613F5">
        <w:rPr>
          <w:spacing w:val="-7"/>
        </w:rPr>
        <w:t xml:space="preserve"> </w:t>
      </w:r>
      <w:r w:rsidRPr="00C613F5">
        <w:t>гражданской</w:t>
      </w:r>
      <w:r w:rsidRPr="00C613F5">
        <w:rPr>
          <w:spacing w:val="-7"/>
        </w:rPr>
        <w:t xml:space="preserve"> </w:t>
      </w:r>
      <w:r w:rsidRPr="00C613F5">
        <w:rPr>
          <w:spacing w:val="-2"/>
        </w:rPr>
        <w:t>обороне: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а) сбор, обобщение и анализ информации по вопросам численности, прибывающего эвакуируемого населения, подготовка докладов председателю </w:t>
      </w:r>
      <w:r w:rsidRPr="00C613F5">
        <w:rPr>
          <w:spacing w:val="-2"/>
          <w:sz w:val="24"/>
          <w:szCs w:val="24"/>
        </w:rPr>
        <w:t>Комиссии;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б) доведение до сведения населения информации о сложившейся </w:t>
      </w:r>
      <w:r w:rsidRPr="00C613F5">
        <w:rPr>
          <w:spacing w:val="-2"/>
          <w:sz w:val="24"/>
          <w:szCs w:val="24"/>
        </w:rPr>
        <w:t>обстановке;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 организация работы по уточнению категорий, прибывающего эвакуируемого населения;</w:t>
      </w:r>
    </w:p>
    <w:p w:rsidR="001515FE" w:rsidRPr="00C613F5" w:rsidRDefault="001515FE" w:rsidP="00C613F5">
      <w:pPr>
        <w:pStyle w:val="ab"/>
        <w:spacing w:line="321" w:lineRule="exact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г)</w:t>
      </w:r>
      <w:r w:rsidRPr="00C613F5">
        <w:rPr>
          <w:spacing w:val="-7"/>
          <w:sz w:val="24"/>
          <w:szCs w:val="24"/>
        </w:rPr>
        <w:t xml:space="preserve"> </w:t>
      </w:r>
      <w:r w:rsidRPr="00C613F5">
        <w:rPr>
          <w:sz w:val="24"/>
          <w:szCs w:val="24"/>
        </w:rPr>
        <w:t>информационное</w:t>
      </w:r>
      <w:r w:rsidRPr="00C613F5">
        <w:rPr>
          <w:spacing w:val="-9"/>
          <w:sz w:val="24"/>
          <w:szCs w:val="24"/>
        </w:rPr>
        <w:t xml:space="preserve"> </w:t>
      </w:r>
      <w:r w:rsidRPr="00C613F5">
        <w:rPr>
          <w:sz w:val="24"/>
          <w:szCs w:val="24"/>
        </w:rPr>
        <w:t>обеспечение</w:t>
      </w:r>
      <w:r w:rsidRPr="00C613F5">
        <w:rPr>
          <w:spacing w:val="-8"/>
          <w:sz w:val="24"/>
          <w:szCs w:val="24"/>
        </w:rPr>
        <w:t xml:space="preserve"> </w:t>
      </w:r>
      <w:r w:rsidRPr="00C613F5">
        <w:rPr>
          <w:sz w:val="24"/>
          <w:szCs w:val="24"/>
        </w:rPr>
        <w:t>работы</w:t>
      </w:r>
      <w:r w:rsidRPr="00C613F5">
        <w:rPr>
          <w:spacing w:val="-8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Комиссии.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19"/>
        </w:numPr>
        <w:tabs>
          <w:tab w:val="left" w:pos="1113"/>
        </w:tabs>
        <w:autoSpaceDE w:val="0"/>
        <w:autoSpaceDN w:val="0"/>
        <w:spacing w:line="322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проведении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эвакуации: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доведение до населения информации о начале эвакуации, правил проведения эвакуации и порядка действий;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б) контроль</w:t>
      </w:r>
      <w:r w:rsidR="009369DF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ходом прибытия и учет эвакуируемого населения на приемных эвакуационных пунктах, промежуточных пунктах эвакуации (при </w:t>
      </w:r>
      <w:r w:rsidRPr="00C613F5">
        <w:rPr>
          <w:spacing w:val="-2"/>
          <w:sz w:val="24"/>
          <w:szCs w:val="24"/>
        </w:rPr>
        <w:t>наличии);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 сбор информации о ходе выдвижения, перемещения эвакуационных колонн по маршрутам эвакуации и прибытии на приемные эвакуационные пункты, промежуточные пункты эвакуации (при наличии);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г) доведение эвакуируемому населению информации о сложившейся обстановке, а также </w:t>
      </w:r>
      <w:proofErr w:type="gramStart"/>
      <w:r w:rsidRPr="00C613F5">
        <w:rPr>
          <w:sz w:val="24"/>
          <w:szCs w:val="24"/>
        </w:rPr>
        <w:t>о</w:t>
      </w:r>
      <w:proofErr w:type="gramEnd"/>
      <w:r w:rsidRPr="00C613F5">
        <w:rPr>
          <w:sz w:val="24"/>
          <w:szCs w:val="24"/>
        </w:rPr>
        <w:t xml:space="preserve"> изменениях в ходе проведения эвакуационных </w:t>
      </w:r>
      <w:r w:rsidRPr="00C613F5">
        <w:rPr>
          <w:spacing w:val="-2"/>
          <w:sz w:val="24"/>
          <w:szCs w:val="24"/>
        </w:rPr>
        <w:t>мероприятий;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д)</w:t>
      </w:r>
      <w:r w:rsidRPr="00C613F5">
        <w:rPr>
          <w:spacing w:val="-7"/>
          <w:sz w:val="24"/>
          <w:szCs w:val="24"/>
        </w:rPr>
        <w:t xml:space="preserve"> </w:t>
      </w:r>
      <w:r w:rsidRPr="00C613F5">
        <w:rPr>
          <w:sz w:val="24"/>
          <w:szCs w:val="24"/>
        </w:rPr>
        <w:t>подготовка</w:t>
      </w:r>
      <w:r w:rsidRPr="00C613F5">
        <w:rPr>
          <w:spacing w:val="-9"/>
          <w:sz w:val="24"/>
          <w:szCs w:val="24"/>
        </w:rPr>
        <w:t xml:space="preserve"> </w:t>
      </w:r>
      <w:r w:rsidRPr="00C613F5">
        <w:rPr>
          <w:sz w:val="24"/>
          <w:szCs w:val="24"/>
        </w:rPr>
        <w:t>докладов</w:t>
      </w:r>
      <w:r w:rsidRPr="00C613F5">
        <w:rPr>
          <w:spacing w:val="-10"/>
          <w:sz w:val="24"/>
          <w:szCs w:val="24"/>
        </w:rPr>
        <w:t xml:space="preserve"> </w:t>
      </w:r>
      <w:r w:rsidRPr="00C613F5">
        <w:rPr>
          <w:sz w:val="24"/>
          <w:szCs w:val="24"/>
        </w:rPr>
        <w:t>председателю</w:t>
      </w:r>
      <w:r w:rsidRPr="00C613F5">
        <w:rPr>
          <w:spacing w:val="-8"/>
          <w:sz w:val="24"/>
          <w:szCs w:val="24"/>
        </w:rPr>
        <w:t xml:space="preserve"> </w:t>
      </w:r>
      <w:r w:rsidRPr="00C613F5">
        <w:rPr>
          <w:sz w:val="24"/>
          <w:szCs w:val="24"/>
        </w:rPr>
        <w:t>Комиссии</w:t>
      </w:r>
      <w:r w:rsidRPr="00C613F5">
        <w:rPr>
          <w:spacing w:val="-6"/>
          <w:sz w:val="24"/>
          <w:szCs w:val="24"/>
        </w:rPr>
        <w:t xml:space="preserve"> </w:t>
      </w:r>
      <w:r w:rsidRPr="00C613F5">
        <w:rPr>
          <w:sz w:val="24"/>
          <w:szCs w:val="24"/>
        </w:rPr>
        <w:t>о</w:t>
      </w:r>
      <w:r w:rsidRPr="00C613F5">
        <w:rPr>
          <w:spacing w:val="-9"/>
          <w:sz w:val="24"/>
          <w:szCs w:val="24"/>
        </w:rPr>
        <w:t xml:space="preserve"> </w:t>
      </w:r>
      <w:r w:rsidRPr="00C613F5">
        <w:rPr>
          <w:sz w:val="24"/>
          <w:szCs w:val="24"/>
        </w:rPr>
        <w:t>проделанной</w:t>
      </w:r>
      <w:r w:rsidRPr="00C613F5">
        <w:rPr>
          <w:spacing w:val="-6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работе.</w:t>
      </w:r>
    </w:p>
    <w:p w:rsidR="001515FE" w:rsidRPr="00C613F5" w:rsidRDefault="001515FE" w:rsidP="00C613F5">
      <w:pPr>
        <w:pStyle w:val="ab"/>
        <w:spacing w:before="321"/>
        <w:ind w:left="567" w:right="462" w:firstLine="567"/>
        <w:rPr>
          <w:bCs/>
          <w:sz w:val="24"/>
          <w:szCs w:val="24"/>
        </w:rPr>
      </w:pPr>
      <w:r w:rsidRPr="00C613F5">
        <w:rPr>
          <w:bCs/>
          <w:sz w:val="24"/>
          <w:szCs w:val="24"/>
        </w:rPr>
        <w:t>Функциональные обязанности старшего</w:t>
      </w:r>
      <w:r w:rsidRPr="00C613F5">
        <w:rPr>
          <w:bCs/>
          <w:spacing w:val="-9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группы</w:t>
      </w:r>
      <w:r w:rsidRPr="00C613F5">
        <w:rPr>
          <w:bCs/>
          <w:spacing w:val="-12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организации</w:t>
      </w:r>
      <w:r w:rsidRPr="00C613F5">
        <w:rPr>
          <w:bCs/>
          <w:spacing w:val="-12"/>
          <w:sz w:val="24"/>
          <w:szCs w:val="24"/>
        </w:rPr>
        <w:t xml:space="preserve"> </w:t>
      </w:r>
      <w:r w:rsidRPr="00C613F5">
        <w:rPr>
          <w:bCs/>
          <w:sz w:val="24"/>
          <w:szCs w:val="24"/>
        </w:rPr>
        <w:t>размещения эвакуируемого</w:t>
      </w:r>
      <w:r w:rsidRPr="00C613F5">
        <w:rPr>
          <w:bCs/>
          <w:spacing w:val="-10"/>
          <w:sz w:val="24"/>
          <w:szCs w:val="24"/>
        </w:rPr>
        <w:t xml:space="preserve"> </w:t>
      </w:r>
      <w:r w:rsidRPr="00C613F5">
        <w:rPr>
          <w:bCs/>
          <w:spacing w:val="-2"/>
          <w:sz w:val="24"/>
          <w:szCs w:val="24"/>
        </w:rPr>
        <w:t>населения</w:t>
      </w:r>
    </w:p>
    <w:p w:rsidR="001515FE" w:rsidRPr="00C613F5" w:rsidRDefault="001515FE" w:rsidP="00C613F5">
      <w:pPr>
        <w:pStyle w:val="ab"/>
        <w:spacing w:before="32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Старший группы организации размещения эвакуируемого населения </w:t>
      </w:r>
      <w:proofErr w:type="spellStart"/>
      <w:r w:rsidRPr="00C613F5">
        <w:rPr>
          <w:sz w:val="24"/>
          <w:szCs w:val="24"/>
        </w:rPr>
        <w:t>эвакоприемной</w:t>
      </w:r>
      <w:proofErr w:type="spellEnd"/>
      <w:r w:rsidRPr="00C613F5">
        <w:rPr>
          <w:sz w:val="24"/>
          <w:szCs w:val="24"/>
        </w:rPr>
        <w:t xml:space="preserve"> комиссии муниципального образования отвечает за планирование размещения эвакуируемого населения, сбор, обобщение и представление</w:t>
      </w:r>
      <w:r w:rsidRPr="00C613F5">
        <w:rPr>
          <w:spacing w:val="-2"/>
          <w:sz w:val="24"/>
          <w:szCs w:val="24"/>
        </w:rPr>
        <w:t xml:space="preserve"> </w:t>
      </w:r>
      <w:r w:rsidRPr="00C613F5">
        <w:rPr>
          <w:sz w:val="24"/>
          <w:szCs w:val="24"/>
        </w:rPr>
        <w:t>сведений</w:t>
      </w:r>
      <w:r w:rsidRPr="00C613F5">
        <w:rPr>
          <w:spacing w:val="-1"/>
          <w:sz w:val="24"/>
          <w:szCs w:val="24"/>
        </w:rPr>
        <w:t xml:space="preserve"> </w:t>
      </w:r>
      <w:r w:rsidRPr="00C613F5">
        <w:rPr>
          <w:sz w:val="24"/>
          <w:szCs w:val="24"/>
        </w:rPr>
        <w:t>о</w:t>
      </w:r>
      <w:r w:rsidRPr="00C613F5">
        <w:rPr>
          <w:spacing w:val="-2"/>
          <w:sz w:val="24"/>
          <w:szCs w:val="24"/>
        </w:rPr>
        <w:t xml:space="preserve"> </w:t>
      </w:r>
      <w:r w:rsidRPr="00C613F5">
        <w:rPr>
          <w:sz w:val="24"/>
          <w:szCs w:val="24"/>
        </w:rPr>
        <w:t>прибытии</w:t>
      </w:r>
      <w:r w:rsidRPr="00C613F5">
        <w:rPr>
          <w:spacing w:val="-3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-3"/>
          <w:sz w:val="24"/>
          <w:szCs w:val="24"/>
        </w:rPr>
        <w:t xml:space="preserve"> </w:t>
      </w:r>
      <w:r w:rsidRPr="00C613F5">
        <w:rPr>
          <w:sz w:val="24"/>
          <w:szCs w:val="24"/>
        </w:rPr>
        <w:t>размещении</w:t>
      </w:r>
      <w:r w:rsidRPr="00C613F5">
        <w:rPr>
          <w:spacing w:val="-1"/>
          <w:sz w:val="24"/>
          <w:szCs w:val="24"/>
        </w:rPr>
        <w:t xml:space="preserve"> </w:t>
      </w:r>
      <w:r w:rsidRPr="00C613F5">
        <w:rPr>
          <w:sz w:val="24"/>
          <w:szCs w:val="24"/>
        </w:rPr>
        <w:t>эвакуируемого</w:t>
      </w:r>
      <w:r w:rsidRPr="00C613F5">
        <w:rPr>
          <w:spacing w:val="-2"/>
          <w:sz w:val="24"/>
          <w:szCs w:val="24"/>
        </w:rPr>
        <w:t xml:space="preserve"> </w:t>
      </w:r>
      <w:r w:rsidRPr="00C613F5">
        <w:rPr>
          <w:sz w:val="24"/>
          <w:szCs w:val="24"/>
        </w:rPr>
        <w:t>населения</w:t>
      </w:r>
      <w:r w:rsidRPr="00C613F5">
        <w:rPr>
          <w:spacing w:val="-3"/>
          <w:sz w:val="24"/>
          <w:szCs w:val="24"/>
        </w:rPr>
        <w:t xml:space="preserve"> </w:t>
      </w:r>
      <w:r w:rsidRPr="00C613F5">
        <w:rPr>
          <w:sz w:val="24"/>
          <w:szCs w:val="24"/>
        </w:rPr>
        <w:t>на территории муниципального образования.</w:t>
      </w:r>
    </w:p>
    <w:p w:rsidR="001515FE" w:rsidRPr="00C613F5" w:rsidRDefault="001515FE" w:rsidP="00C613F5">
      <w:pPr>
        <w:ind w:left="567" w:right="462"/>
        <w:sectPr w:rsidR="001515FE" w:rsidRPr="00C613F5">
          <w:pgSz w:w="11910" w:h="16840"/>
          <w:pgMar w:top="1080" w:right="440" w:bottom="280" w:left="1600" w:header="722" w:footer="0" w:gutter="0"/>
          <w:cols w:space="720"/>
        </w:sectPr>
      </w:pPr>
    </w:p>
    <w:p w:rsidR="001515FE" w:rsidRPr="00C613F5" w:rsidRDefault="001515FE" w:rsidP="00C613F5">
      <w:pPr>
        <w:pStyle w:val="ab"/>
        <w:spacing w:before="169"/>
        <w:ind w:left="567" w:right="462" w:firstLine="567"/>
        <w:rPr>
          <w:sz w:val="24"/>
          <w:szCs w:val="24"/>
        </w:rPr>
      </w:pPr>
      <w:proofErr w:type="gramStart"/>
      <w:r w:rsidRPr="00C613F5">
        <w:rPr>
          <w:sz w:val="24"/>
          <w:szCs w:val="24"/>
        </w:rPr>
        <w:lastRenderedPageBreak/>
        <w:t>Старший</w:t>
      </w:r>
      <w:proofErr w:type="gramEnd"/>
      <w:r w:rsidRPr="00C613F5">
        <w:rPr>
          <w:sz w:val="24"/>
          <w:szCs w:val="24"/>
        </w:rPr>
        <w:t xml:space="preserve"> группы организации размещения эвакуируемого населения подчиняется председателю Комиссии и работает под его руководством, о</w:t>
      </w:r>
      <w:r w:rsidR="009369DF" w:rsidRPr="00C613F5">
        <w:rPr>
          <w:sz w:val="24"/>
          <w:szCs w:val="24"/>
        </w:rPr>
        <w:t>твечает за подготовку населенного пункта</w:t>
      </w:r>
      <w:r w:rsidRPr="00C613F5">
        <w:rPr>
          <w:sz w:val="24"/>
          <w:szCs w:val="24"/>
        </w:rPr>
        <w:t xml:space="preserve"> муниципального образования к размещению эвакуируемого населения.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proofErr w:type="gramStart"/>
      <w:r w:rsidRPr="00C613F5">
        <w:rPr>
          <w:sz w:val="24"/>
          <w:szCs w:val="24"/>
        </w:rPr>
        <w:t>На</w:t>
      </w:r>
      <w:proofErr w:type="gramEnd"/>
      <w:r w:rsidRPr="00C613F5">
        <w:rPr>
          <w:sz w:val="24"/>
          <w:szCs w:val="24"/>
        </w:rPr>
        <w:t xml:space="preserve"> </w:t>
      </w:r>
      <w:proofErr w:type="gramStart"/>
      <w:r w:rsidRPr="00C613F5">
        <w:rPr>
          <w:sz w:val="24"/>
          <w:szCs w:val="24"/>
        </w:rPr>
        <w:t>старшего</w:t>
      </w:r>
      <w:proofErr w:type="gramEnd"/>
      <w:r w:rsidRPr="00C613F5">
        <w:rPr>
          <w:sz w:val="24"/>
          <w:szCs w:val="24"/>
        </w:rPr>
        <w:t xml:space="preserve"> группы организации размещения эвакуируемого населения возложено выполнение следующих обязанностей: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18"/>
        </w:numPr>
        <w:tabs>
          <w:tab w:val="left" w:pos="1113"/>
        </w:tabs>
        <w:autoSpaceDE w:val="0"/>
        <w:autoSpaceDN w:val="0"/>
        <w:spacing w:line="321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повседневной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деятельности: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участие в разработке плана приема, размещения и первоочередного жизнеобеспечения эвакуируемого и рассредоточиваемого (эвакуируемого) населения в муниципальном образовании;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б) участие в проверках готовности эвакуационных органов и спасательных служб гражданской обороны к приему и размещению эвакуируемого населения;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 совместно с отделом по делам гражданской обороны, чрезвычайным ситуациям и взаимодействию с правоохранительными органами и Администрации муниципального образования планирование использования общественных зданий для размещения эвакуируемого населения;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г) осуществление контроля</w:t>
      </w:r>
      <w:r w:rsidR="009369DF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состоянием общественных зданий и сооружений, запланированных для размещения эвакуируемого населения;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д) разработка предложений по совершенствованию вопросов размещения эвакуируемого населения.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18"/>
        </w:numPr>
        <w:tabs>
          <w:tab w:val="left" w:pos="1113"/>
        </w:tabs>
        <w:autoSpaceDE w:val="0"/>
        <w:autoSpaceDN w:val="0"/>
        <w:spacing w:line="321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8"/>
        </w:rPr>
        <w:t xml:space="preserve"> </w:t>
      </w:r>
      <w:r w:rsidRPr="00C613F5">
        <w:t>выполнении</w:t>
      </w:r>
      <w:r w:rsidRPr="00C613F5">
        <w:rPr>
          <w:spacing w:val="-10"/>
        </w:rPr>
        <w:t xml:space="preserve"> </w:t>
      </w:r>
      <w:r w:rsidRPr="00C613F5">
        <w:t>мероприятий</w:t>
      </w:r>
      <w:r w:rsidRPr="00C613F5">
        <w:rPr>
          <w:spacing w:val="-8"/>
        </w:rPr>
        <w:t xml:space="preserve"> </w:t>
      </w:r>
      <w:r w:rsidRPr="00C613F5">
        <w:t>по</w:t>
      </w:r>
      <w:r w:rsidRPr="00C613F5">
        <w:rPr>
          <w:spacing w:val="-7"/>
        </w:rPr>
        <w:t xml:space="preserve"> </w:t>
      </w:r>
      <w:r w:rsidRPr="00C613F5">
        <w:t>гражданской</w:t>
      </w:r>
      <w:r w:rsidRPr="00C613F5">
        <w:rPr>
          <w:spacing w:val="-7"/>
        </w:rPr>
        <w:t xml:space="preserve"> </w:t>
      </w:r>
      <w:r w:rsidRPr="00C613F5">
        <w:rPr>
          <w:spacing w:val="-2"/>
        </w:rPr>
        <w:t>обороне: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</w:t>
      </w:r>
      <w:r w:rsidRPr="00C613F5">
        <w:rPr>
          <w:spacing w:val="-16"/>
          <w:sz w:val="24"/>
          <w:szCs w:val="24"/>
        </w:rPr>
        <w:t xml:space="preserve"> </w:t>
      </w:r>
      <w:r w:rsidRPr="00C613F5">
        <w:rPr>
          <w:sz w:val="24"/>
          <w:szCs w:val="24"/>
        </w:rPr>
        <w:t>участвовать</w:t>
      </w:r>
      <w:r w:rsidRPr="00C613F5">
        <w:rPr>
          <w:spacing w:val="-18"/>
          <w:sz w:val="24"/>
          <w:szCs w:val="24"/>
        </w:rPr>
        <w:t xml:space="preserve"> </w:t>
      </w:r>
      <w:r w:rsidRPr="00C613F5">
        <w:rPr>
          <w:sz w:val="24"/>
          <w:szCs w:val="24"/>
        </w:rPr>
        <w:t>в</w:t>
      </w:r>
      <w:r w:rsidRPr="00C613F5">
        <w:rPr>
          <w:spacing w:val="-15"/>
          <w:sz w:val="24"/>
          <w:szCs w:val="24"/>
        </w:rPr>
        <w:t xml:space="preserve"> </w:t>
      </w:r>
      <w:r w:rsidRPr="00C613F5">
        <w:rPr>
          <w:sz w:val="24"/>
          <w:szCs w:val="24"/>
        </w:rPr>
        <w:t>уточнении</w:t>
      </w:r>
      <w:r w:rsidRPr="00C613F5">
        <w:rPr>
          <w:spacing w:val="-16"/>
          <w:sz w:val="24"/>
          <w:szCs w:val="24"/>
        </w:rPr>
        <w:t xml:space="preserve"> </w:t>
      </w:r>
      <w:r w:rsidRPr="00C613F5">
        <w:rPr>
          <w:sz w:val="24"/>
          <w:szCs w:val="24"/>
        </w:rPr>
        <w:t>плана</w:t>
      </w:r>
      <w:r w:rsidRPr="00C613F5">
        <w:rPr>
          <w:spacing w:val="-13"/>
          <w:sz w:val="24"/>
          <w:szCs w:val="24"/>
        </w:rPr>
        <w:t xml:space="preserve"> </w:t>
      </w:r>
      <w:r w:rsidRPr="00C613F5">
        <w:rPr>
          <w:sz w:val="24"/>
          <w:szCs w:val="24"/>
        </w:rPr>
        <w:t>приема,</w:t>
      </w:r>
      <w:r w:rsidRPr="00C613F5">
        <w:rPr>
          <w:spacing w:val="-17"/>
          <w:sz w:val="24"/>
          <w:szCs w:val="24"/>
        </w:rPr>
        <w:t xml:space="preserve"> </w:t>
      </w:r>
      <w:r w:rsidRPr="00C613F5">
        <w:rPr>
          <w:sz w:val="24"/>
          <w:szCs w:val="24"/>
        </w:rPr>
        <w:t>размещения</w:t>
      </w:r>
      <w:r w:rsidRPr="00C613F5">
        <w:rPr>
          <w:spacing w:val="-16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-16"/>
          <w:sz w:val="24"/>
          <w:szCs w:val="24"/>
        </w:rPr>
        <w:t xml:space="preserve"> </w:t>
      </w:r>
      <w:r w:rsidRPr="00C613F5">
        <w:rPr>
          <w:sz w:val="24"/>
          <w:szCs w:val="24"/>
        </w:rPr>
        <w:t>первоочередного жизнеобеспечения эвакуируемого и рассредоточиваемого (эвакуируемого) населения муниципального образования;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б) осуществлять контроль</w:t>
      </w:r>
      <w:r w:rsidR="009369DF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ходом приведения в готовность эвакуационных органов к выполнению задач по приему и размещения эвакуируемого населения;</w:t>
      </w:r>
    </w:p>
    <w:p w:rsidR="001515FE" w:rsidRPr="00C613F5" w:rsidRDefault="001515FE" w:rsidP="00C613F5">
      <w:pPr>
        <w:pStyle w:val="ab"/>
        <w:spacing w:line="242" w:lineRule="auto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 осуществлять контроль</w:t>
      </w:r>
      <w:r w:rsidR="009369DF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ходом приведения в готовность зданий, жилых помещений к приему и размещению эвакуируемого населения.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18"/>
        </w:numPr>
        <w:tabs>
          <w:tab w:val="left" w:pos="1113"/>
        </w:tabs>
        <w:autoSpaceDE w:val="0"/>
        <w:autoSpaceDN w:val="0"/>
        <w:spacing w:line="317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проведении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эвакуации: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осуществлять контроль</w:t>
      </w:r>
      <w:r w:rsidR="009369DF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прибытием эвакуируемого населения на приемные эвакуационные пункты и его размещение;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pacing w:val="-2"/>
          <w:sz w:val="24"/>
          <w:szCs w:val="24"/>
        </w:rPr>
        <w:t>б)</w:t>
      </w:r>
      <w:r w:rsidRPr="00C613F5">
        <w:rPr>
          <w:spacing w:val="-16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координировать</w:t>
      </w:r>
      <w:r w:rsidRPr="00C613F5">
        <w:rPr>
          <w:spacing w:val="-15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работу</w:t>
      </w:r>
      <w:r w:rsidRPr="00C613F5">
        <w:rPr>
          <w:spacing w:val="-16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приемных</w:t>
      </w:r>
      <w:r w:rsidRPr="00C613F5">
        <w:rPr>
          <w:spacing w:val="-15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эвакуационных</w:t>
      </w:r>
      <w:r w:rsidRPr="00C613F5">
        <w:rPr>
          <w:spacing w:val="-16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пунктов</w:t>
      </w:r>
      <w:r w:rsidRPr="00C613F5">
        <w:rPr>
          <w:spacing w:val="-15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по</w:t>
      </w:r>
      <w:r w:rsidRPr="00C613F5">
        <w:rPr>
          <w:spacing w:val="-14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приему</w:t>
      </w:r>
      <w:r w:rsidRPr="00C613F5">
        <w:rPr>
          <w:spacing w:val="-16"/>
          <w:sz w:val="24"/>
          <w:szCs w:val="24"/>
        </w:rPr>
        <w:t xml:space="preserve"> </w:t>
      </w:r>
      <w:r w:rsidRPr="00C613F5">
        <w:rPr>
          <w:spacing w:val="-81"/>
          <w:sz w:val="24"/>
          <w:szCs w:val="24"/>
        </w:rPr>
        <w:t>и</w:t>
      </w:r>
      <w:r w:rsidRPr="00C613F5">
        <w:rPr>
          <w:sz w:val="24"/>
          <w:szCs w:val="24"/>
        </w:rPr>
        <w:t xml:space="preserve"> размещению эвакуируемого населения;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 осуществлять сбор и обобщение поступающей информации о ходе прибытия и размещения эвакуируемого населения;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г) осуществлять подготовку докладов о выполненных мероприятиях по приему и размещению эвакуируемого населения;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д) обеспечить подготовку предложений по внесению корректировок, изменений и дополнений в план приема, размещения и первоочередного жизнеобеспечения эвакуируемого</w:t>
      </w:r>
      <w:r w:rsidRPr="00C613F5">
        <w:rPr>
          <w:spacing w:val="44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43"/>
          <w:sz w:val="24"/>
          <w:szCs w:val="24"/>
        </w:rPr>
        <w:t xml:space="preserve"> </w:t>
      </w:r>
      <w:r w:rsidRPr="00C613F5">
        <w:rPr>
          <w:sz w:val="24"/>
          <w:szCs w:val="24"/>
        </w:rPr>
        <w:lastRenderedPageBreak/>
        <w:t>рассредоточиваемого</w:t>
      </w:r>
      <w:r w:rsidRPr="00C613F5">
        <w:rPr>
          <w:spacing w:val="45"/>
          <w:sz w:val="24"/>
          <w:szCs w:val="24"/>
        </w:rPr>
        <w:t xml:space="preserve"> (</w:t>
      </w:r>
      <w:r w:rsidRPr="00C613F5">
        <w:rPr>
          <w:spacing w:val="-2"/>
          <w:sz w:val="24"/>
          <w:szCs w:val="24"/>
        </w:rPr>
        <w:t>эвакуируемого)</w:t>
      </w:r>
    </w:p>
    <w:p w:rsidR="001515FE" w:rsidRPr="00C613F5" w:rsidRDefault="001515FE" w:rsidP="00C613F5">
      <w:pPr>
        <w:ind w:left="567" w:right="462"/>
        <w:sectPr w:rsidR="001515FE" w:rsidRPr="00C613F5">
          <w:pgSz w:w="11910" w:h="16840"/>
          <w:pgMar w:top="1080" w:right="440" w:bottom="280" w:left="1600" w:header="722" w:footer="0" w:gutter="0"/>
          <w:cols w:space="720"/>
        </w:sectPr>
      </w:pPr>
    </w:p>
    <w:p w:rsidR="001515FE" w:rsidRPr="00C613F5" w:rsidRDefault="001515FE" w:rsidP="00C613F5">
      <w:pPr>
        <w:pStyle w:val="ab"/>
        <w:spacing w:before="169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lastRenderedPageBreak/>
        <w:t xml:space="preserve">населения, материальных и культурных ценностей муниципального </w:t>
      </w:r>
      <w:r w:rsidRPr="00C613F5">
        <w:rPr>
          <w:spacing w:val="-2"/>
          <w:sz w:val="24"/>
          <w:szCs w:val="24"/>
        </w:rPr>
        <w:t>образования.</w:t>
      </w:r>
    </w:p>
    <w:p w:rsidR="001515FE" w:rsidRPr="00C613F5" w:rsidRDefault="001515FE" w:rsidP="00C613F5">
      <w:pPr>
        <w:pStyle w:val="ab"/>
        <w:spacing w:before="321"/>
        <w:ind w:left="567" w:right="462" w:firstLine="567"/>
        <w:rPr>
          <w:bCs/>
          <w:sz w:val="24"/>
          <w:szCs w:val="24"/>
        </w:rPr>
      </w:pPr>
      <w:r w:rsidRPr="00C613F5">
        <w:rPr>
          <w:bCs/>
          <w:sz w:val="24"/>
          <w:szCs w:val="24"/>
        </w:rPr>
        <w:t>Функциональные</w:t>
      </w:r>
      <w:r w:rsidRPr="00C613F5">
        <w:rPr>
          <w:bCs/>
          <w:spacing w:val="-13"/>
          <w:sz w:val="24"/>
          <w:szCs w:val="24"/>
        </w:rPr>
        <w:t xml:space="preserve"> </w:t>
      </w:r>
      <w:r w:rsidRPr="00C613F5">
        <w:rPr>
          <w:bCs/>
          <w:spacing w:val="-2"/>
          <w:sz w:val="24"/>
          <w:szCs w:val="24"/>
        </w:rPr>
        <w:t>обязанности</w:t>
      </w:r>
    </w:p>
    <w:p w:rsidR="001515FE" w:rsidRPr="00C613F5" w:rsidRDefault="001515FE" w:rsidP="00C613F5">
      <w:pPr>
        <w:pStyle w:val="ab"/>
        <w:spacing w:before="2"/>
        <w:ind w:left="567" w:right="462" w:firstLine="567"/>
        <w:rPr>
          <w:bCs/>
          <w:sz w:val="24"/>
          <w:szCs w:val="24"/>
        </w:rPr>
      </w:pPr>
      <w:r w:rsidRPr="00C613F5">
        <w:rPr>
          <w:bCs/>
          <w:spacing w:val="-2"/>
          <w:sz w:val="24"/>
          <w:szCs w:val="24"/>
        </w:rPr>
        <w:t>старшего</w:t>
      </w:r>
      <w:r w:rsidRPr="00C613F5">
        <w:rPr>
          <w:bCs/>
          <w:spacing w:val="-16"/>
          <w:sz w:val="24"/>
          <w:szCs w:val="24"/>
        </w:rPr>
        <w:t xml:space="preserve"> </w:t>
      </w:r>
      <w:r w:rsidRPr="00C613F5">
        <w:rPr>
          <w:bCs/>
          <w:spacing w:val="-2"/>
          <w:sz w:val="24"/>
          <w:szCs w:val="24"/>
        </w:rPr>
        <w:t>группы</w:t>
      </w:r>
      <w:r w:rsidRPr="00C613F5">
        <w:rPr>
          <w:bCs/>
          <w:spacing w:val="-15"/>
          <w:sz w:val="24"/>
          <w:szCs w:val="24"/>
        </w:rPr>
        <w:t xml:space="preserve"> </w:t>
      </w:r>
      <w:r w:rsidRPr="00C613F5">
        <w:rPr>
          <w:bCs/>
          <w:spacing w:val="-2"/>
          <w:sz w:val="24"/>
          <w:szCs w:val="24"/>
        </w:rPr>
        <w:t>приема</w:t>
      </w:r>
      <w:r w:rsidRPr="00C613F5">
        <w:rPr>
          <w:bCs/>
          <w:spacing w:val="-16"/>
          <w:sz w:val="24"/>
          <w:szCs w:val="24"/>
        </w:rPr>
        <w:t xml:space="preserve"> </w:t>
      </w:r>
      <w:r w:rsidRPr="00C613F5">
        <w:rPr>
          <w:bCs/>
          <w:spacing w:val="-2"/>
          <w:sz w:val="24"/>
          <w:szCs w:val="24"/>
        </w:rPr>
        <w:t>и</w:t>
      </w:r>
      <w:r w:rsidRPr="00C613F5">
        <w:rPr>
          <w:bCs/>
          <w:spacing w:val="-15"/>
          <w:sz w:val="24"/>
          <w:szCs w:val="24"/>
        </w:rPr>
        <w:t xml:space="preserve"> </w:t>
      </w:r>
      <w:r w:rsidRPr="00C613F5">
        <w:rPr>
          <w:bCs/>
          <w:spacing w:val="-2"/>
          <w:sz w:val="24"/>
          <w:szCs w:val="24"/>
        </w:rPr>
        <w:t>размещения</w:t>
      </w:r>
      <w:r w:rsidRPr="00C613F5">
        <w:rPr>
          <w:bCs/>
          <w:spacing w:val="-16"/>
          <w:sz w:val="24"/>
          <w:szCs w:val="24"/>
        </w:rPr>
        <w:t xml:space="preserve"> </w:t>
      </w:r>
      <w:r w:rsidRPr="00C613F5">
        <w:rPr>
          <w:bCs/>
          <w:spacing w:val="-2"/>
          <w:sz w:val="24"/>
          <w:szCs w:val="24"/>
        </w:rPr>
        <w:t xml:space="preserve">материальных </w:t>
      </w:r>
      <w:r w:rsidRPr="00C613F5">
        <w:rPr>
          <w:bCs/>
          <w:sz w:val="24"/>
          <w:szCs w:val="24"/>
        </w:rPr>
        <w:t>и культурных ценностей</w:t>
      </w:r>
    </w:p>
    <w:p w:rsidR="001515FE" w:rsidRPr="00C613F5" w:rsidRDefault="001515FE" w:rsidP="00C613F5">
      <w:pPr>
        <w:pStyle w:val="ab"/>
        <w:spacing w:before="321"/>
        <w:ind w:left="567" w:right="462" w:firstLine="567"/>
        <w:rPr>
          <w:sz w:val="24"/>
          <w:szCs w:val="24"/>
        </w:rPr>
      </w:pPr>
      <w:proofErr w:type="gramStart"/>
      <w:r w:rsidRPr="00C613F5">
        <w:rPr>
          <w:sz w:val="24"/>
          <w:szCs w:val="24"/>
        </w:rPr>
        <w:t>Старший</w:t>
      </w:r>
      <w:proofErr w:type="gramEnd"/>
      <w:r w:rsidRPr="00C613F5">
        <w:rPr>
          <w:sz w:val="24"/>
          <w:szCs w:val="24"/>
        </w:rPr>
        <w:t xml:space="preserve"> группы приема и размещения материальных и культурных </w:t>
      </w:r>
      <w:r w:rsidRPr="00C613F5">
        <w:rPr>
          <w:spacing w:val="-2"/>
          <w:sz w:val="24"/>
          <w:szCs w:val="24"/>
        </w:rPr>
        <w:t>ценностей</w:t>
      </w:r>
      <w:r w:rsidRPr="00C613F5">
        <w:rPr>
          <w:spacing w:val="-16"/>
          <w:sz w:val="24"/>
          <w:szCs w:val="24"/>
        </w:rPr>
        <w:t xml:space="preserve"> </w:t>
      </w:r>
      <w:proofErr w:type="spellStart"/>
      <w:r w:rsidRPr="00C613F5">
        <w:rPr>
          <w:spacing w:val="-2"/>
          <w:sz w:val="24"/>
          <w:szCs w:val="24"/>
        </w:rPr>
        <w:t>эвакоприемной</w:t>
      </w:r>
      <w:proofErr w:type="spellEnd"/>
      <w:r w:rsidRPr="00C613F5">
        <w:rPr>
          <w:spacing w:val="-15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комиссии</w:t>
      </w:r>
      <w:r w:rsidRPr="00C613F5">
        <w:rPr>
          <w:spacing w:val="-16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отвечает</w:t>
      </w:r>
      <w:r w:rsidRPr="00C613F5">
        <w:rPr>
          <w:spacing w:val="-15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за</w:t>
      </w:r>
      <w:r w:rsidRPr="00C613F5">
        <w:rPr>
          <w:spacing w:val="-16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организацию</w:t>
      </w:r>
      <w:r w:rsidRPr="00C613F5">
        <w:rPr>
          <w:spacing w:val="-15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приема,</w:t>
      </w:r>
      <w:r w:rsidRPr="00C613F5">
        <w:rPr>
          <w:spacing w:val="-16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 xml:space="preserve">доставки </w:t>
      </w:r>
      <w:r w:rsidRPr="00C613F5">
        <w:rPr>
          <w:sz w:val="24"/>
          <w:szCs w:val="24"/>
        </w:rPr>
        <w:t>к местам размещения и обеспечения сохранности, прибывающих по эвакуации материальных и культурных ценностей.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proofErr w:type="gramStart"/>
      <w:r w:rsidRPr="00C613F5">
        <w:rPr>
          <w:sz w:val="24"/>
          <w:szCs w:val="24"/>
        </w:rPr>
        <w:t>Старший</w:t>
      </w:r>
      <w:proofErr w:type="gramEnd"/>
      <w:r w:rsidRPr="00C613F5">
        <w:rPr>
          <w:sz w:val="24"/>
          <w:szCs w:val="24"/>
        </w:rPr>
        <w:t xml:space="preserve"> группы приема и размещения материальных и культурных ценностей подчиняется председателю Комиссии и работает под его руководством. Он отвечает за ведение приема и размещения материальных и культурных ценностей, эвакуированных в безопасный район.</w:t>
      </w:r>
    </w:p>
    <w:p w:rsidR="001515FE" w:rsidRPr="00C613F5" w:rsidRDefault="001515FE" w:rsidP="00C613F5">
      <w:pPr>
        <w:pStyle w:val="ab"/>
        <w:spacing w:line="321" w:lineRule="exact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На</w:t>
      </w:r>
      <w:r w:rsidRPr="00C613F5">
        <w:rPr>
          <w:spacing w:val="-8"/>
          <w:sz w:val="24"/>
          <w:szCs w:val="24"/>
        </w:rPr>
        <w:t xml:space="preserve"> </w:t>
      </w:r>
      <w:r w:rsidRPr="00C613F5">
        <w:rPr>
          <w:sz w:val="24"/>
          <w:szCs w:val="24"/>
        </w:rPr>
        <w:t>него</w:t>
      </w:r>
      <w:r w:rsidRPr="00C613F5">
        <w:rPr>
          <w:spacing w:val="-4"/>
          <w:sz w:val="24"/>
          <w:szCs w:val="24"/>
        </w:rPr>
        <w:t xml:space="preserve"> </w:t>
      </w:r>
      <w:r w:rsidRPr="00C613F5">
        <w:rPr>
          <w:sz w:val="24"/>
          <w:szCs w:val="24"/>
        </w:rPr>
        <w:t>возложено</w:t>
      </w:r>
      <w:r w:rsidRPr="00C613F5">
        <w:rPr>
          <w:spacing w:val="-8"/>
          <w:sz w:val="24"/>
          <w:szCs w:val="24"/>
        </w:rPr>
        <w:t xml:space="preserve"> </w:t>
      </w:r>
      <w:r w:rsidRPr="00C613F5">
        <w:rPr>
          <w:sz w:val="24"/>
          <w:szCs w:val="24"/>
        </w:rPr>
        <w:t>исполнение</w:t>
      </w:r>
      <w:r w:rsidRPr="00C613F5">
        <w:rPr>
          <w:spacing w:val="-5"/>
          <w:sz w:val="24"/>
          <w:szCs w:val="24"/>
        </w:rPr>
        <w:t xml:space="preserve"> </w:t>
      </w:r>
      <w:r w:rsidRPr="00C613F5">
        <w:rPr>
          <w:sz w:val="24"/>
          <w:szCs w:val="24"/>
        </w:rPr>
        <w:t>следующих</w:t>
      </w:r>
      <w:r w:rsidRPr="00C613F5">
        <w:rPr>
          <w:spacing w:val="-7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обязанностей: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17"/>
        </w:numPr>
        <w:tabs>
          <w:tab w:val="left" w:pos="1113"/>
        </w:tabs>
        <w:autoSpaceDE w:val="0"/>
        <w:autoSpaceDN w:val="0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повседневной</w:t>
      </w:r>
      <w:r w:rsidRPr="00C613F5">
        <w:rPr>
          <w:spacing w:val="-6"/>
        </w:rPr>
        <w:t xml:space="preserve"> </w:t>
      </w:r>
      <w:r w:rsidRPr="00C613F5">
        <w:rPr>
          <w:spacing w:val="-2"/>
        </w:rPr>
        <w:t>деятельности:</w:t>
      </w:r>
    </w:p>
    <w:p w:rsidR="001515FE" w:rsidRPr="00C613F5" w:rsidRDefault="001515FE" w:rsidP="00C613F5">
      <w:pPr>
        <w:pStyle w:val="ab"/>
        <w:spacing w:before="2"/>
        <w:ind w:left="567" w:right="462" w:firstLine="567"/>
        <w:rPr>
          <w:sz w:val="24"/>
          <w:szCs w:val="24"/>
        </w:rPr>
      </w:pPr>
      <w:r w:rsidRPr="00C613F5">
        <w:rPr>
          <w:spacing w:val="-4"/>
          <w:sz w:val="24"/>
          <w:szCs w:val="24"/>
        </w:rPr>
        <w:t>а)</w:t>
      </w:r>
      <w:r w:rsidRPr="00C613F5">
        <w:rPr>
          <w:spacing w:val="-13"/>
          <w:sz w:val="24"/>
          <w:szCs w:val="24"/>
        </w:rPr>
        <w:t xml:space="preserve"> </w:t>
      </w:r>
      <w:r w:rsidRPr="00C613F5">
        <w:rPr>
          <w:spacing w:val="-4"/>
          <w:sz w:val="24"/>
          <w:szCs w:val="24"/>
        </w:rPr>
        <w:t>организацию</w:t>
      </w:r>
      <w:r w:rsidRPr="00C613F5">
        <w:rPr>
          <w:spacing w:val="-13"/>
          <w:sz w:val="24"/>
          <w:szCs w:val="24"/>
        </w:rPr>
        <w:t xml:space="preserve"> </w:t>
      </w:r>
      <w:r w:rsidRPr="00C613F5">
        <w:rPr>
          <w:spacing w:val="-4"/>
          <w:sz w:val="24"/>
          <w:szCs w:val="24"/>
        </w:rPr>
        <w:t>учета</w:t>
      </w:r>
      <w:r w:rsidRPr="00C613F5">
        <w:rPr>
          <w:spacing w:val="-12"/>
          <w:sz w:val="24"/>
          <w:szCs w:val="24"/>
        </w:rPr>
        <w:t xml:space="preserve"> </w:t>
      </w:r>
      <w:r w:rsidRPr="00C613F5">
        <w:rPr>
          <w:spacing w:val="-4"/>
          <w:sz w:val="24"/>
          <w:szCs w:val="24"/>
        </w:rPr>
        <w:t>планируемых</w:t>
      </w:r>
      <w:r w:rsidRPr="00C613F5">
        <w:rPr>
          <w:spacing w:val="-11"/>
          <w:sz w:val="24"/>
          <w:szCs w:val="24"/>
        </w:rPr>
        <w:t xml:space="preserve"> </w:t>
      </w:r>
      <w:r w:rsidRPr="00C613F5">
        <w:rPr>
          <w:spacing w:val="-4"/>
          <w:sz w:val="24"/>
          <w:szCs w:val="24"/>
        </w:rPr>
        <w:t>к</w:t>
      </w:r>
      <w:r w:rsidRPr="00C613F5">
        <w:rPr>
          <w:spacing w:val="-13"/>
          <w:sz w:val="24"/>
          <w:szCs w:val="24"/>
        </w:rPr>
        <w:t xml:space="preserve"> </w:t>
      </w:r>
      <w:r w:rsidRPr="00C613F5">
        <w:rPr>
          <w:spacing w:val="-4"/>
          <w:sz w:val="24"/>
          <w:szCs w:val="24"/>
        </w:rPr>
        <w:t>приему</w:t>
      </w:r>
      <w:r w:rsidRPr="00C613F5">
        <w:rPr>
          <w:spacing w:val="-14"/>
          <w:sz w:val="24"/>
          <w:szCs w:val="24"/>
        </w:rPr>
        <w:t xml:space="preserve"> </w:t>
      </w:r>
      <w:r w:rsidRPr="00C613F5">
        <w:rPr>
          <w:spacing w:val="-4"/>
          <w:sz w:val="24"/>
          <w:szCs w:val="24"/>
        </w:rPr>
        <w:t>материальных</w:t>
      </w:r>
      <w:r w:rsidRPr="00C613F5">
        <w:rPr>
          <w:spacing w:val="-12"/>
          <w:sz w:val="24"/>
          <w:szCs w:val="24"/>
        </w:rPr>
        <w:t xml:space="preserve"> </w:t>
      </w:r>
      <w:r w:rsidRPr="00C613F5">
        <w:rPr>
          <w:spacing w:val="-4"/>
          <w:sz w:val="24"/>
          <w:szCs w:val="24"/>
        </w:rPr>
        <w:t>и</w:t>
      </w:r>
      <w:r w:rsidRPr="00C613F5">
        <w:rPr>
          <w:spacing w:val="-11"/>
          <w:sz w:val="24"/>
          <w:szCs w:val="24"/>
        </w:rPr>
        <w:t xml:space="preserve"> </w:t>
      </w:r>
      <w:r w:rsidRPr="00C613F5">
        <w:rPr>
          <w:spacing w:val="-4"/>
          <w:sz w:val="24"/>
          <w:szCs w:val="24"/>
        </w:rPr>
        <w:t xml:space="preserve">культурных </w:t>
      </w:r>
      <w:r w:rsidRPr="00C613F5">
        <w:rPr>
          <w:sz w:val="24"/>
          <w:szCs w:val="24"/>
        </w:rPr>
        <w:t>ценностей на территории муниципального образования;</w:t>
      </w:r>
    </w:p>
    <w:p w:rsidR="001515FE" w:rsidRPr="00C613F5" w:rsidRDefault="001515FE" w:rsidP="00C613F5">
      <w:pPr>
        <w:pStyle w:val="ab"/>
        <w:tabs>
          <w:tab w:val="left" w:pos="586"/>
          <w:tab w:val="left" w:pos="2164"/>
          <w:tab w:val="left" w:pos="3660"/>
          <w:tab w:val="left" w:pos="4044"/>
          <w:tab w:val="left" w:pos="6139"/>
          <w:tab w:val="left" w:pos="8000"/>
        </w:tabs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б)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организацию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80"/>
          <w:sz w:val="24"/>
          <w:szCs w:val="24"/>
        </w:rPr>
        <w:t xml:space="preserve"> </w:t>
      </w:r>
      <w:proofErr w:type="gramStart"/>
      <w:r w:rsidRPr="00C613F5">
        <w:rPr>
          <w:sz w:val="24"/>
          <w:szCs w:val="24"/>
        </w:rPr>
        <w:t>контроль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за</w:t>
      </w:r>
      <w:proofErr w:type="gramEnd"/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планированием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 xml:space="preserve">мест размещения (складов) материальных и культурных ценностей; </w:t>
      </w:r>
      <w:r w:rsidRPr="00C613F5">
        <w:rPr>
          <w:spacing w:val="-6"/>
          <w:sz w:val="24"/>
          <w:szCs w:val="24"/>
        </w:rPr>
        <w:t>в)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разработку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совместно</w:t>
      </w:r>
      <w:r w:rsidRPr="00C613F5">
        <w:rPr>
          <w:sz w:val="24"/>
          <w:szCs w:val="24"/>
        </w:rPr>
        <w:tab/>
      </w:r>
      <w:r w:rsidRPr="00C613F5">
        <w:rPr>
          <w:spacing w:val="-10"/>
          <w:sz w:val="24"/>
          <w:szCs w:val="24"/>
        </w:rPr>
        <w:t>с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автомобильной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спасательной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службой</w:t>
      </w:r>
    </w:p>
    <w:p w:rsidR="001515FE" w:rsidRPr="00C613F5" w:rsidRDefault="001515FE" w:rsidP="00C613F5">
      <w:pPr>
        <w:pStyle w:val="ab"/>
        <w:spacing w:line="242" w:lineRule="auto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гражданской обороны расчетов на выделение транспорта для вывоза материальных ценностей со станции разгрузки (при необходимости);</w:t>
      </w:r>
    </w:p>
    <w:p w:rsidR="001515FE" w:rsidRPr="00C613F5" w:rsidRDefault="001515FE" w:rsidP="00C613F5">
      <w:pPr>
        <w:pStyle w:val="ab"/>
        <w:tabs>
          <w:tab w:val="left" w:pos="639"/>
          <w:tab w:val="left" w:pos="2293"/>
          <w:tab w:val="left" w:pos="4198"/>
          <w:tab w:val="left" w:pos="4786"/>
          <w:tab w:val="left" w:pos="7520"/>
        </w:tabs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г)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разработку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совместно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с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органом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внутренних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дел</w:t>
      </w:r>
      <w:r w:rsidR="00590BEA" w:rsidRPr="00C613F5">
        <w:rPr>
          <w:sz w:val="24"/>
          <w:szCs w:val="24"/>
        </w:rPr>
        <w:t>,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муниципального образования</w:t>
      </w:r>
      <w:r w:rsidR="00590BEA" w:rsidRPr="00C613F5">
        <w:rPr>
          <w:sz w:val="24"/>
          <w:szCs w:val="24"/>
        </w:rPr>
        <w:t>,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плана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выделения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личного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состава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органа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внутренних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дел</w:t>
      </w:r>
      <w:r w:rsidRPr="00C613F5">
        <w:rPr>
          <w:spacing w:val="80"/>
          <w:sz w:val="24"/>
          <w:szCs w:val="24"/>
        </w:rPr>
        <w:t xml:space="preserve"> </w:t>
      </w:r>
      <w:r w:rsidRPr="00C613F5">
        <w:rPr>
          <w:sz w:val="24"/>
          <w:szCs w:val="24"/>
        </w:rPr>
        <w:t>для организации охраны материальных</w:t>
      </w:r>
      <w:r w:rsidRPr="00C613F5">
        <w:rPr>
          <w:spacing w:val="-1"/>
          <w:sz w:val="24"/>
          <w:szCs w:val="24"/>
        </w:rPr>
        <w:t xml:space="preserve"> </w:t>
      </w:r>
      <w:r w:rsidRPr="00C613F5">
        <w:rPr>
          <w:sz w:val="24"/>
          <w:szCs w:val="24"/>
        </w:rPr>
        <w:t xml:space="preserve">и культурных ценностей в местах выгрузки; </w:t>
      </w:r>
      <w:r w:rsidRPr="00C613F5">
        <w:rPr>
          <w:spacing w:val="-6"/>
          <w:sz w:val="24"/>
          <w:szCs w:val="24"/>
        </w:rPr>
        <w:t>д)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подготовку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предложений</w:t>
      </w:r>
      <w:r w:rsidRPr="00C613F5">
        <w:rPr>
          <w:sz w:val="24"/>
          <w:szCs w:val="24"/>
        </w:rPr>
        <w:tab/>
      </w:r>
      <w:r w:rsidRPr="00C613F5">
        <w:rPr>
          <w:spacing w:val="-6"/>
          <w:sz w:val="24"/>
          <w:szCs w:val="24"/>
        </w:rPr>
        <w:t>по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совершенствованию</w:t>
      </w:r>
      <w:r w:rsidRPr="00C613F5">
        <w:rPr>
          <w:sz w:val="24"/>
          <w:szCs w:val="24"/>
        </w:rPr>
        <w:tab/>
      </w:r>
      <w:r w:rsidRPr="00C613F5">
        <w:rPr>
          <w:spacing w:val="-2"/>
          <w:sz w:val="24"/>
          <w:szCs w:val="24"/>
        </w:rPr>
        <w:t>организации</w:t>
      </w:r>
    </w:p>
    <w:p w:rsidR="001515FE" w:rsidRPr="00C613F5" w:rsidRDefault="001515FE" w:rsidP="00C613F5">
      <w:pPr>
        <w:pStyle w:val="ab"/>
        <w:spacing w:line="320" w:lineRule="exact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планирования</w:t>
      </w:r>
      <w:r w:rsidRPr="00C613F5">
        <w:rPr>
          <w:spacing w:val="-9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-7"/>
          <w:sz w:val="24"/>
          <w:szCs w:val="24"/>
        </w:rPr>
        <w:t xml:space="preserve"> </w:t>
      </w:r>
      <w:r w:rsidRPr="00C613F5">
        <w:rPr>
          <w:sz w:val="24"/>
          <w:szCs w:val="24"/>
        </w:rPr>
        <w:t>проведения</w:t>
      </w:r>
      <w:r w:rsidRPr="00C613F5">
        <w:rPr>
          <w:spacing w:val="-7"/>
          <w:sz w:val="24"/>
          <w:szCs w:val="24"/>
        </w:rPr>
        <w:t xml:space="preserve"> </w:t>
      </w:r>
      <w:r w:rsidRPr="00C613F5">
        <w:rPr>
          <w:sz w:val="24"/>
          <w:szCs w:val="24"/>
        </w:rPr>
        <w:t>эвакуации</w:t>
      </w:r>
      <w:r w:rsidRPr="00C613F5">
        <w:rPr>
          <w:spacing w:val="-9"/>
          <w:sz w:val="24"/>
          <w:szCs w:val="24"/>
        </w:rPr>
        <w:t xml:space="preserve"> </w:t>
      </w:r>
      <w:r w:rsidRPr="00C613F5">
        <w:rPr>
          <w:sz w:val="24"/>
          <w:szCs w:val="24"/>
        </w:rPr>
        <w:t>материальных</w:t>
      </w:r>
      <w:r w:rsidRPr="00C613F5">
        <w:rPr>
          <w:spacing w:val="-10"/>
          <w:sz w:val="24"/>
          <w:szCs w:val="24"/>
        </w:rPr>
        <w:t xml:space="preserve"> </w:t>
      </w:r>
      <w:r w:rsidRPr="00C613F5">
        <w:rPr>
          <w:sz w:val="24"/>
          <w:szCs w:val="24"/>
        </w:rPr>
        <w:t>и</w:t>
      </w:r>
      <w:r w:rsidRPr="00C613F5">
        <w:rPr>
          <w:spacing w:val="-7"/>
          <w:sz w:val="24"/>
          <w:szCs w:val="24"/>
        </w:rPr>
        <w:t xml:space="preserve"> </w:t>
      </w:r>
      <w:r w:rsidRPr="00C613F5">
        <w:rPr>
          <w:sz w:val="24"/>
          <w:szCs w:val="24"/>
        </w:rPr>
        <w:t>культурных</w:t>
      </w:r>
      <w:r w:rsidRPr="00C613F5">
        <w:rPr>
          <w:spacing w:val="-5"/>
          <w:sz w:val="24"/>
          <w:szCs w:val="24"/>
        </w:rPr>
        <w:t xml:space="preserve"> </w:t>
      </w:r>
      <w:r w:rsidRPr="00C613F5">
        <w:rPr>
          <w:spacing w:val="-2"/>
          <w:sz w:val="24"/>
          <w:szCs w:val="24"/>
        </w:rPr>
        <w:t>ценностей;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17"/>
        </w:numPr>
        <w:tabs>
          <w:tab w:val="left" w:pos="1113"/>
        </w:tabs>
        <w:autoSpaceDE w:val="0"/>
        <w:autoSpaceDN w:val="0"/>
        <w:ind w:left="567" w:right="462" w:firstLine="567"/>
        <w:contextualSpacing w:val="0"/>
      </w:pPr>
      <w:r w:rsidRPr="00C613F5">
        <w:t>при</w:t>
      </w:r>
      <w:r w:rsidRPr="00C613F5">
        <w:rPr>
          <w:spacing w:val="-8"/>
        </w:rPr>
        <w:t xml:space="preserve"> </w:t>
      </w:r>
      <w:r w:rsidRPr="00C613F5">
        <w:t>выполнении</w:t>
      </w:r>
      <w:r w:rsidRPr="00C613F5">
        <w:rPr>
          <w:spacing w:val="-10"/>
        </w:rPr>
        <w:t xml:space="preserve"> </w:t>
      </w:r>
      <w:r w:rsidRPr="00C613F5">
        <w:t>мероприятий</w:t>
      </w:r>
      <w:r w:rsidRPr="00C613F5">
        <w:rPr>
          <w:spacing w:val="-8"/>
        </w:rPr>
        <w:t xml:space="preserve"> </w:t>
      </w:r>
      <w:r w:rsidRPr="00C613F5">
        <w:t>по</w:t>
      </w:r>
      <w:r w:rsidRPr="00C613F5">
        <w:rPr>
          <w:spacing w:val="-7"/>
        </w:rPr>
        <w:t xml:space="preserve"> </w:t>
      </w:r>
      <w:r w:rsidRPr="00C613F5">
        <w:t>гражданской</w:t>
      </w:r>
      <w:r w:rsidRPr="00C613F5">
        <w:rPr>
          <w:spacing w:val="-7"/>
        </w:rPr>
        <w:t xml:space="preserve"> </w:t>
      </w:r>
      <w:r w:rsidRPr="00C613F5">
        <w:rPr>
          <w:spacing w:val="-2"/>
        </w:rPr>
        <w:t>обороне: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 xml:space="preserve">а) корректировка совместно со спасательной автомобильной службой гражданской обороны муниципального образования расчетов на выделение транспорта для вывоза материальных и культурных ценностей со станции </w:t>
      </w:r>
      <w:r w:rsidRPr="00C613F5">
        <w:rPr>
          <w:spacing w:val="-2"/>
          <w:sz w:val="24"/>
          <w:szCs w:val="24"/>
        </w:rPr>
        <w:t>разгрузки;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б) контроль</w:t>
      </w:r>
      <w:r w:rsidR="00590BEA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подготовкой к приему и размещению материальных и культурных ценностей, организацией охраны мест выгрузки и размещения;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 корректировку совместно с органом внутренних муниципального образования расчетов на выделение транспорта для организации охраны мест выгрузки материальных и культурных ценностей;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г) подготовку предложений по эвакуации материальных и культурных ценностей в сложившейся обстановке.</w:t>
      </w:r>
    </w:p>
    <w:p w:rsidR="001515FE" w:rsidRPr="00C613F5" w:rsidRDefault="001515FE" w:rsidP="00C613F5">
      <w:pPr>
        <w:pStyle w:val="a8"/>
        <w:widowControl w:val="0"/>
        <w:numPr>
          <w:ilvl w:val="0"/>
          <w:numId w:val="17"/>
        </w:numPr>
        <w:tabs>
          <w:tab w:val="left" w:pos="1113"/>
        </w:tabs>
        <w:autoSpaceDE w:val="0"/>
        <w:autoSpaceDN w:val="0"/>
        <w:spacing w:line="321" w:lineRule="exact"/>
        <w:ind w:left="567" w:right="462" w:firstLine="567"/>
        <w:contextualSpacing w:val="0"/>
      </w:pPr>
      <w:r w:rsidRPr="00C613F5">
        <w:t>при</w:t>
      </w:r>
      <w:r w:rsidRPr="00C613F5">
        <w:rPr>
          <w:spacing w:val="-9"/>
        </w:rPr>
        <w:t xml:space="preserve"> </w:t>
      </w:r>
      <w:r w:rsidRPr="00C613F5">
        <w:t>проведении</w:t>
      </w:r>
      <w:r w:rsidRPr="00C613F5">
        <w:rPr>
          <w:spacing w:val="-5"/>
        </w:rPr>
        <w:t xml:space="preserve"> </w:t>
      </w:r>
      <w:r w:rsidRPr="00C613F5">
        <w:rPr>
          <w:spacing w:val="-2"/>
        </w:rPr>
        <w:t>эвакуации: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а) организацию и контроль</w:t>
      </w:r>
      <w:r w:rsidR="00703006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 поставкой транспорта к местам </w:t>
      </w:r>
      <w:r w:rsidRPr="00C613F5">
        <w:rPr>
          <w:sz w:val="24"/>
          <w:szCs w:val="24"/>
        </w:rPr>
        <w:lastRenderedPageBreak/>
        <w:t>погрузки материальных и культурных ценностей;</w:t>
      </w:r>
    </w:p>
    <w:p w:rsidR="001515FE" w:rsidRPr="00C613F5" w:rsidRDefault="001515FE" w:rsidP="00C613F5">
      <w:pPr>
        <w:ind w:left="567" w:right="462"/>
        <w:sectPr w:rsidR="001515FE" w:rsidRPr="00C613F5">
          <w:pgSz w:w="11910" w:h="16840"/>
          <w:pgMar w:top="1080" w:right="440" w:bottom="280" w:left="1600" w:header="722" w:footer="0" w:gutter="0"/>
          <w:cols w:space="720"/>
        </w:sectPr>
      </w:pPr>
    </w:p>
    <w:p w:rsidR="001515FE" w:rsidRPr="00C613F5" w:rsidRDefault="001515FE" w:rsidP="00C613F5">
      <w:pPr>
        <w:pStyle w:val="ab"/>
        <w:spacing w:before="169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lastRenderedPageBreak/>
        <w:t>б) организацию</w:t>
      </w:r>
      <w:r w:rsidRPr="00C613F5">
        <w:rPr>
          <w:spacing w:val="-1"/>
          <w:sz w:val="24"/>
          <w:szCs w:val="24"/>
        </w:rPr>
        <w:t xml:space="preserve"> </w:t>
      </w:r>
      <w:r w:rsidRPr="00C613F5">
        <w:rPr>
          <w:sz w:val="24"/>
          <w:szCs w:val="24"/>
        </w:rPr>
        <w:t>и контроль</w:t>
      </w:r>
      <w:r w:rsidR="00703006" w:rsidRPr="00C613F5">
        <w:rPr>
          <w:sz w:val="24"/>
          <w:szCs w:val="24"/>
        </w:rPr>
        <w:t>,</w:t>
      </w:r>
      <w:r w:rsidRPr="00C613F5">
        <w:rPr>
          <w:sz w:val="24"/>
          <w:szCs w:val="24"/>
        </w:rPr>
        <w:t xml:space="preserve"> за</w:t>
      </w:r>
      <w:r w:rsidRPr="00C613F5">
        <w:rPr>
          <w:spacing w:val="-1"/>
          <w:sz w:val="24"/>
          <w:szCs w:val="24"/>
        </w:rPr>
        <w:t xml:space="preserve"> </w:t>
      </w:r>
      <w:r w:rsidRPr="00C613F5">
        <w:rPr>
          <w:sz w:val="24"/>
          <w:szCs w:val="24"/>
        </w:rPr>
        <w:t>построением и выдвижением</w:t>
      </w:r>
      <w:r w:rsidRPr="00C613F5">
        <w:rPr>
          <w:spacing w:val="-1"/>
          <w:sz w:val="24"/>
          <w:szCs w:val="24"/>
        </w:rPr>
        <w:t xml:space="preserve"> </w:t>
      </w:r>
      <w:r w:rsidRPr="00C613F5">
        <w:rPr>
          <w:sz w:val="24"/>
          <w:szCs w:val="24"/>
        </w:rPr>
        <w:t>транспортных колонн по маршрутам эвакуации;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в) сбор и обобщение информации о прибытии эвакуационных колонн к местам разгрузки и размещении материальных и культурных ценностей;</w:t>
      </w:r>
    </w:p>
    <w:p w:rsidR="001515FE" w:rsidRPr="00C613F5" w:rsidRDefault="001515FE" w:rsidP="00C613F5">
      <w:pPr>
        <w:pStyle w:val="ab"/>
        <w:spacing w:before="1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г) организацию и контроль работы по охране мест погрузки, сопровождению на маршрутах эвакуации и охране мест выгрузки</w:t>
      </w:r>
      <w:r w:rsidRPr="00C613F5">
        <w:rPr>
          <w:spacing w:val="40"/>
          <w:sz w:val="24"/>
          <w:szCs w:val="24"/>
        </w:rPr>
        <w:t xml:space="preserve"> </w:t>
      </w:r>
      <w:r w:rsidRPr="00C613F5">
        <w:rPr>
          <w:sz w:val="24"/>
          <w:szCs w:val="24"/>
        </w:rPr>
        <w:t>материальных и культурных ценностей;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  <w:r w:rsidRPr="00C613F5">
        <w:rPr>
          <w:sz w:val="24"/>
          <w:szCs w:val="24"/>
        </w:rPr>
        <w:t>д) подготовку докладов председателю Комиссии о ходе эвакуации материальных и культурных ценностей.</w:t>
      </w: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</w:p>
    <w:p w:rsidR="00034BF6" w:rsidRPr="00C613F5" w:rsidRDefault="00034BF6" w:rsidP="00C613F5">
      <w:pPr>
        <w:pStyle w:val="ab"/>
        <w:ind w:left="567" w:right="462" w:firstLine="567"/>
        <w:rPr>
          <w:sz w:val="24"/>
          <w:szCs w:val="24"/>
        </w:rPr>
      </w:pP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</w:p>
    <w:p w:rsidR="001515FE" w:rsidRPr="00C613F5" w:rsidRDefault="001515FE" w:rsidP="00C613F5">
      <w:pPr>
        <w:pStyle w:val="ab"/>
        <w:ind w:left="567" w:right="462" w:firstLine="567"/>
        <w:rPr>
          <w:sz w:val="24"/>
          <w:szCs w:val="24"/>
        </w:rPr>
      </w:pPr>
    </w:p>
    <w:p w:rsidR="001515FE" w:rsidRPr="00C613F5" w:rsidRDefault="001515FE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 xml:space="preserve">Приложение № 6 </w:t>
      </w:r>
    </w:p>
    <w:p w:rsidR="001515FE" w:rsidRPr="00C613F5" w:rsidRDefault="001515FE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>к Постановлению администрации</w:t>
      </w:r>
    </w:p>
    <w:p w:rsidR="00703006" w:rsidRPr="00C613F5" w:rsidRDefault="00703006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>МО «Городской округ город Сунжа»</w:t>
      </w:r>
    </w:p>
    <w:p w:rsidR="001515FE" w:rsidRPr="00C613F5" w:rsidRDefault="001515FE" w:rsidP="00C613F5">
      <w:pPr>
        <w:ind w:left="567" w:right="462"/>
        <w:jc w:val="right"/>
        <w:rPr>
          <w:rFonts w:cs="Arial"/>
          <w:b/>
          <w:bCs/>
          <w:kern w:val="28"/>
          <w:sz w:val="32"/>
          <w:szCs w:val="32"/>
        </w:rPr>
      </w:pPr>
      <w:r w:rsidRPr="00C613F5">
        <w:rPr>
          <w:rFonts w:cs="Arial"/>
          <w:b/>
          <w:bCs/>
          <w:kern w:val="28"/>
          <w:sz w:val="32"/>
          <w:szCs w:val="32"/>
        </w:rPr>
        <w:t>от ______________№_____</w:t>
      </w:r>
    </w:p>
    <w:p w:rsidR="001515FE" w:rsidRPr="00C613F5" w:rsidRDefault="001515FE" w:rsidP="00C613F5">
      <w:pPr>
        <w:ind w:left="567" w:right="462"/>
      </w:pPr>
    </w:p>
    <w:p w:rsidR="001515FE" w:rsidRPr="00C613F5" w:rsidRDefault="001515FE" w:rsidP="00C613F5">
      <w:pPr>
        <w:ind w:left="567" w:right="462"/>
      </w:pPr>
    </w:p>
    <w:p w:rsidR="001515FE" w:rsidRPr="00C613F5" w:rsidRDefault="001515FE" w:rsidP="00C613F5">
      <w:pPr>
        <w:keepNext/>
        <w:ind w:left="567" w:right="462"/>
        <w:jc w:val="center"/>
        <w:outlineLvl w:val="0"/>
        <w:rPr>
          <w:rFonts w:cs="Arial"/>
          <w:b/>
          <w:bCs/>
          <w:iCs/>
          <w:sz w:val="30"/>
          <w:szCs w:val="28"/>
        </w:rPr>
      </w:pPr>
      <w:r w:rsidRPr="00C613F5">
        <w:rPr>
          <w:rFonts w:cs="Arial"/>
          <w:b/>
          <w:bCs/>
          <w:iCs/>
          <w:sz w:val="30"/>
          <w:szCs w:val="28"/>
        </w:rPr>
        <w:t xml:space="preserve">СОСТАВ </w:t>
      </w:r>
    </w:p>
    <w:p w:rsidR="001515FE" w:rsidRPr="00C613F5" w:rsidRDefault="001515FE" w:rsidP="00C613F5">
      <w:pPr>
        <w:ind w:left="567" w:right="462"/>
        <w:jc w:val="center"/>
        <w:rPr>
          <w:rFonts w:cs="Arial"/>
          <w:b/>
          <w:bCs/>
          <w:iCs/>
          <w:sz w:val="30"/>
          <w:szCs w:val="28"/>
        </w:rPr>
      </w:pPr>
      <w:proofErr w:type="spellStart"/>
      <w:r w:rsidRPr="00C613F5">
        <w:rPr>
          <w:rFonts w:cs="Arial"/>
          <w:b/>
          <w:bCs/>
          <w:iCs/>
          <w:sz w:val="30"/>
          <w:szCs w:val="28"/>
        </w:rPr>
        <w:t>эвакоприемной</w:t>
      </w:r>
      <w:proofErr w:type="spellEnd"/>
      <w:r w:rsidRPr="00C613F5">
        <w:rPr>
          <w:rFonts w:cs="Arial"/>
          <w:b/>
          <w:bCs/>
          <w:iCs/>
          <w:sz w:val="30"/>
          <w:szCs w:val="28"/>
        </w:rPr>
        <w:t xml:space="preserve"> комиссии </w:t>
      </w:r>
      <w:r w:rsidR="00703006" w:rsidRPr="00C613F5">
        <w:rPr>
          <w:rFonts w:cs="Arial"/>
          <w:b/>
          <w:bCs/>
          <w:iCs/>
          <w:sz w:val="30"/>
          <w:szCs w:val="28"/>
        </w:rPr>
        <w:t>МО «Городской округ город Сунжа»</w:t>
      </w:r>
    </w:p>
    <w:p w:rsidR="001515FE" w:rsidRPr="00C613F5" w:rsidRDefault="001515FE" w:rsidP="00C613F5">
      <w:pPr>
        <w:ind w:left="567" w:right="462"/>
      </w:pPr>
    </w:p>
    <w:p w:rsidR="001515FE" w:rsidRPr="00C613F5" w:rsidRDefault="001515FE" w:rsidP="00C613F5">
      <w:pPr>
        <w:pStyle w:val="Table0"/>
        <w:ind w:left="2832"/>
      </w:pPr>
    </w:p>
    <w:p w:rsidR="00DC75BD" w:rsidRPr="00C613F5" w:rsidRDefault="00DC75BD" w:rsidP="00C613F5">
      <w:pPr>
        <w:pStyle w:val="Table0"/>
        <w:ind w:left="2832"/>
      </w:pPr>
    </w:p>
    <w:tbl>
      <w:tblPr>
        <w:tblW w:w="10544" w:type="dxa"/>
        <w:tblInd w:w="2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2050"/>
        <w:gridCol w:w="2616"/>
        <w:gridCol w:w="2481"/>
        <w:gridCol w:w="1392"/>
        <w:gridCol w:w="1389"/>
      </w:tblGrid>
      <w:tr w:rsidR="001515FE" w:rsidRPr="00C613F5" w:rsidTr="00C613F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0"/>
            </w:pPr>
            <w:r w:rsidRPr="00C613F5">
              <w:t>№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0"/>
            </w:pPr>
            <w:r w:rsidRPr="00C613F5">
              <w:t xml:space="preserve">Ф.И.О. 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0"/>
            </w:pPr>
            <w:r w:rsidRPr="00C613F5">
              <w:t>Занимаемая должность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0"/>
            </w:pPr>
            <w:r w:rsidRPr="00C613F5">
              <w:t>Должность по основной работе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Рабочий телефон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proofErr w:type="spellStart"/>
            <w:r w:rsidRPr="00C613F5">
              <w:t>Домаш</w:t>
            </w:r>
            <w:proofErr w:type="spellEnd"/>
            <w:r w:rsidRPr="00C613F5">
              <w:t>. телефон</w:t>
            </w:r>
          </w:p>
        </w:tc>
      </w:tr>
      <w:tr w:rsidR="001515FE" w:rsidRPr="00C613F5" w:rsidTr="00C613F5">
        <w:trPr>
          <w:cantSplit/>
        </w:trPr>
        <w:tc>
          <w:tcPr>
            <w:tcW w:w="10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rPr>
                <w:lang w:val="en-US"/>
              </w:rPr>
              <w:t>I</w:t>
            </w:r>
            <w:r w:rsidRPr="00C613F5">
              <w:t xml:space="preserve">.Руководство </w:t>
            </w:r>
            <w:proofErr w:type="spellStart"/>
            <w:r w:rsidRPr="00C613F5">
              <w:t>эвакоприемной</w:t>
            </w:r>
            <w:proofErr w:type="spellEnd"/>
            <w:r w:rsidRPr="00C613F5">
              <w:t xml:space="preserve"> комиссии</w:t>
            </w:r>
          </w:p>
        </w:tc>
      </w:tr>
      <w:tr w:rsidR="001515FE" w:rsidRPr="00C613F5" w:rsidTr="00C613F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1.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7D5F34" w:rsidP="00C613F5">
            <w:pPr>
              <w:pStyle w:val="Table"/>
            </w:pPr>
            <w:proofErr w:type="spellStart"/>
            <w:r w:rsidRPr="00C613F5">
              <w:t>Сайнароев</w:t>
            </w:r>
            <w:proofErr w:type="spellEnd"/>
            <w:r w:rsidRPr="00C613F5">
              <w:t xml:space="preserve"> Б.Х</w:t>
            </w:r>
            <w:r w:rsidR="001515FE" w:rsidRPr="00C613F5">
              <w:t>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 xml:space="preserve">Председатель </w:t>
            </w:r>
            <w:proofErr w:type="spellStart"/>
            <w:r w:rsidRPr="00C613F5">
              <w:t>эвакокомиссии</w:t>
            </w:r>
            <w:proofErr w:type="spellEnd"/>
            <w:r w:rsidRPr="00C613F5">
              <w:t xml:space="preserve"> 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 xml:space="preserve">Зам. главы </w:t>
            </w:r>
            <w:r w:rsidR="00F63923" w:rsidRPr="00C613F5">
              <w:t>МО «Городской округ город Сунжа»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991EDA" w:rsidP="00C613F5">
            <w:pPr>
              <w:pStyle w:val="Table"/>
            </w:pPr>
            <w:r w:rsidRPr="00C613F5">
              <w:t>72-28-56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991EDA" w:rsidP="00C613F5">
            <w:pPr>
              <w:pStyle w:val="Table"/>
            </w:pPr>
            <w:r w:rsidRPr="00C613F5">
              <w:t>8928-791-75-77</w:t>
            </w:r>
          </w:p>
        </w:tc>
      </w:tr>
      <w:tr w:rsidR="001515FE" w:rsidRPr="00C613F5" w:rsidTr="00C613F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2.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DC75BD" w:rsidP="00C613F5">
            <w:pPr>
              <w:pStyle w:val="Table"/>
            </w:pPr>
            <w:r w:rsidRPr="00C613F5">
              <w:t>Балаев И.И.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 xml:space="preserve">Зам. председателя </w:t>
            </w:r>
            <w:proofErr w:type="spellStart"/>
            <w:r w:rsidRPr="00C613F5">
              <w:t>эвакокомиссии</w:t>
            </w:r>
            <w:proofErr w:type="spellEnd"/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Начальник отдела ГО и ЧС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DC75BD" w:rsidP="00C613F5">
            <w:pPr>
              <w:pStyle w:val="Table"/>
            </w:pPr>
            <w:r w:rsidRPr="00C613F5">
              <w:t>72-19-42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991EDA" w:rsidP="00C613F5">
            <w:pPr>
              <w:pStyle w:val="Table"/>
            </w:pPr>
            <w:r w:rsidRPr="00C613F5">
              <w:t>8928-725-06-09</w:t>
            </w:r>
          </w:p>
        </w:tc>
      </w:tr>
      <w:tr w:rsidR="001515FE" w:rsidRPr="00C613F5" w:rsidTr="00C613F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3.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DC75BD" w:rsidP="00C613F5">
            <w:pPr>
              <w:pStyle w:val="Table"/>
            </w:pPr>
            <w:r w:rsidRPr="00C613F5">
              <w:t>Цороев Р.А</w:t>
            </w:r>
            <w:r w:rsidR="001515FE" w:rsidRPr="00C613F5">
              <w:t>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 xml:space="preserve">Ответственный секретарь 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7D5F34" w:rsidP="00C613F5">
            <w:pPr>
              <w:pStyle w:val="Table"/>
            </w:pPr>
            <w:r w:rsidRPr="00C613F5">
              <w:t>Гл</w:t>
            </w:r>
            <w:r w:rsidR="001515FE" w:rsidRPr="00C613F5">
              <w:t>. специалист   отдела ГО и ЧС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DC75BD" w:rsidP="00C613F5">
            <w:pPr>
              <w:pStyle w:val="Table"/>
            </w:pPr>
            <w:r w:rsidRPr="00C613F5">
              <w:t>72-19-42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991EDA" w:rsidP="00C613F5">
            <w:pPr>
              <w:pStyle w:val="Table"/>
            </w:pPr>
            <w:r w:rsidRPr="00C613F5">
              <w:t>8926-797-64-44</w:t>
            </w:r>
          </w:p>
        </w:tc>
      </w:tr>
      <w:tr w:rsidR="001515FE" w:rsidRPr="00C613F5" w:rsidTr="00C613F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  <w:r w:rsidRPr="00C613F5">
              <w:t>4.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991EDA" w:rsidP="00C613F5">
            <w:pPr>
              <w:pStyle w:val="Table"/>
            </w:pPr>
            <w:r w:rsidRPr="00C613F5">
              <w:t>Евлоев М.Х.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  <w:r w:rsidRPr="00C613F5">
              <w:t>Начальник ПВР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8B5B56" w:rsidP="00C613F5">
            <w:pPr>
              <w:pStyle w:val="Table"/>
            </w:pPr>
            <w:r w:rsidRPr="00C613F5">
              <w:t>Завхоз</w:t>
            </w:r>
            <w:r w:rsidR="001515FE" w:rsidRPr="00C613F5">
              <w:t xml:space="preserve"> </w:t>
            </w:r>
            <w:r w:rsidR="00871292" w:rsidRPr="00C613F5">
              <w:t xml:space="preserve">ГБОУ "СОШ №1 </w:t>
            </w:r>
            <w:proofErr w:type="spellStart"/>
            <w:r w:rsidR="00871292" w:rsidRPr="00C613F5">
              <w:t>г</w:t>
            </w:r>
            <w:proofErr w:type="gramStart"/>
            <w:r w:rsidR="00871292" w:rsidRPr="00C613F5">
              <w:t>.С</w:t>
            </w:r>
            <w:proofErr w:type="gramEnd"/>
            <w:r w:rsidR="00871292" w:rsidRPr="00C613F5">
              <w:t>унж</w:t>
            </w:r>
            <w:r w:rsidRPr="00C613F5">
              <w:t>а</w:t>
            </w:r>
            <w:proofErr w:type="spellEnd"/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991EDA" w:rsidP="00C613F5">
            <w:pPr>
              <w:pStyle w:val="Table"/>
            </w:pPr>
            <w:r w:rsidRPr="00C613F5">
              <w:t>8963-174-60-30</w:t>
            </w:r>
          </w:p>
        </w:tc>
      </w:tr>
      <w:tr w:rsidR="001515FE" w:rsidRPr="00C613F5" w:rsidTr="00C613F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  <w:r w:rsidRPr="00C613F5">
              <w:t>5.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991EDA" w:rsidP="00C613F5">
            <w:pPr>
              <w:pStyle w:val="Table"/>
            </w:pPr>
            <w:r w:rsidRPr="00C613F5">
              <w:t>Костоев А.Ю.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  <w:r w:rsidRPr="00C613F5">
              <w:t>Начальник ПВР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8B5B56" w:rsidP="00C613F5">
            <w:pPr>
              <w:pStyle w:val="Table"/>
            </w:pPr>
            <w:r w:rsidRPr="00C613F5">
              <w:t>Завхоз</w:t>
            </w:r>
            <w:r w:rsidR="001515FE" w:rsidRPr="00C613F5">
              <w:t xml:space="preserve"> </w:t>
            </w:r>
            <w:r w:rsidR="00871292" w:rsidRPr="00C613F5">
              <w:t xml:space="preserve">ГБОУ "СОШ №2 </w:t>
            </w:r>
            <w:proofErr w:type="spellStart"/>
            <w:r w:rsidR="00871292" w:rsidRPr="00C613F5">
              <w:t>г</w:t>
            </w:r>
            <w:proofErr w:type="gramStart"/>
            <w:r w:rsidR="00871292" w:rsidRPr="00C613F5">
              <w:t>.С</w:t>
            </w:r>
            <w:proofErr w:type="gramEnd"/>
            <w:r w:rsidR="00871292" w:rsidRPr="00C613F5">
              <w:t>унжа</w:t>
            </w:r>
            <w:proofErr w:type="spellEnd"/>
            <w:r w:rsidR="00871292" w:rsidRPr="00C613F5">
              <w:t xml:space="preserve">"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991EDA" w:rsidP="00C613F5">
            <w:pPr>
              <w:pStyle w:val="Table"/>
            </w:pPr>
            <w:r w:rsidRPr="00C613F5">
              <w:t>8928 793-19-59</w:t>
            </w:r>
          </w:p>
        </w:tc>
      </w:tr>
      <w:tr w:rsidR="001515FE" w:rsidRPr="00C613F5" w:rsidTr="00C613F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  <w:r w:rsidRPr="00C613F5">
              <w:t>6.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991EDA" w:rsidP="00C613F5">
            <w:pPr>
              <w:pStyle w:val="Table"/>
            </w:pPr>
            <w:r w:rsidRPr="00C613F5">
              <w:t>Гудиев Л.С.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  <w:r w:rsidRPr="00C613F5">
              <w:t>Начальник ПВР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8B5B56" w:rsidP="00C613F5">
            <w:pPr>
              <w:pStyle w:val="Table"/>
            </w:pPr>
            <w:r w:rsidRPr="00C613F5">
              <w:t xml:space="preserve">Завхоз </w:t>
            </w:r>
            <w:r w:rsidR="001515FE" w:rsidRPr="00C613F5">
              <w:t xml:space="preserve"> </w:t>
            </w:r>
            <w:r w:rsidR="00871292" w:rsidRPr="00C613F5">
              <w:t xml:space="preserve">ГБОУ "СОШ №7 </w:t>
            </w:r>
            <w:proofErr w:type="spellStart"/>
            <w:r w:rsidR="00871292" w:rsidRPr="00C613F5">
              <w:t>г</w:t>
            </w:r>
            <w:proofErr w:type="gramStart"/>
            <w:r w:rsidR="00871292" w:rsidRPr="00C613F5">
              <w:t>.С</w:t>
            </w:r>
            <w:proofErr w:type="gramEnd"/>
            <w:r w:rsidR="00871292" w:rsidRPr="00C613F5">
              <w:t>унжа</w:t>
            </w:r>
            <w:proofErr w:type="spellEnd"/>
            <w:r w:rsidR="00871292" w:rsidRPr="00C613F5">
              <w:t xml:space="preserve">"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991EDA" w:rsidP="00C613F5">
            <w:pPr>
              <w:pStyle w:val="Table"/>
            </w:pPr>
            <w:r w:rsidRPr="00C613F5">
              <w:t>8999 342-54-46</w:t>
            </w:r>
          </w:p>
        </w:tc>
      </w:tr>
      <w:tr w:rsidR="001515FE" w:rsidRPr="00C613F5" w:rsidTr="00C613F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  <w:r w:rsidRPr="00C613F5">
              <w:t>7.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991EDA" w:rsidP="00C613F5">
            <w:pPr>
              <w:pStyle w:val="Table"/>
            </w:pPr>
            <w:r w:rsidRPr="00C613F5">
              <w:t>Евлоев А.А.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  <w:r w:rsidRPr="00C613F5">
              <w:t>Начальник ПВР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FF466A" w:rsidP="00C613F5">
            <w:pPr>
              <w:pStyle w:val="Table"/>
            </w:pPr>
            <w:r w:rsidRPr="00C613F5">
              <w:t>Завхоз</w:t>
            </w:r>
            <w:r w:rsidR="001515FE" w:rsidRPr="00C613F5">
              <w:t xml:space="preserve"> </w:t>
            </w:r>
            <w:r w:rsidR="00871292" w:rsidRPr="00C613F5">
              <w:t xml:space="preserve">ГБОУ "СОШ №8 </w:t>
            </w:r>
            <w:proofErr w:type="spellStart"/>
            <w:r w:rsidR="00871292" w:rsidRPr="00C613F5">
              <w:t>г</w:t>
            </w:r>
            <w:proofErr w:type="gramStart"/>
            <w:r w:rsidR="00871292" w:rsidRPr="00C613F5">
              <w:t>.С</w:t>
            </w:r>
            <w:proofErr w:type="gramEnd"/>
            <w:r w:rsidR="00871292" w:rsidRPr="00C613F5">
              <w:t>унжа</w:t>
            </w:r>
            <w:proofErr w:type="spellEnd"/>
            <w:r w:rsidR="00871292" w:rsidRPr="00C613F5">
              <w:t xml:space="preserve">"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991EDA" w:rsidP="00C613F5">
            <w:pPr>
              <w:pStyle w:val="Table"/>
            </w:pPr>
            <w:r w:rsidRPr="00C613F5">
              <w:t>8928 734-09-09</w:t>
            </w:r>
          </w:p>
        </w:tc>
      </w:tr>
      <w:tr w:rsidR="001515FE" w:rsidRPr="00C613F5" w:rsidTr="00C613F5">
        <w:trPr>
          <w:cantSplit/>
        </w:trPr>
        <w:tc>
          <w:tcPr>
            <w:tcW w:w="10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rPr>
                <w:lang w:val="en-US"/>
              </w:rPr>
              <w:t>II</w:t>
            </w:r>
            <w:r w:rsidRPr="00C613F5">
              <w:t xml:space="preserve">. Группа оповещения </w:t>
            </w:r>
          </w:p>
        </w:tc>
      </w:tr>
      <w:tr w:rsidR="001515FE" w:rsidRPr="00C613F5" w:rsidTr="00C613F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8.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 xml:space="preserve">Дежурный диспетчер ЕДДС 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Диспетчер ЕДДС</w:t>
            </w:r>
          </w:p>
          <w:p w:rsidR="001515FE" w:rsidRPr="00C613F5" w:rsidRDefault="00FC3DC8" w:rsidP="00C613F5">
            <w:pPr>
              <w:pStyle w:val="Table"/>
            </w:pPr>
            <w:r w:rsidRPr="00C613F5">
              <w:t xml:space="preserve">главы МО «Городской округ город Сунжа» 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 xml:space="preserve">Диспетчер ЕДДС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72-13-16 72-30-13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</w:p>
        </w:tc>
      </w:tr>
      <w:tr w:rsidR="001515FE" w:rsidRPr="00C613F5" w:rsidTr="00C613F5">
        <w:trPr>
          <w:cantSplit/>
        </w:trPr>
        <w:tc>
          <w:tcPr>
            <w:tcW w:w="10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rPr>
                <w:lang w:val="en-US"/>
              </w:rPr>
              <w:t>III</w:t>
            </w:r>
            <w:r w:rsidRPr="00C613F5">
              <w:t>. Группа первоочередного жизнеобеспечения населения</w:t>
            </w:r>
          </w:p>
        </w:tc>
      </w:tr>
      <w:tr w:rsidR="001515FE" w:rsidRPr="00C613F5" w:rsidTr="00C613F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9</w:t>
            </w:r>
            <w:r w:rsidRPr="00C613F5">
              <w:lastRenderedPageBreak/>
              <w:t>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FC3DC8" w:rsidP="00C613F5">
            <w:pPr>
              <w:pStyle w:val="Table"/>
            </w:pPr>
            <w:proofErr w:type="spellStart"/>
            <w:r w:rsidRPr="00C613F5">
              <w:lastRenderedPageBreak/>
              <w:t>Гатиев</w:t>
            </w:r>
            <w:proofErr w:type="spellEnd"/>
            <w:r w:rsidRPr="00C613F5">
              <w:t xml:space="preserve"> </w:t>
            </w:r>
            <w:r w:rsidRPr="00C613F5">
              <w:lastRenderedPageBreak/>
              <w:t>И.</w:t>
            </w:r>
            <w:r w:rsidR="002D563C" w:rsidRPr="00C613F5">
              <w:t>С.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lastRenderedPageBreak/>
              <w:t xml:space="preserve">Руководитель </w:t>
            </w:r>
            <w:r w:rsidRPr="00C613F5">
              <w:lastRenderedPageBreak/>
              <w:t>группы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lastRenderedPageBreak/>
              <w:t xml:space="preserve">Помощник </w:t>
            </w:r>
            <w:r w:rsidRPr="00C613F5">
              <w:lastRenderedPageBreak/>
              <w:t>главы администрации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FC3DC8" w:rsidP="00C613F5">
            <w:pPr>
              <w:pStyle w:val="Table"/>
            </w:pPr>
            <w:r w:rsidRPr="00C613F5">
              <w:t>8928</w:t>
            </w:r>
            <w:r w:rsidRPr="00C613F5">
              <w:lastRenderedPageBreak/>
              <w:t>-742-46-67</w:t>
            </w:r>
          </w:p>
        </w:tc>
      </w:tr>
      <w:tr w:rsidR="001515FE" w:rsidRPr="00C613F5" w:rsidTr="00C613F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lastRenderedPageBreak/>
              <w:t>10.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2D563C" w:rsidP="00C613F5">
            <w:pPr>
              <w:pStyle w:val="Table"/>
            </w:pPr>
            <w:r w:rsidRPr="00C613F5">
              <w:t>Мейриев Т.</w:t>
            </w:r>
            <w:r w:rsidR="0007508E" w:rsidRPr="00C613F5">
              <w:t>Б.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proofErr w:type="gramStart"/>
            <w:r w:rsidRPr="00C613F5">
              <w:t>Ответственный</w:t>
            </w:r>
            <w:proofErr w:type="gramEnd"/>
            <w:r w:rsidRPr="00C613F5">
              <w:t xml:space="preserve"> за расселение </w:t>
            </w:r>
            <w:proofErr w:type="spellStart"/>
            <w:r w:rsidRPr="00C613F5">
              <w:t>эваконаселения</w:t>
            </w:r>
            <w:proofErr w:type="spellEnd"/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 xml:space="preserve">Нач. отдела градостроительства </w:t>
            </w:r>
          </w:p>
          <w:p w:rsidR="001515FE" w:rsidRPr="00C613F5" w:rsidRDefault="001515FE" w:rsidP="00C613F5">
            <w:pPr>
              <w:pStyle w:val="Table"/>
            </w:pPr>
            <w:r w:rsidRPr="00C613F5">
              <w:t xml:space="preserve"> </w:t>
            </w:r>
            <w:r w:rsidR="002D563C" w:rsidRPr="00C613F5">
              <w:t>администрации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2D563C" w:rsidP="00C613F5">
            <w:pPr>
              <w:pStyle w:val="Table"/>
            </w:pPr>
            <w:r w:rsidRPr="00C613F5">
              <w:t>8988 803-38-29</w:t>
            </w:r>
          </w:p>
        </w:tc>
      </w:tr>
      <w:tr w:rsidR="001515FE" w:rsidRPr="00C613F5" w:rsidTr="00C613F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  <w:r w:rsidRPr="00C613F5">
              <w:t>11.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FF466A" w:rsidP="00C613F5">
            <w:pPr>
              <w:pStyle w:val="Table"/>
            </w:pPr>
            <w:r w:rsidRPr="00C613F5">
              <w:t>Оздоева З.М.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  <w:r w:rsidRPr="00C613F5">
              <w:t>Ответственный по мед</w:t>
            </w:r>
            <w:proofErr w:type="gramStart"/>
            <w:r w:rsidRPr="00C613F5">
              <w:t>.</w:t>
            </w:r>
            <w:proofErr w:type="gramEnd"/>
            <w:r w:rsidRPr="00C613F5">
              <w:t xml:space="preserve"> </w:t>
            </w:r>
            <w:proofErr w:type="gramStart"/>
            <w:r w:rsidRPr="00C613F5">
              <w:t>о</w:t>
            </w:r>
            <w:proofErr w:type="gramEnd"/>
            <w:r w:rsidRPr="00C613F5">
              <w:t>беспечению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  <w:r w:rsidRPr="00C613F5">
              <w:t xml:space="preserve">Медсестра </w:t>
            </w:r>
            <w:r w:rsidR="00FF466A" w:rsidRPr="00C613F5">
              <w:t xml:space="preserve">ГБОУ "СОШ №2 </w:t>
            </w:r>
            <w:proofErr w:type="spellStart"/>
            <w:r w:rsidR="00FF466A" w:rsidRPr="00C613F5">
              <w:t>г</w:t>
            </w:r>
            <w:proofErr w:type="gramStart"/>
            <w:r w:rsidR="00FF466A" w:rsidRPr="00C613F5">
              <w:t>.С</w:t>
            </w:r>
            <w:proofErr w:type="gramEnd"/>
            <w:r w:rsidR="00FF466A" w:rsidRPr="00C613F5">
              <w:t>унжа</w:t>
            </w:r>
            <w:proofErr w:type="spellEnd"/>
            <w:r w:rsidR="00FF466A" w:rsidRPr="00C613F5">
              <w:t xml:space="preserve">"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FC3275" w:rsidP="00C613F5">
            <w:pPr>
              <w:pStyle w:val="Table"/>
            </w:pPr>
            <w:r w:rsidRPr="00C613F5">
              <w:t>8918 817-96-65</w:t>
            </w:r>
          </w:p>
        </w:tc>
      </w:tr>
      <w:tr w:rsidR="001515FE" w:rsidRPr="00C613F5" w:rsidTr="00C613F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12.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3E2B27" w:rsidP="00C613F5">
            <w:pPr>
              <w:pStyle w:val="Table"/>
            </w:pPr>
            <w:r w:rsidRPr="00C613F5">
              <w:t>Дзейтов М.Б.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proofErr w:type="gramStart"/>
            <w:r w:rsidRPr="00C613F5">
              <w:t>Ответственный</w:t>
            </w:r>
            <w:proofErr w:type="gramEnd"/>
            <w:r w:rsidRPr="00C613F5">
              <w:t xml:space="preserve"> по прод. обеспечению</w:t>
            </w:r>
          </w:p>
        </w:tc>
        <w:tc>
          <w:tcPr>
            <w:tcW w:w="2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специалист отдела градостроительства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3E2B27" w:rsidP="00C613F5">
            <w:pPr>
              <w:pStyle w:val="Table"/>
            </w:pPr>
            <w:r w:rsidRPr="00C613F5">
              <w:t>8928 731- 51- 11</w:t>
            </w:r>
          </w:p>
        </w:tc>
      </w:tr>
    </w:tbl>
    <w:p w:rsidR="001515FE" w:rsidRPr="00C613F5" w:rsidRDefault="001515FE" w:rsidP="00C613F5">
      <w:pPr>
        <w:pStyle w:val="Table"/>
        <w:ind w:left="2832"/>
      </w:pPr>
    </w:p>
    <w:tbl>
      <w:tblPr>
        <w:tblW w:w="10632" w:type="dxa"/>
        <w:tblInd w:w="2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391"/>
        <w:gridCol w:w="2691"/>
        <w:gridCol w:w="2266"/>
        <w:gridCol w:w="1417"/>
        <w:gridCol w:w="1187"/>
      </w:tblGrid>
      <w:tr w:rsidR="001515FE" w:rsidRPr="00C613F5" w:rsidTr="00C613F5">
        <w:trPr>
          <w:cantSplit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rPr>
                <w:lang w:val="en-US"/>
              </w:rPr>
              <w:t>IV</w:t>
            </w:r>
            <w:r w:rsidRPr="00C613F5">
              <w:t xml:space="preserve">. Группа учета </w:t>
            </w:r>
            <w:proofErr w:type="spellStart"/>
            <w:r w:rsidRPr="00C613F5">
              <w:t>эваконаселения</w:t>
            </w:r>
            <w:proofErr w:type="spellEnd"/>
            <w:r w:rsidRPr="00C613F5">
              <w:t xml:space="preserve"> и информации</w:t>
            </w:r>
          </w:p>
        </w:tc>
      </w:tr>
      <w:tr w:rsidR="001515FE" w:rsidRPr="00C613F5" w:rsidTr="00C613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13.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3E2B27" w:rsidP="00C613F5">
            <w:pPr>
              <w:pStyle w:val="Table"/>
            </w:pPr>
            <w:r w:rsidRPr="00C613F5">
              <w:t>Цечоева Х.А.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Нач. группы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 xml:space="preserve">Нач. отдела социального отдела </w:t>
            </w:r>
            <w:r w:rsidR="003E2B27" w:rsidRPr="00C613F5">
              <w:t>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3E2B27" w:rsidP="00C613F5">
            <w:pPr>
              <w:pStyle w:val="Table"/>
            </w:pPr>
            <w:r w:rsidRPr="00C613F5">
              <w:t>8960 433-85-10</w:t>
            </w:r>
          </w:p>
        </w:tc>
      </w:tr>
      <w:tr w:rsidR="001515FE" w:rsidRPr="00C613F5" w:rsidTr="00C613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14.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E01966" w:rsidP="00C613F5">
            <w:pPr>
              <w:pStyle w:val="Table"/>
            </w:pPr>
            <w:r w:rsidRPr="00C613F5">
              <w:t>Цечоева Р.У.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Спец. по учету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E01966" w:rsidP="00C613F5">
            <w:pPr>
              <w:pStyle w:val="Table"/>
            </w:pPr>
            <w:r w:rsidRPr="00C613F5">
              <w:t xml:space="preserve">Завуч "СОШ №2 </w:t>
            </w:r>
            <w:proofErr w:type="spellStart"/>
            <w:r w:rsidRPr="00C613F5">
              <w:t>г</w:t>
            </w:r>
            <w:proofErr w:type="gramStart"/>
            <w:r w:rsidRPr="00C613F5">
              <w:t>.С</w:t>
            </w:r>
            <w:proofErr w:type="gramEnd"/>
            <w:r w:rsidRPr="00C613F5">
              <w:t>унжа</w:t>
            </w:r>
            <w:proofErr w:type="spellEnd"/>
            <w:r w:rsidRPr="00C613F5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E01966" w:rsidP="00C613F5">
            <w:pPr>
              <w:pStyle w:val="Table"/>
            </w:pPr>
            <w:r w:rsidRPr="00C613F5">
              <w:t>8928 742-92-88</w:t>
            </w:r>
          </w:p>
        </w:tc>
      </w:tr>
      <w:tr w:rsidR="001515FE" w:rsidRPr="00C613F5" w:rsidTr="00C613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  <w:r w:rsidRPr="00C613F5">
              <w:t>15.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E01966" w:rsidP="00C613F5">
            <w:pPr>
              <w:pStyle w:val="Table"/>
            </w:pPr>
            <w:proofErr w:type="spellStart"/>
            <w:r w:rsidRPr="00C613F5">
              <w:t>Накастхоева</w:t>
            </w:r>
            <w:proofErr w:type="spellEnd"/>
            <w:r w:rsidRPr="00C613F5">
              <w:t xml:space="preserve"> М.Ю.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  <w:r w:rsidRPr="00C613F5">
              <w:t>Спец. по учету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966" w:rsidRPr="00C613F5" w:rsidRDefault="00E01966" w:rsidP="00C613F5">
            <w:pPr>
              <w:pStyle w:val="Table"/>
            </w:pPr>
            <w:r w:rsidRPr="00C613F5">
              <w:t xml:space="preserve">Завуч "СОШ №1 </w:t>
            </w:r>
            <w:proofErr w:type="spellStart"/>
            <w:r w:rsidRPr="00C613F5">
              <w:t>г</w:t>
            </w:r>
            <w:proofErr w:type="gramStart"/>
            <w:r w:rsidRPr="00C613F5">
              <w:t>.С</w:t>
            </w:r>
            <w:proofErr w:type="gramEnd"/>
            <w:r w:rsidRPr="00C613F5">
              <w:t>унжа</w:t>
            </w:r>
            <w:proofErr w:type="spellEnd"/>
            <w:r w:rsidRPr="00C613F5"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1515FE" w:rsidP="00C613F5">
            <w:pPr>
              <w:pStyle w:val="Table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5FE" w:rsidRPr="00C613F5" w:rsidRDefault="00E01966" w:rsidP="00C613F5">
            <w:pPr>
              <w:pStyle w:val="Table"/>
            </w:pPr>
            <w:r w:rsidRPr="00C613F5">
              <w:t>8960 433-44-55</w:t>
            </w:r>
          </w:p>
        </w:tc>
      </w:tr>
      <w:tr w:rsidR="001515FE" w:rsidRPr="00C613F5" w:rsidTr="00C613F5">
        <w:trPr>
          <w:cantSplit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rPr>
                <w:lang w:val="en-US"/>
              </w:rPr>
              <w:t>VI</w:t>
            </w:r>
            <w:r w:rsidRPr="00C613F5">
              <w:t xml:space="preserve">. Группа организации размещения </w:t>
            </w:r>
            <w:proofErr w:type="spellStart"/>
            <w:r w:rsidRPr="00C613F5">
              <w:t>эваконаселения</w:t>
            </w:r>
            <w:proofErr w:type="spellEnd"/>
          </w:p>
        </w:tc>
      </w:tr>
      <w:tr w:rsidR="001515FE" w:rsidRPr="00C613F5" w:rsidTr="00C613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16.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3E2B27" w:rsidP="00C613F5">
            <w:pPr>
              <w:pStyle w:val="Table"/>
            </w:pPr>
            <w:proofErr w:type="spellStart"/>
            <w:r w:rsidRPr="00C613F5">
              <w:t>Батыгов</w:t>
            </w:r>
            <w:proofErr w:type="spellEnd"/>
            <w:r w:rsidRPr="00C613F5">
              <w:t xml:space="preserve"> Т.Б.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Руководитель группы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 xml:space="preserve"> Нач. экономического отдела</w:t>
            </w:r>
            <w:r w:rsidR="003E2B27" w:rsidRPr="00C613F5">
              <w:t xml:space="preserve">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3E2B27" w:rsidP="00C613F5">
            <w:pPr>
              <w:pStyle w:val="Table"/>
            </w:pPr>
            <w:r w:rsidRPr="00C613F5">
              <w:t>8988 805-52-11</w:t>
            </w:r>
          </w:p>
        </w:tc>
      </w:tr>
      <w:tr w:rsidR="001515FE" w:rsidRPr="00C613F5" w:rsidTr="00C613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17.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8B5B56" w:rsidP="00C613F5">
            <w:pPr>
              <w:pStyle w:val="Table"/>
            </w:pPr>
            <w:r w:rsidRPr="00C613F5">
              <w:t>Гагиев Б.М.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Ответ</w:t>
            </w:r>
            <w:proofErr w:type="gramStart"/>
            <w:r w:rsidRPr="00C613F5">
              <w:t>.</w:t>
            </w:r>
            <w:proofErr w:type="gramEnd"/>
            <w:r w:rsidRPr="00C613F5">
              <w:t xml:space="preserve"> </w:t>
            </w:r>
            <w:proofErr w:type="gramStart"/>
            <w:r w:rsidRPr="00C613F5">
              <w:t>з</w:t>
            </w:r>
            <w:proofErr w:type="gramEnd"/>
            <w:r w:rsidRPr="00C613F5">
              <w:t>а трудоустройство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5FE" w:rsidRPr="00C613F5" w:rsidRDefault="008B5B56" w:rsidP="00C613F5">
            <w:pPr>
              <w:pStyle w:val="Table"/>
            </w:pPr>
            <w:r w:rsidRPr="00C613F5">
              <w:t>Преподаватель</w:t>
            </w:r>
            <w:r w:rsidR="001515FE" w:rsidRPr="00C613F5">
              <w:t xml:space="preserve"> ОБЖ</w:t>
            </w:r>
            <w:r w:rsidRPr="00C613F5">
              <w:t xml:space="preserve"> ГБОУ "СОШ №2 </w:t>
            </w:r>
            <w:proofErr w:type="spellStart"/>
            <w:r w:rsidRPr="00C613F5">
              <w:t>г</w:t>
            </w:r>
            <w:proofErr w:type="gramStart"/>
            <w:r w:rsidRPr="00C613F5">
              <w:t>.С</w:t>
            </w:r>
            <w:proofErr w:type="gramEnd"/>
            <w:r w:rsidRPr="00C613F5">
              <w:t>унжа</w:t>
            </w:r>
            <w:proofErr w:type="spellEnd"/>
            <w:r w:rsidRPr="00C613F5">
              <w:t xml:space="preserve">" </w:t>
            </w:r>
            <w:r w:rsidR="001515FE" w:rsidRPr="00C613F5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8B5B56" w:rsidP="00C613F5">
            <w:pPr>
              <w:pStyle w:val="Table"/>
            </w:pPr>
            <w:r w:rsidRPr="00C613F5">
              <w:t>8928 695-04-20</w:t>
            </w:r>
          </w:p>
        </w:tc>
      </w:tr>
      <w:tr w:rsidR="001515FE" w:rsidRPr="00C613F5" w:rsidTr="00C613F5">
        <w:trPr>
          <w:cantSplit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rPr>
                <w:lang w:val="en-US"/>
              </w:rPr>
              <w:t>VII</w:t>
            </w:r>
            <w:r w:rsidRPr="00C613F5">
              <w:t>. Группа эвакуации мат. ценностей</w:t>
            </w:r>
          </w:p>
        </w:tc>
      </w:tr>
      <w:tr w:rsidR="001515FE" w:rsidRPr="00C613F5" w:rsidTr="00C613F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18.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07508E" w:rsidP="00C613F5">
            <w:pPr>
              <w:pStyle w:val="Table"/>
            </w:pPr>
            <w:r w:rsidRPr="00C613F5">
              <w:t>Оздоев С-Х.И.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Ответ</w:t>
            </w:r>
            <w:proofErr w:type="gramStart"/>
            <w:r w:rsidRPr="00C613F5">
              <w:t>.</w:t>
            </w:r>
            <w:proofErr w:type="gramEnd"/>
            <w:r w:rsidRPr="00C613F5">
              <w:t xml:space="preserve"> </w:t>
            </w:r>
            <w:proofErr w:type="gramStart"/>
            <w:r w:rsidRPr="00C613F5">
              <w:t>з</w:t>
            </w:r>
            <w:proofErr w:type="gramEnd"/>
            <w:r w:rsidRPr="00C613F5">
              <w:t xml:space="preserve">а финансирование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  <w:r w:rsidRPr="00C613F5">
              <w:t>Нач. финансового управления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1515FE" w:rsidP="00C613F5">
            <w:pPr>
              <w:pStyle w:val="Table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5FE" w:rsidRPr="00C613F5" w:rsidRDefault="00FF466A" w:rsidP="00C613F5">
            <w:pPr>
              <w:pStyle w:val="Table"/>
            </w:pPr>
            <w:r w:rsidRPr="00C613F5">
              <w:t>8928 093-28- 90</w:t>
            </w:r>
          </w:p>
        </w:tc>
      </w:tr>
    </w:tbl>
    <w:p w:rsidR="001515FE" w:rsidRPr="00C613F5" w:rsidRDefault="001515FE" w:rsidP="00C613F5">
      <w:pPr>
        <w:pStyle w:val="Table"/>
        <w:ind w:left="2832"/>
        <w:sectPr w:rsidR="001515FE" w:rsidRPr="00C613F5">
          <w:pgSz w:w="11910" w:h="16840"/>
          <w:pgMar w:top="1080" w:right="440" w:bottom="280" w:left="1600" w:header="722" w:footer="0" w:gutter="0"/>
          <w:cols w:space="720"/>
        </w:sectPr>
      </w:pPr>
    </w:p>
    <w:p w:rsidR="00BF0D25" w:rsidRPr="00C613F5" w:rsidRDefault="00BF0D25" w:rsidP="00C613F5">
      <w:pPr>
        <w:pStyle w:val="Table"/>
        <w:ind w:left="2832"/>
      </w:pPr>
    </w:p>
    <w:sectPr w:rsidR="00BF0D25" w:rsidRPr="00C613F5">
      <w:pgSz w:w="11906" w:h="16838"/>
      <w:pgMar w:top="426" w:right="849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6360A"/>
    <w:multiLevelType w:val="hybridMultilevel"/>
    <w:tmpl w:val="B6B02780"/>
    <w:lvl w:ilvl="0" w:tplc="E3E68326">
      <w:start w:val="1"/>
      <w:numFmt w:val="decimal"/>
      <w:lvlText w:val="%1)"/>
      <w:lvlJc w:val="left"/>
      <w:pPr>
        <w:ind w:left="111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AC9C16">
      <w:numFmt w:val="bullet"/>
      <w:lvlText w:val="•"/>
      <w:lvlJc w:val="left"/>
      <w:pPr>
        <w:ind w:left="1994" w:hanging="305"/>
      </w:pPr>
      <w:rPr>
        <w:rFonts w:hint="default"/>
        <w:lang w:val="ru-RU" w:eastAsia="en-US" w:bidi="ar-SA"/>
      </w:rPr>
    </w:lvl>
    <w:lvl w:ilvl="2" w:tplc="67F24C3E">
      <w:numFmt w:val="bullet"/>
      <w:lvlText w:val="•"/>
      <w:lvlJc w:val="left"/>
      <w:pPr>
        <w:ind w:left="2868" w:hanging="305"/>
      </w:pPr>
      <w:rPr>
        <w:rFonts w:hint="default"/>
        <w:lang w:val="ru-RU" w:eastAsia="en-US" w:bidi="ar-SA"/>
      </w:rPr>
    </w:lvl>
    <w:lvl w:ilvl="3" w:tplc="7FFED6CC">
      <w:numFmt w:val="bullet"/>
      <w:lvlText w:val="•"/>
      <w:lvlJc w:val="left"/>
      <w:pPr>
        <w:ind w:left="3743" w:hanging="305"/>
      </w:pPr>
      <w:rPr>
        <w:rFonts w:hint="default"/>
        <w:lang w:val="ru-RU" w:eastAsia="en-US" w:bidi="ar-SA"/>
      </w:rPr>
    </w:lvl>
    <w:lvl w:ilvl="4" w:tplc="D062C4A0">
      <w:numFmt w:val="bullet"/>
      <w:lvlText w:val="•"/>
      <w:lvlJc w:val="left"/>
      <w:pPr>
        <w:ind w:left="4617" w:hanging="305"/>
      </w:pPr>
      <w:rPr>
        <w:rFonts w:hint="default"/>
        <w:lang w:val="ru-RU" w:eastAsia="en-US" w:bidi="ar-SA"/>
      </w:rPr>
    </w:lvl>
    <w:lvl w:ilvl="5" w:tplc="E990EAD0">
      <w:numFmt w:val="bullet"/>
      <w:lvlText w:val="•"/>
      <w:lvlJc w:val="left"/>
      <w:pPr>
        <w:ind w:left="5492" w:hanging="305"/>
      </w:pPr>
      <w:rPr>
        <w:rFonts w:hint="default"/>
        <w:lang w:val="ru-RU" w:eastAsia="en-US" w:bidi="ar-SA"/>
      </w:rPr>
    </w:lvl>
    <w:lvl w:ilvl="6" w:tplc="F56818B8">
      <w:numFmt w:val="bullet"/>
      <w:lvlText w:val="•"/>
      <w:lvlJc w:val="left"/>
      <w:pPr>
        <w:ind w:left="6366" w:hanging="305"/>
      </w:pPr>
      <w:rPr>
        <w:rFonts w:hint="default"/>
        <w:lang w:val="ru-RU" w:eastAsia="en-US" w:bidi="ar-SA"/>
      </w:rPr>
    </w:lvl>
    <w:lvl w:ilvl="7" w:tplc="B7C20820">
      <w:numFmt w:val="bullet"/>
      <w:lvlText w:val="•"/>
      <w:lvlJc w:val="left"/>
      <w:pPr>
        <w:ind w:left="7240" w:hanging="305"/>
      </w:pPr>
      <w:rPr>
        <w:rFonts w:hint="default"/>
        <w:lang w:val="ru-RU" w:eastAsia="en-US" w:bidi="ar-SA"/>
      </w:rPr>
    </w:lvl>
    <w:lvl w:ilvl="8" w:tplc="2252F356">
      <w:numFmt w:val="bullet"/>
      <w:lvlText w:val="•"/>
      <w:lvlJc w:val="left"/>
      <w:pPr>
        <w:ind w:left="8115" w:hanging="305"/>
      </w:pPr>
      <w:rPr>
        <w:rFonts w:hint="default"/>
        <w:lang w:val="ru-RU" w:eastAsia="en-US" w:bidi="ar-SA"/>
      </w:rPr>
    </w:lvl>
  </w:abstractNum>
  <w:abstractNum w:abstractNumId="1">
    <w:nsid w:val="0BD76301"/>
    <w:multiLevelType w:val="hybridMultilevel"/>
    <w:tmpl w:val="CEECC24E"/>
    <w:lvl w:ilvl="0" w:tplc="E58A6786">
      <w:start w:val="1"/>
      <w:numFmt w:val="decimal"/>
      <w:lvlText w:val="%1)"/>
      <w:lvlJc w:val="left"/>
      <w:pPr>
        <w:ind w:left="102" w:hanging="3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BC070E">
      <w:numFmt w:val="bullet"/>
      <w:lvlText w:val="•"/>
      <w:lvlJc w:val="left"/>
      <w:pPr>
        <w:ind w:left="1076" w:hanging="326"/>
      </w:pPr>
      <w:rPr>
        <w:rFonts w:hint="default"/>
        <w:lang w:val="ru-RU" w:eastAsia="en-US" w:bidi="ar-SA"/>
      </w:rPr>
    </w:lvl>
    <w:lvl w:ilvl="2" w:tplc="F850A4CC">
      <w:numFmt w:val="bullet"/>
      <w:lvlText w:val="•"/>
      <w:lvlJc w:val="left"/>
      <w:pPr>
        <w:ind w:left="2052" w:hanging="326"/>
      </w:pPr>
      <w:rPr>
        <w:rFonts w:hint="default"/>
        <w:lang w:val="ru-RU" w:eastAsia="en-US" w:bidi="ar-SA"/>
      </w:rPr>
    </w:lvl>
    <w:lvl w:ilvl="3" w:tplc="B51687BE">
      <w:numFmt w:val="bullet"/>
      <w:lvlText w:val="•"/>
      <w:lvlJc w:val="left"/>
      <w:pPr>
        <w:ind w:left="3029" w:hanging="326"/>
      </w:pPr>
      <w:rPr>
        <w:rFonts w:hint="default"/>
        <w:lang w:val="ru-RU" w:eastAsia="en-US" w:bidi="ar-SA"/>
      </w:rPr>
    </w:lvl>
    <w:lvl w:ilvl="4" w:tplc="EBAA72C8">
      <w:numFmt w:val="bullet"/>
      <w:lvlText w:val="•"/>
      <w:lvlJc w:val="left"/>
      <w:pPr>
        <w:ind w:left="4005" w:hanging="326"/>
      </w:pPr>
      <w:rPr>
        <w:rFonts w:hint="default"/>
        <w:lang w:val="ru-RU" w:eastAsia="en-US" w:bidi="ar-SA"/>
      </w:rPr>
    </w:lvl>
    <w:lvl w:ilvl="5" w:tplc="EB826842">
      <w:numFmt w:val="bullet"/>
      <w:lvlText w:val="•"/>
      <w:lvlJc w:val="left"/>
      <w:pPr>
        <w:ind w:left="4982" w:hanging="326"/>
      </w:pPr>
      <w:rPr>
        <w:rFonts w:hint="default"/>
        <w:lang w:val="ru-RU" w:eastAsia="en-US" w:bidi="ar-SA"/>
      </w:rPr>
    </w:lvl>
    <w:lvl w:ilvl="6" w:tplc="268AE1E0">
      <w:numFmt w:val="bullet"/>
      <w:lvlText w:val="•"/>
      <w:lvlJc w:val="left"/>
      <w:pPr>
        <w:ind w:left="5958" w:hanging="326"/>
      </w:pPr>
      <w:rPr>
        <w:rFonts w:hint="default"/>
        <w:lang w:val="ru-RU" w:eastAsia="en-US" w:bidi="ar-SA"/>
      </w:rPr>
    </w:lvl>
    <w:lvl w:ilvl="7" w:tplc="DC3EEABE">
      <w:numFmt w:val="bullet"/>
      <w:lvlText w:val="•"/>
      <w:lvlJc w:val="left"/>
      <w:pPr>
        <w:ind w:left="6934" w:hanging="326"/>
      </w:pPr>
      <w:rPr>
        <w:rFonts w:hint="default"/>
        <w:lang w:val="ru-RU" w:eastAsia="en-US" w:bidi="ar-SA"/>
      </w:rPr>
    </w:lvl>
    <w:lvl w:ilvl="8" w:tplc="0CC668EA">
      <w:numFmt w:val="bullet"/>
      <w:lvlText w:val="•"/>
      <w:lvlJc w:val="left"/>
      <w:pPr>
        <w:ind w:left="7911" w:hanging="326"/>
      </w:pPr>
      <w:rPr>
        <w:rFonts w:hint="default"/>
        <w:lang w:val="ru-RU" w:eastAsia="en-US" w:bidi="ar-SA"/>
      </w:rPr>
    </w:lvl>
  </w:abstractNum>
  <w:abstractNum w:abstractNumId="2">
    <w:nsid w:val="0CF72489"/>
    <w:multiLevelType w:val="hybridMultilevel"/>
    <w:tmpl w:val="1D9AFA40"/>
    <w:lvl w:ilvl="0" w:tplc="700038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B2247D"/>
    <w:multiLevelType w:val="multilevel"/>
    <w:tmpl w:val="2820CCBA"/>
    <w:lvl w:ilvl="0">
      <w:start w:val="1"/>
      <w:numFmt w:val="decimal"/>
      <w:lvlText w:val="%1."/>
      <w:lvlJc w:val="left"/>
      <w:pPr>
        <w:ind w:left="293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2" w:hanging="4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51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6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0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0" w:hanging="493"/>
      </w:pPr>
      <w:rPr>
        <w:rFonts w:hint="default"/>
        <w:lang w:val="ru-RU" w:eastAsia="en-US" w:bidi="ar-SA"/>
      </w:rPr>
    </w:lvl>
  </w:abstractNum>
  <w:abstractNum w:abstractNumId="4">
    <w:nsid w:val="203A0268"/>
    <w:multiLevelType w:val="hybridMultilevel"/>
    <w:tmpl w:val="0AB2B410"/>
    <w:lvl w:ilvl="0" w:tplc="55A85ED8">
      <w:start w:val="1"/>
      <w:numFmt w:val="decimal"/>
      <w:lvlText w:val="%1)"/>
      <w:lvlJc w:val="left"/>
      <w:pPr>
        <w:ind w:left="111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12C7FA">
      <w:numFmt w:val="bullet"/>
      <w:lvlText w:val="•"/>
      <w:lvlJc w:val="left"/>
      <w:pPr>
        <w:ind w:left="1994" w:hanging="305"/>
      </w:pPr>
      <w:rPr>
        <w:rFonts w:hint="default"/>
        <w:lang w:val="ru-RU" w:eastAsia="en-US" w:bidi="ar-SA"/>
      </w:rPr>
    </w:lvl>
    <w:lvl w:ilvl="2" w:tplc="574ED9AA">
      <w:numFmt w:val="bullet"/>
      <w:lvlText w:val="•"/>
      <w:lvlJc w:val="left"/>
      <w:pPr>
        <w:ind w:left="2868" w:hanging="305"/>
      </w:pPr>
      <w:rPr>
        <w:rFonts w:hint="default"/>
        <w:lang w:val="ru-RU" w:eastAsia="en-US" w:bidi="ar-SA"/>
      </w:rPr>
    </w:lvl>
    <w:lvl w:ilvl="3" w:tplc="CDD60846">
      <w:numFmt w:val="bullet"/>
      <w:lvlText w:val="•"/>
      <w:lvlJc w:val="left"/>
      <w:pPr>
        <w:ind w:left="3743" w:hanging="305"/>
      </w:pPr>
      <w:rPr>
        <w:rFonts w:hint="default"/>
        <w:lang w:val="ru-RU" w:eastAsia="en-US" w:bidi="ar-SA"/>
      </w:rPr>
    </w:lvl>
    <w:lvl w:ilvl="4" w:tplc="AD7CD89A">
      <w:numFmt w:val="bullet"/>
      <w:lvlText w:val="•"/>
      <w:lvlJc w:val="left"/>
      <w:pPr>
        <w:ind w:left="4617" w:hanging="305"/>
      </w:pPr>
      <w:rPr>
        <w:rFonts w:hint="default"/>
        <w:lang w:val="ru-RU" w:eastAsia="en-US" w:bidi="ar-SA"/>
      </w:rPr>
    </w:lvl>
    <w:lvl w:ilvl="5" w:tplc="0C823BC2">
      <w:numFmt w:val="bullet"/>
      <w:lvlText w:val="•"/>
      <w:lvlJc w:val="left"/>
      <w:pPr>
        <w:ind w:left="5492" w:hanging="305"/>
      </w:pPr>
      <w:rPr>
        <w:rFonts w:hint="default"/>
        <w:lang w:val="ru-RU" w:eastAsia="en-US" w:bidi="ar-SA"/>
      </w:rPr>
    </w:lvl>
    <w:lvl w:ilvl="6" w:tplc="EFC61594">
      <w:numFmt w:val="bullet"/>
      <w:lvlText w:val="•"/>
      <w:lvlJc w:val="left"/>
      <w:pPr>
        <w:ind w:left="6366" w:hanging="305"/>
      </w:pPr>
      <w:rPr>
        <w:rFonts w:hint="default"/>
        <w:lang w:val="ru-RU" w:eastAsia="en-US" w:bidi="ar-SA"/>
      </w:rPr>
    </w:lvl>
    <w:lvl w:ilvl="7" w:tplc="29D2A154">
      <w:numFmt w:val="bullet"/>
      <w:lvlText w:val="•"/>
      <w:lvlJc w:val="left"/>
      <w:pPr>
        <w:ind w:left="7240" w:hanging="305"/>
      </w:pPr>
      <w:rPr>
        <w:rFonts w:hint="default"/>
        <w:lang w:val="ru-RU" w:eastAsia="en-US" w:bidi="ar-SA"/>
      </w:rPr>
    </w:lvl>
    <w:lvl w:ilvl="8" w:tplc="9D58B650">
      <w:numFmt w:val="bullet"/>
      <w:lvlText w:val="•"/>
      <w:lvlJc w:val="left"/>
      <w:pPr>
        <w:ind w:left="8115" w:hanging="305"/>
      </w:pPr>
      <w:rPr>
        <w:rFonts w:hint="default"/>
        <w:lang w:val="ru-RU" w:eastAsia="en-US" w:bidi="ar-SA"/>
      </w:rPr>
    </w:lvl>
  </w:abstractNum>
  <w:abstractNum w:abstractNumId="5">
    <w:nsid w:val="3138612E"/>
    <w:multiLevelType w:val="hybridMultilevel"/>
    <w:tmpl w:val="E47ADD54"/>
    <w:lvl w:ilvl="0" w:tplc="7E1C9CC6">
      <w:start w:val="1"/>
      <w:numFmt w:val="decimal"/>
      <w:lvlText w:val="%1)"/>
      <w:lvlJc w:val="left"/>
      <w:pPr>
        <w:ind w:left="111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7E2278">
      <w:numFmt w:val="bullet"/>
      <w:lvlText w:val="•"/>
      <w:lvlJc w:val="left"/>
      <w:pPr>
        <w:ind w:left="1994" w:hanging="305"/>
      </w:pPr>
      <w:rPr>
        <w:rFonts w:hint="default"/>
        <w:lang w:val="ru-RU" w:eastAsia="en-US" w:bidi="ar-SA"/>
      </w:rPr>
    </w:lvl>
    <w:lvl w:ilvl="2" w:tplc="B54A7954">
      <w:numFmt w:val="bullet"/>
      <w:lvlText w:val="•"/>
      <w:lvlJc w:val="left"/>
      <w:pPr>
        <w:ind w:left="2868" w:hanging="305"/>
      </w:pPr>
      <w:rPr>
        <w:rFonts w:hint="default"/>
        <w:lang w:val="ru-RU" w:eastAsia="en-US" w:bidi="ar-SA"/>
      </w:rPr>
    </w:lvl>
    <w:lvl w:ilvl="3" w:tplc="217007CE">
      <w:numFmt w:val="bullet"/>
      <w:lvlText w:val="•"/>
      <w:lvlJc w:val="left"/>
      <w:pPr>
        <w:ind w:left="3743" w:hanging="305"/>
      </w:pPr>
      <w:rPr>
        <w:rFonts w:hint="default"/>
        <w:lang w:val="ru-RU" w:eastAsia="en-US" w:bidi="ar-SA"/>
      </w:rPr>
    </w:lvl>
    <w:lvl w:ilvl="4" w:tplc="ED6877BC">
      <w:numFmt w:val="bullet"/>
      <w:lvlText w:val="•"/>
      <w:lvlJc w:val="left"/>
      <w:pPr>
        <w:ind w:left="4617" w:hanging="305"/>
      </w:pPr>
      <w:rPr>
        <w:rFonts w:hint="default"/>
        <w:lang w:val="ru-RU" w:eastAsia="en-US" w:bidi="ar-SA"/>
      </w:rPr>
    </w:lvl>
    <w:lvl w:ilvl="5" w:tplc="F0FEEF12">
      <w:numFmt w:val="bullet"/>
      <w:lvlText w:val="•"/>
      <w:lvlJc w:val="left"/>
      <w:pPr>
        <w:ind w:left="5492" w:hanging="305"/>
      </w:pPr>
      <w:rPr>
        <w:rFonts w:hint="default"/>
        <w:lang w:val="ru-RU" w:eastAsia="en-US" w:bidi="ar-SA"/>
      </w:rPr>
    </w:lvl>
    <w:lvl w:ilvl="6" w:tplc="1B5E4FAC">
      <w:numFmt w:val="bullet"/>
      <w:lvlText w:val="•"/>
      <w:lvlJc w:val="left"/>
      <w:pPr>
        <w:ind w:left="6366" w:hanging="305"/>
      </w:pPr>
      <w:rPr>
        <w:rFonts w:hint="default"/>
        <w:lang w:val="ru-RU" w:eastAsia="en-US" w:bidi="ar-SA"/>
      </w:rPr>
    </w:lvl>
    <w:lvl w:ilvl="7" w:tplc="EDF8DB74">
      <w:numFmt w:val="bullet"/>
      <w:lvlText w:val="•"/>
      <w:lvlJc w:val="left"/>
      <w:pPr>
        <w:ind w:left="7240" w:hanging="305"/>
      </w:pPr>
      <w:rPr>
        <w:rFonts w:hint="default"/>
        <w:lang w:val="ru-RU" w:eastAsia="en-US" w:bidi="ar-SA"/>
      </w:rPr>
    </w:lvl>
    <w:lvl w:ilvl="8" w:tplc="96D8865E">
      <w:numFmt w:val="bullet"/>
      <w:lvlText w:val="•"/>
      <w:lvlJc w:val="left"/>
      <w:pPr>
        <w:ind w:left="8115" w:hanging="305"/>
      </w:pPr>
      <w:rPr>
        <w:rFonts w:hint="default"/>
        <w:lang w:val="ru-RU" w:eastAsia="en-US" w:bidi="ar-SA"/>
      </w:rPr>
    </w:lvl>
  </w:abstractNum>
  <w:abstractNum w:abstractNumId="6">
    <w:nsid w:val="343468CA"/>
    <w:multiLevelType w:val="hybridMultilevel"/>
    <w:tmpl w:val="92ECE616"/>
    <w:lvl w:ilvl="0" w:tplc="7584D1A4">
      <w:start w:val="1"/>
      <w:numFmt w:val="decimal"/>
      <w:lvlText w:val="%1)"/>
      <w:lvlJc w:val="left"/>
      <w:pPr>
        <w:ind w:left="111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7404A68">
      <w:numFmt w:val="bullet"/>
      <w:lvlText w:val="•"/>
      <w:lvlJc w:val="left"/>
      <w:pPr>
        <w:ind w:left="1994" w:hanging="305"/>
      </w:pPr>
      <w:rPr>
        <w:rFonts w:hint="default"/>
        <w:lang w:val="ru-RU" w:eastAsia="en-US" w:bidi="ar-SA"/>
      </w:rPr>
    </w:lvl>
    <w:lvl w:ilvl="2" w:tplc="F6444128">
      <w:numFmt w:val="bullet"/>
      <w:lvlText w:val="•"/>
      <w:lvlJc w:val="left"/>
      <w:pPr>
        <w:ind w:left="2868" w:hanging="305"/>
      </w:pPr>
      <w:rPr>
        <w:rFonts w:hint="default"/>
        <w:lang w:val="ru-RU" w:eastAsia="en-US" w:bidi="ar-SA"/>
      </w:rPr>
    </w:lvl>
    <w:lvl w:ilvl="3" w:tplc="EC02A692">
      <w:numFmt w:val="bullet"/>
      <w:lvlText w:val="•"/>
      <w:lvlJc w:val="left"/>
      <w:pPr>
        <w:ind w:left="3743" w:hanging="305"/>
      </w:pPr>
      <w:rPr>
        <w:rFonts w:hint="default"/>
        <w:lang w:val="ru-RU" w:eastAsia="en-US" w:bidi="ar-SA"/>
      </w:rPr>
    </w:lvl>
    <w:lvl w:ilvl="4" w:tplc="A3F68A66">
      <w:numFmt w:val="bullet"/>
      <w:lvlText w:val="•"/>
      <w:lvlJc w:val="left"/>
      <w:pPr>
        <w:ind w:left="4617" w:hanging="305"/>
      </w:pPr>
      <w:rPr>
        <w:rFonts w:hint="default"/>
        <w:lang w:val="ru-RU" w:eastAsia="en-US" w:bidi="ar-SA"/>
      </w:rPr>
    </w:lvl>
    <w:lvl w:ilvl="5" w:tplc="101C7F04">
      <w:numFmt w:val="bullet"/>
      <w:lvlText w:val="•"/>
      <w:lvlJc w:val="left"/>
      <w:pPr>
        <w:ind w:left="5492" w:hanging="305"/>
      </w:pPr>
      <w:rPr>
        <w:rFonts w:hint="default"/>
        <w:lang w:val="ru-RU" w:eastAsia="en-US" w:bidi="ar-SA"/>
      </w:rPr>
    </w:lvl>
    <w:lvl w:ilvl="6" w:tplc="4D88E156">
      <w:numFmt w:val="bullet"/>
      <w:lvlText w:val="•"/>
      <w:lvlJc w:val="left"/>
      <w:pPr>
        <w:ind w:left="6366" w:hanging="305"/>
      </w:pPr>
      <w:rPr>
        <w:rFonts w:hint="default"/>
        <w:lang w:val="ru-RU" w:eastAsia="en-US" w:bidi="ar-SA"/>
      </w:rPr>
    </w:lvl>
    <w:lvl w:ilvl="7" w:tplc="29201E94">
      <w:numFmt w:val="bullet"/>
      <w:lvlText w:val="•"/>
      <w:lvlJc w:val="left"/>
      <w:pPr>
        <w:ind w:left="7240" w:hanging="305"/>
      </w:pPr>
      <w:rPr>
        <w:rFonts w:hint="default"/>
        <w:lang w:val="ru-RU" w:eastAsia="en-US" w:bidi="ar-SA"/>
      </w:rPr>
    </w:lvl>
    <w:lvl w:ilvl="8" w:tplc="93887694">
      <w:numFmt w:val="bullet"/>
      <w:lvlText w:val="•"/>
      <w:lvlJc w:val="left"/>
      <w:pPr>
        <w:ind w:left="8115" w:hanging="305"/>
      </w:pPr>
      <w:rPr>
        <w:rFonts w:hint="default"/>
        <w:lang w:val="ru-RU" w:eastAsia="en-US" w:bidi="ar-SA"/>
      </w:rPr>
    </w:lvl>
  </w:abstractNum>
  <w:abstractNum w:abstractNumId="7">
    <w:nsid w:val="3650670D"/>
    <w:multiLevelType w:val="hybridMultilevel"/>
    <w:tmpl w:val="5A0E4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660DFA"/>
    <w:multiLevelType w:val="hybridMultilevel"/>
    <w:tmpl w:val="D9E49E68"/>
    <w:lvl w:ilvl="0" w:tplc="A7481D52">
      <w:start w:val="1"/>
      <w:numFmt w:val="decimal"/>
      <w:lvlText w:val="%1)"/>
      <w:lvlJc w:val="left"/>
      <w:pPr>
        <w:ind w:left="102" w:hanging="3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D3E5636">
      <w:numFmt w:val="bullet"/>
      <w:lvlText w:val="•"/>
      <w:lvlJc w:val="left"/>
      <w:pPr>
        <w:ind w:left="1076" w:hanging="324"/>
      </w:pPr>
      <w:rPr>
        <w:rFonts w:hint="default"/>
        <w:lang w:val="ru-RU" w:eastAsia="en-US" w:bidi="ar-SA"/>
      </w:rPr>
    </w:lvl>
    <w:lvl w:ilvl="2" w:tplc="E5A236BE">
      <w:numFmt w:val="bullet"/>
      <w:lvlText w:val="•"/>
      <w:lvlJc w:val="left"/>
      <w:pPr>
        <w:ind w:left="2052" w:hanging="324"/>
      </w:pPr>
      <w:rPr>
        <w:rFonts w:hint="default"/>
        <w:lang w:val="ru-RU" w:eastAsia="en-US" w:bidi="ar-SA"/>
      </w:rPr>
    </w:lvl>
    <w:lvl w:ilvl="3" w:tplc="64929224">
      <w:numFmt w:val="bullet"/>
      <w:lvlText w:val="•"/>
      <w:lvlJc w:val="left"/>
      <w:pPr>
        <w:ind w:left="3029" w:hanging="324"/>
      </w:pPr>
      <w:rPr>
        <w:rFonts w:hint="default"/>
        <w:lang w:val="ru-RU" w:eastAsia="en-US" w:bidi="ar-SA"/>
      </w:rPr>
    </w:lvl>
    <w:lvl w:ilvl="4" w:tplc="F3B28DB8">
      <w:numFmt w:val="bullet"/>
      <w:lvlText w:val="•"/>
      <w:lvlJc w:val="left"/>
      <w:pPr>
        <w:ind w:left="4005" w:hanging="324"/>
      </w:pPr>
      <w:rPr>
        <w:rFonts w:hint="default"/>
        <w:lang w:val="ru-RU" w:eastAsia="en-US" w:bidi="ar-SA"/>
      </w:rPr>
    </w:lvl>
    <w:lvl w:ilvl="5" w:tplc="440625FE">
      <w:numFmt w:val="bullet"/>
      <w:lvlText w:val="•"/>
      <w:lvlJc w:val="left"/>
      <w:pPr>
        <w:ind w:left="4982" w:hanging="324"/>
      </w:pPr>
      <w:rPr>
        <w:rFonts w:hint="default"/>
        <w:lang w:val="ru-RU" w:eastAsia="en-US" w:bidi="ar-SA"/>
      </w:rPr>
    </w:lvl>
    <w:lvl w:ilvl="6" w:tplc="EE52712E">
      <w:numFmt w:val="bullet"/>
      <w:lvlText w:val="•"/>
      <w:lvlJc w:val="left"/>
      <w:pPr>
        <w:ind w:left="5958" w:hanging="324"/>
      </w:pPr>
      <w:rPr>
        <w:rFonts w:hint="default"/>
        <w:lang w:val="ru-RU" w:eastAsia="en-US" w:bidi="ar-SA"/>
      </w:rPr>
    </w:lvl>
    <w:lvl w:ilvl="7" w:tplc="81225560">
      <w:numFmt w:val="bullet"/>
      <w:lvlText w:val="•"/>
      <w:lvlJc w:val="left"/>
      <w:pPr>
        <w:ind w:left="6934" w:hanging="324"/>
      </w:pPr>
      <w:rPr>
        <w:rFonts w:hint="default"/>
        <w:lang w:val="ru-RU" w:eastAsia="en-US" w:bidi="ar-SA"/>
      </w:rPr>
    </w:lvl>
    <w:lvl w:ilvl="8" w:tplc="9600FA68">
      <w:numFmt w:val="bullet"/>
      <w:lvlText w:val="•"/>
      <w:lvlJc w:val="left"/>
      <w:pPr>
        <w:ind w:left="7911" w:hanging="324"/>
      </w:pPr>
      <w:rPr>
        <w:rFonts w:hint="default"/>
        <w:lang w:val="ru-RU" w:eastAsia="en-US" w:bidi="ar-SA"/>
      </w:rPr>
    </w:lvl>
  </w:abstractNum>
  <w:abstractNum w:abstractNumId="9">
    <w:nsid w:val="382C2DA5"/>
    <w:multiLevelType w:val="hybridMultilevel"/>
    <w:tmpl w:val="5792D766"/>
    <w:lvl w:ilvl="0" w:tplc="BD5847E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AED55BB"/>
    <w:multiLevelType w:val="hybridMultilevel"/>
    <w:tmpl w:val="49968A06"/>
    <w:lvl w:ilvl="0" w:tplc="8A8EDE40">
      <w:start w:val="1"/>
      <w:numFmt w:val="decimal"/>
      <w:lvlText w:val="%1)"/>
      <w:lvlJc w:val="left"/>
      <w:pPr>
        <w:ind w:left="111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DAF2EE">
      <w:numFmt w:val="bullet"/>
      <w:lvlText w:val="•"/>
      <w:lvlJc w:val="left"/>
      <w:pPr>
        <w:ind w:left="1994" w:hanging="305"/>
      </w:pPr>
      <w:rPr>
        <w:rFonts w:hint="default"/>
        <w:lang w:val="ru-RU" w:eastAsia="en-US" w:bidi="ar-SA"/>
      </w:rPr>
    </w:lvl>
    <w:lvl w:ilvl="2" w:tplc="249CE01A">
      <w:numFmt w:val="bullet"/>
      <w:lvlText w:val="•"/>
      <w:lvlJc w:val="left"/>
      <w:pPr>
        <w:ind w:left="2868" w:hanging="305"/>
      </w:pPr>
      <w:rPr>
        <w:rFonts w:hint="default"/>
        <w:lang w:val="ru-RU" w:eastAsia="en-US" w:bidi="ar-SA"/>
      </w:rPr>
    </w:lvl>
    <w:lvl w:ilvl="3" w:tplc="CF4639CA">
      <w:numFmt w:val="bullet"/>
      <w:lvlText w:val="•"/>
      <w:lvlJc w:val="left"/>
      <w:pPr>
        <w:ind w:left="3743" w:hanging="305"/>
      </w:pPr>
      <w:rPr>
        <w:rFonts w:hint="default"/>
        <w:lang w:val="ru-RU" w:eastAsia="en-US" w:bidi="ar-SA"/>
      </w:rPr>
    </w:lvl>
    <w:lvl w:ilvl="4" w:tplc="7382ABF4">
      <w:numFmt w:val="bullet"/>
      <w:lvlText w:val="•"/>
      <w:lvlJc w:val="left"/>
      <w:pPr>
        <w:ind w:left="4617" w:hanging="305"/>
      </w:pPr>
      <w:rPr>
        <w:rFonts w:hint="default"/>
        <w:lang w:val="ru-RU" w:eastAsia="en-US" w:bidi="ar-SA"/>
      </w:rPr>
    </w:lvl>
    <w:lvl w:ilvl="5" w:tplc="469C1C4E">
      <w:numFmt w:val="bullet"/>
      <w:lvlText w:val="•"/>
      <w:lvlJc w:val="left"/>
      <w:pPr>
        <w:ind w:left="5492" w:hanging="305"/>
      </w:pPr>
      <w:rPr>
        <w:rFonts w:hint="default"/>
        <w:lang w:val="ru-RU" w:eastAsia="en-US" w:bidi="ar-SA"/>
      </w:rPr>
    </w:lvl>
    <w:lvl w:ilvl="6" w:tplc="2CB8DDC6">
      <w:numFmt w:val="bullet"/>
      <w:lvlText w:val="•"/>
      <w:lvlJc w:val="left"/>
      <w:pPr>
        <w:ind w:left="6366" w:hanging="305"/>
      </w:pPr>
      <w:rPr>
        <w:rFonts w:hint="default"/>
        <w:lang w:val="ru-RU" w:eastAsia="en-US" w:bidi="ar-SA"/>
      </w:rPr>
    </w:lvl>
    <w:lvl w:ilvl="7" w:tplc="98D0CDD6">
      <w:numFmt w:val="bullet"/>
      <w:lvlText w:val="•"/>
      <w:lvlJc w:val="left"/>
      <w:pPr>
        <w:ind w:left="7240" w:hanging="305"/>
      </w:pPr>
      <w:rPr>
        <w:rFonts w:hint="default"/>
        <w:lang w:val="ru-RU" w:eastAsia="en-US" w:bidi="ar-SA"/>
      </w:rPr>
    </w:lvl>
    <w:lvl w:ilvl="8" w:tplc="17603E5A">
      <w:numFmt w:val="bullet"/>
      <w:lvlText w:val="•"/>
      <w:lvlJc w:val="left"/>
      <w:pPr>
        <w:ind w:left="8115" w:hanging="305"/>
      </w:pPr>
      <w:rPr>
        <w:rFonts w:hint="default"/>
        <w:lang w:val="ru-RU" w:eastAsia="en-US" w:bidi="ar-SA"/>
      </w:rPr>
    </w:lvl>
  </w:abstractNum>
  <w:abstractNum w:abstractNumId="11">
    <w:nsid w:val="3CDB6D70"/>
    <w:multiLevelType w:val="hybridMultilevel"/>
    <w:tmpl w:val="65A866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07A40AF"/>
    <w:multiLevelType w:val="hybridMultilevel"/>
    <w:tmpl w:val="6C78CC30"/>
    <w:lvl w:ilvl="0" w:tplc="02001E7E">
      <w:start w:val="1"/>
      <w:numFmt w:val="decimal"/>
      <w:lvlText w:val="%1)"/>
      <w:lvlJc w:val="left"/>
      <w:pPr>
        <w:ind w:left="111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AC5FD8">
      <w:numFmt w:val="bullet"/>
      <w:lvlText w:val="•"/>
      <w:lvlJc w:val="left"/>
      <w:pPr>
        <w:ind w:left="1994" w:hanging="305"/>
      </w:pPr>
      <w:rPr>
        <w:rFonts w:hint="default"/>
        <w:lang w:val="ru-RU" w:eastAsia="en-US" w:bidi="ar-SA"/>
      </w:rPr>
    </w:lvl>
    <w:lvl w:ilvl="2" w:tplc="5BDA1E78">
      <w:numFmt w:val="bullet"/>
      <w:lvlText w:val="•"/>
      <w:lvlJc w:val="left"/>
      <w:pPr>
        <w:ind w:left="2868" w:hanging="305"/>
      </w:pPr>
      <w:rPr>
        <w:rFonts w:hint="default"/>
        <w:lang w:val="ru-RU" w:eastAsia="en-US" w:bidi="ar-SA"/>
      </w:rPr>
    </w:lvl>
    <w:lvl w:ilvl="3" w:tplc="2FAE6FC2">
      <w:numFmt w:val="bullet"/>
      <w:lvlText w:val="•"/>
      <w:lvlJc w:val="left"/>
      <w:pPr>
        <w:ind w:left="3743" w:hanging="305"/>
      </w:pPr>
      <w:rPr>
        <w:rFonts w:hint="default"/>
        <w:lang w:val="ru-RU" w:eastAsia="en-US" w:bidi="ar-SA"/>
      </w:rPr>
    </w:lvl>
    <w:lvl w:ilvl="4" w:tplc="C652F12E">
      <w:numFmt w:val="bullet"/>
      <w:lvlText w:val="•"/>
      <w:lvlJc w:val="left"/>
      <w:pPr>
        <w:ind w:left="4617" w:hanging="305"/>
      </w:pPr>
      <w:rPr>
        <w:rFonts w:hint="default"/>
        <w:lang w:val="ru-RU" w:eastAsia="en-US" w:bidi="ar-SA"/>
      </w:rPr>
    </w:lvl>
    <w:lvl w:ilvl="5" w:tplc="02105E12">
      <w:numFmt w:val="bullet"/>
      <w:lvlText w:val="•"/>
      <w:lvlJc w:val="left"/>
      <w:pPr>
        <w:ind w:left="5492" w:hanging="305"/>
      </w:pPr>
      <w:rPr>
        <w:rFonts w:hint="default"/>
        <w:lang w:val="ru-RU" w:eastAsia="en-US" w:bidi="ar-SA"/>
      </w:rPr>
    </w:lvl>
    <w:lvl w:ilvl="6" w:tplc="46C695EA">
      <w:numFmt w:val="bullet"/>
      <w:lvlText w:val="•"/>
      <w:lvlJc w:val="left"/>
      <w:pPr>
        <w:ind w:left="6366" w:hanging="305"/>
      </w:pPr>
      <w:rPr>
        <w:rFonts w:hint="default"/>
        <w:lang w:val="ru-RU" w:eastAsia="en-US" w:bidi="ar-SA"/>
      </w:rPr>
    </w:lvl>
    <w:lvl w:ilvl="7" w:tplc="AFC83782">
      <w:numFmt w:val="bullet"/>
      <w:lvlText w:val="•"/>
      <w:lvlJc w:val="left"/>
      <w:pPr>
        <w:ind w:left="7240" w:hanging="305"/>
      </w:pPr>
      <w:rPr>
        <w:rFonts w:hint="default"/>
        <w:lang w:val="ru-RU" w:eastAsia="en-US" w:bidi="ar-SA"/>
      </w:rPr>
    </w:lvl>
    <w:lvl w:ilvl="8" w:tplc="DBE80D08">
      <w:numFmt w:val="bullet"/>
      <w:lvlText w:val="•"/>
      <w:lvlJc w:val="left"/>
      <w:pPr>
        <w:ind w:left="8115" w:hanging="305"/>
      </w:pPr>
      <w:rPr>
        <w:rFonts w:hint="default"/>
        <w:lang w:val="ru-RU" w:eastAsia="en-US" w:bidi="ar-SA"/>
      </w:rPr>
    </w:lvl>
  </w:abstractNum>
  <w:abstractNum w:abstractNumId="13">
    <w:nsid w:val="429213E9"/>
    <w:multiLevelType w:val="hybridMultilevel"/>
    <w:tmpl w:val="1AA446F0"/>
    <w:lvl w:ilvl="0" w:tplc="D2A6BD18">
      <w:start w:val="1"/>
      <w:numFmt w:val="decimal"/>
      <w:lvlText w:val="%1)"/>
      <w:lvlJc w:val="left"/>
      <w:pPr>
        <w:ind w:left="102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15A41CA">
      <w:numFmt w:val="bullet"/>
      <w:lvlText w:val="•"/>
      <w:lvlJc w:val="left"/>
      <w:pPr>
        <w:ind w:left="1076" w:hanging="336"/>
      </w:pPr>
      <w:rPr>
        <w:rFonts w:hint="default"/>
        <w:lang w:val="ru-RU" w:eastAsia="en-US" w:bidi="ar-SA"/>
      </w:rPr>
    </w:lvl>
    <w:lvl w:ilvl="2" w:tplc="2D7C7CFA">
      <w:numFmt w:val="bullet"/>
      <w:lvlText w:val="•"/>
      <w:lvlJc w:val="left"/>
      <w:pPr>
        <w:ind w:left="2052" w:hanging="336"/>
      </w:pPr>
      <w:rPr>
        <w:rFonts w:hint="default"/>
        <w:lang w:val="ru-RU" w:eastAsia="en-US" w:bidi="ar-SA"/>
      </w:rPr>
    </w:lvl>
    <w:lvl w:ilvl="3" w:tplc="19E81828">
      <w:numFmt w:val="bullet"/>
      <w:lvlText w:val="•"/>
      <w:lvlJc w:val="left"/>
      <w:pPr>
        <w:ind w:left="3029" w:hanging="336"/>
      </w:pPr>
      <w:rPr>
        <w:rFonts w:hint="default"/>
        <w:lang w:val="ru-RU" w:eastAsia="en-US" w:bidi="ar-SA"/>
      </w:rPr>
    </w:lvl>
    <w:lvl w:ilvl="4" w:tplc="28D28082">
      <w:numFmt w:val="bullet"/>
      <w:lvlText w:val="•"/>
      <w:lvlJc w:val="left"/>
      <w:pPr>
        <w:ind w:left="4005" w:hanging="336"/>
      </w:pPr>
      <w:rPr>
        <w:rFonts w:hint="default"/>
        <w:lang w:val="ru-RU" w:eastAsia="en-US" w:bidi="ar-SA"/>
      </w:rPr>
    </w:lvl>
    <w:lvl w:ilvl="5" w:tplc="57E2FA38">
      <w:numFmt w:val="bullet"/>
      <w:lvlText w:val="•"/>
      <w:lvlJc w:val="left"/>
      <w:pPr>
        <w:ind w:left="4982" w:hanging="336"/>
      </w:pPr>
      <w:rPr>
        <w:rFonts w:hint="default"/>
        <w:lang w:val="ru-RU" w:eastAsia="en-US" w:bidi="ar-SA"/>
      </w:rPr>
    </w:lvl>
    <w:lvl w:ilvl="6" w:tplc="E08AB6DC">
      <w:numFmt w:val="bullet"/>
      <w:lvlText w:val="•"/>
      <w:lvlJc w:val="left"/>
      <w:pPr>
        <w:ind w:left="5958" w:hanging="336"/>
      </w:pPr>
      <w:rPr>
        <w:rFonts w:hint="default"/>
        <w:lang w:val="ru-RU" w:eastAsia="en-US" w:bidi="ar-SA"/>
      </w:rPr>
    </w:lvl>
    <w:lvl w:ilvl="7" w:tplc="8EB8C366">
      <w:numFmt w:val="bullet"/>
      <w:lvlText w:val="•"/>
      <w:lvlJc w:val="left"/>
      <w:pPr>
        <w:ind w:left="6934" w:hanging="336"/>
      </w:pPr>
      <w:rPr>
        <w:rFonts w:hint="default"/>
        <w:lang w:val="ru-RU" w:eastAsia="en-US" w:bidi="ar-SA"/>
      </w:rPr>
    </w:lvl>
    <w:lvl w:ilvl="8" w:tplc="A5401390">
      <w:numFmt w:val="bullet"/>
      <w:lvlText w:val="•"/>
      <w:lvlJc w:val="left"/>
      <w:pPr>
        <w:ind w:left="7911" w:hanging="336"/>
      </w:pPr>
      <w:rPr>
        <w:rFonts w:hint="default"/>
        <w:lang w:val="ru-RU" w:eastAsia="en-US" w:bidi="ar-SA"/>
      </w:rPr>
    </w:lvl>
  </w:abstractNum>
  <w:abstractNum w:abstractNumId="14">
    <w:nsid w:val="437361C3"/>
    <w:multiLevelType w:val="hybridMultilevel"/>
    <w:tmpl w:val="85A46810"/>
    <w:lvl w:ilvl="0" w:tplc="900476CA">
      <w:start w:val="1"/>
      <w:numFmt w:val="decimal"/>
      <w:lvlText w:val="%1)"/>
      <w:lvlJc w:val="left"/>
      <w:pPr>
        <w:ind w:left="111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48ABE6">
      <w:numFmt w:val="bullet"/>
      <w:lvlText w:val="•"/>
      <w:lvlJc w:val="left"/>
      <w:pPr>
        <w:ind w:left="1994" w:hanging="305"/>
      </w:pPr>
      <w:rPr>
        <w:rFonts w:hint="default"/>
        <w:lang w:val="ru-RU" w:eastAsia="en-US" w:bidi="ar-SA"/>
      </w:rPr>
    </w:lvl>
    <w:lvl w:ilvl="2" w:tplc="08CAAAFE">
      <w:numFmt w:val="bullet"/>
      <w:lvlText w:val="•"/>
      <w:lvlJc w:val="left"/>
      <w:pPr>
        <w:ind w:left="2868" w:hanging="305"/>
      </w:pPr>
      <w:rPr>
        <w:rFonts w:hint="default"/>
        <w:lang w:val="ru-RU" w:eastAsia="en-US" w:bidi="ar-SA"/>
      </w:rPr>
    </w:lvl>
    <w:lvl w:ilvl="3" w:tplc="866ED284">
      <w:numFmt w:val="bullet"/>
      <w:lvlText w:val="•"/>
      <w:lvlJc w:val="left"/>
      <w:pPr>
        <w:ind w:left="3743" w:hanging="305"/>
      </w:pPr>
      <w:rPr>
        <w:rFonts w:hint="default"/>
        <w:lang w:val="ru-RU" w:eastAsia="en-US" w:bidi="ar-SA"/>
      </w:rPr>
    </w:lvl>
    <w:lvl w:ilvl="4" w:tplc="B97E84D8">
      <w:numFmt w:val="bullet"/>
      <w:lvlText w:val="•"/>
      <w:lvlJc w:val="left"/>
      <w:pPr>
        <w:ind w:left="4617" w:hanging="305"/>
      </w:pPr>
      <w:rPr>
        <w:rFonts w:hint="default"/>
        <w:lang w:val="ru-RU" w:eastAsia="en-US" w:bidi="ar-SA"/>
      </w:rPr>
    </w:lvl>
    <w:lvl w:ilvl="5" w:tplc="D75685B2">
      <w:numFmt w:val="bullet"/>
      <w:lvlText w:val="•"/>
      <w:lvlJc w:val="left"/>
      <w:pPr>
        <w:ind w:left="5492" w:hanging="305"/>
      </w:pPr>
      <w:rPr>
        <w:rFonts w:hint="default"/>
        <w:lang w:val="ru-RU" w:eastAsia="en-US" w:bidi="ar-SA"/>
      </w:rPr>
    </w:lvl>
    <w:lvl w:ilvl="6" w:tplc="8DC07232">
      <w:numFmt w:val="bullet"/>
      <w:lvlText w:val="•"/>
      <w:lvlJc w:val="left"/>
      <w:pPr>
        <w:ind w:left="6366" w:hanging="305"/>
      </w:pPr>
      <w:rPr>
        <w:rFonts w:hint="default"/>
        <w:lang w:val="ru-RU" w:eastAsia="en-US" w:bidi="ar-SA"/>
      </w:rPr>
    </w:lvl>
    <w:lvl w:ilvl="7" w:tplc="5568F83A">
      <w:numFmt w:val="bullet"/>
      <w:lvlText w:val="•"/>
      <w:lvlJc w:val="left"/>
      <w:pPr>
        <w:ind w:left="7240" w:hanging="305"/>
      </w:pPr>
      <w:rPr>
        <w:rFonts w:hint="default"/>
        <w:lang w:val="ru-RU" w:eastAsia="en-US" w:bidi="ar-SA"/>
      </w:rPr>
    </w:lvl>
    <w:lvl w:ilvl="8" w:tplc="53044B2A">
      <w:numFmt w:val="bullet"/>
      <w:lvlText w:val="•"/>
      <w:lvlJc w:val="left"/>
      <w:pPr>
        <w:ind w:left="8115" w:hanging="305"/>
      </w:pPr>
      <w:rPr>
        <w:rFonts w:hint="default"/>
        <w:lang w:val="ru-RU" w:eastAsia="en-US" w:bidi="ar-SA"/>
      </w:rPr>
    </w:lvl>
  </w:abstractNum>
  <w:abstractNum w:abstractNumId="15">
    <w:nsid w:val="4FA5201F"/>
    <w:multiLevelType w:val="hybridMultilevel"/>
    <w:tmpl w:val="FFD66508"/>
    <w:lvl w:ilvl="0" w:tplc="5A24AB74">
      <w:start w:val="1"/>
      <w:numFmt w:val="decimal"/>
      <w:lvlText w:val="%1)"/>
      <w:lvlJc w:val="left"/>
      <w:pPr>
        <w:ind w:left="111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B4E7AC">
      <w:numFmt w:val="bullet"/>
      <w:lvlText w:val="•"/>
      <w:lvlJc w:val="left"/>
      <w:pPr>
        <w:ind w:left="1994" w:hanging="305"/>
      </w:pPr>
      <w:rPr>
        <w:rFonts w:hint="default"/>
        <w:lang w:val="ru-RU" w:eastAsia="en-US" w:bidi="ar-SA"/>
      </w:rPr>
    </w:lvl>
    <w:lvl w:ilvl="2" w:tplc="65389BAA">
      <w:numFmt w:val="bullet"/>
      <w:lvlText w:val="•"/>
      <w:lvlJc w:val="left"/>
      <w:pPr>
        <w:ind w:left="2868" w:hanging="305"/>
      </w:pPr>
      <w:rPr>
        <w:rFonts w:hint="default"/>
        <w:lang w:val="ru-RU" w:eastAsia="en-US" w:bidi="ar-SA"/>
      </w:rPr>
    </w:lvl>
    <w:lvl w:ilvl="3" w:tplc="518CD62C">
      <w:numFmt w:val="bullet"/>
      <w:lvlText w:val="•"/>
      <w:lvlJc w:val="left"/>
      <w:pPr>
        <w:ind w:left="3743" w:hanging="305"/>
      </w:pPr>
      <w:rPr>
        <w:rFonts w:hint="default"/>
        <w:lang w:val="ru-RU" w:eastAsia="en-US" w:bidi="ar-SA"/>
      </w:rPr>
    </w:lvl>
    <w:lvl w:ilvl="4" w:tplc="022488A4">
      <w:numFmt w:val="bullet"/>
      <w:lvlText w:val="•"/>
      <w:lvlJc w:val="left"/>
      <w:pPr>
        <w:ind w:left="4617" w:hanging="305"/>
      </w:pPr>
      <w:rPr>
        <w:rFonts w:hint="default"/>
        <w:lang w:val="ru-RU" w:eastAsia="en-US" w:bidi="ar-SA"/>
      </w:rPr>
    </w:lvl>
    <w:lvl w:ilvl="5" w:tplc="7032B6C2">
      <w:numFmt w:val="bullet"/>
      <w:lvlText w:val="•"/>
      <w:lvlJc w:val="left"/>
      <w:pPr>
        <w:ind w:left="5492" w:hanging="305"/>
      </w:pPr>
      <w:rPr>
        <w:rFonts w:hint="default"/>
        <w:lang w:val="ru-RU" w:eastAsia="en-US" w:bidi="ar-SA"/>
      </w:rPr>
    </w:lvl>
    <w:lvl w:ilvl="6" w:tplc="B43E1ACC">
      <w:numFmt w:val="bullet"/>
      <w:lvlText w:val="•"/>
      <w:lvlJc w:val="left"/>
      <w:pPr>
        <w:ind w:left="6366" w:hanging="305"/>
      </w:pPr>
      <w:rPr>
        <w:rFonts w:hint="default"/>
        <w:lang w:val="ru-RU" w:eastAsia="en-US" w:bidi="ar-SA"/>
      </w:rPr>
    </w:lvl>
    <w:lvl w:ilvl="7" w:tplc="88D26FFC">
      <w:numFmt w:val="bullet"/>
      <w:lvlText w:val="•"/>
      <w:lvlJc w:val="left"/>
      <w:pPr>
        <w:ind w:left="7240" w:hanging="305"/>
      </w:pPr>
      <w:rPr>
        <w:rFonts w:hint="default"/>
        <w:lang w:val="ru-RU" w:eastAsia="en-US" w:bidi="ar-SA"/>
      </w:rPr>
    </w:lvl>
    <w:lvl w:ilvl="8" w:tplc="A386D3CE">
      <w:numFmt w:val="bullet"/>
      <w:lvlText w:val="•"/>
      <w:lvlJc w:val="left"/>
      <w:pPr>
        <w:ind w:left="8115" w:hanging="305"/>
      </w:pPr>
      <w:rPr>
        <w:rFonts w:hint="default"/>
        <w:lang w:val="ru-RU" w:eastAsia="en-US" w:bidi="ar-SA"/>
      </w:rPr>
    </w:lvl>
  </w:abstractNum>
  <w:abstractNum w:abstractNumId="16">
    <w:nsid w:val="556603D0"/>
    <w:multiLevelType w:val="hybridMultilevel"/>
    <w:tmpl w:val="4C28FC58"/>
    <w:lvl w:ilvl="0" w:tplc="8F5A000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58B7954"/>
    <w:multiLevelType w:val="hybridMultilevel"/>
    <w:tmpl w:val="10FCEE68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>
    <w:nsid w:val="560671B9"/>
    <w:multiLevelType w:val="hybridMultilevel"/>
    <w:tmpl w:val="D5604326"/>
    <w:lvl w:ilvl="0" w:tplc="B82282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77C7BD7"/>
    <w:multiLevelType w:val="hybridMultilevel"/>
    <w:tmpl w:val="83500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E47A7D"/>
    <w:multiLevelType w:val="hybridMultilevel"/>
    <w:tmpl w:val="CE70260C"/>
    <w:lvl w:ilvl="0" w:tplc="F50A43B6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5F24E8C"/>
    <w:multiLevelType w:val="hybridMultilevel"/>
    <w:tmpl w:val="2BCC74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7DE7435"/>
    <w:multiLevelType w:val="hybridMultilevel"/>
    <w:tmpl w:val="D9BED77C"/>
    <w:lvl w:ilvl="0" w:tplc="2D883494">
      <w:start w:val="1"/>
      <w:numFmt w:val="decimal"/>
      <w:lvlText w:val="%1."/>
      <w:lvlJc w:val="left"/>
      <w:pPr>
        <w:ind w:left="102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786E03C">
      <w:start w:val="1"/>
      <w:numFmt w:val="decimal"/>
      <w:lvlText w:val="%2)"/>
      <w:lvlJc w:val="left"/>
      <w:pPr>
        <w:ind w:left="102" w:hanging="35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DF80B96">
      <w:numFmt w:val="bullet"/>
      <w:lvlText w:val="•"/>
      <w:lvlJc w:val="left"/>
      <w:pPr>
        <w:ind w:left="2052" w:hanging="353"/>
      </w:pPr>
      <w:rPr>
        <w:rFonts w:hint="default"/>
        <w:lang w:val="ru-RU" w:eastAsia="en-US" w:bidi="ar-SA"/>
      </w:rPr>
    </w:lvl>
    <w:lvl w:ilvl="3" w:tplc="F86E481A">
      <w:numFmt w:val="bullet"/>
      <w:lvlText w:val="•"/>
      <w:lvlJc w:val="left"/>
      <w:pPr>
        <w:ind w:left="3029" w:hanging="353"/>
      </w:pPr>
      <w:rPr>
        <w:rFonts w:hint="default"/>
        <w:lang w:val="ru-RU" w:eastAsia="en-US" w:bidi="ar-SA"/>
      </w:rPr>
    </w:lvl>
    <w:lvl w:ilvl="4" w:tplc="65EEC024">
      <w:numFmt w:val="bullet"/>
      <w:lvlText w:val="•"/>
      <w:lvlJc w:val="left"/>
      <w:pPr>
        <w:ind w:left="4005" w:hanging="353"/>
      </w:pPr>
      <w:rPr>
        <w:rFonts w:hint="default"/>
        <w:lang w:val="ru-RU" w:eastAsia="en-US" w:bidi="ar-SA"/>
      </w:rPr>
    </w:lvl>
    <w:lvl w:ilvl="5" w:tplc="B7F84F86">
      <w:numFmt w:val="bullet"/>
      <w:lvlText w:val="•"/>
      <w:lvlJc w:val="left"/>
      <w:pPr>
        <w:ind w:left="4982" w:hanging="353"/>
      </w:pPr>
      <w:rPr>
        <w:rFonts w:hint="default"/>
        <w:lang w:val="ru-RU" w:eastAsia="en-US" w:bidi="ar-SA"/>
      </w:rPr>
    </w:lvl>
    <w:lvl w:ilvl="6" w:tplc="3EF4A8E8">
      <w:numFmt w:val="bullet"/>
      <w:lvlText w:val="•"/>
      <w:lvlJc w:val="left"/>
      <w:pPr>
        <w:ind w:left="5958" w:hanging="353"/>
      </w:pPr>
      <w:rPr>
        <w:rFonts w:hint="default"/>
        <w:lang w:val="ru-RU" w:eastAsia="en-US" w:bidi="ar-SA"/>
      </w:rPr>
    </w:lvl>
    <w:lvl w:ilvl="7" w:tplc="78421376">
      <w:numFmt w:val="bullet"/>
      <w:lvlText w:val="•"/>
      <w:lvlJc w:val="left"/>
      <w:pPr>
        <w:ind w:left="6934" w:hanging="353"/>
      </w:pPr>
      <w:rPr>
        <w:rFonts w:hint="default"/>
        <w:lang w:val="ru-RU" w:eastAsia="en-US" w:bidi="ar-SA"/>
      </w:rPr>
    </w:lvl>
    <w:lvl w:ilvl="8" w:tplc="FA5C5112">
      <w:numFmt w:val="bullet"/>
      <w:lvlText w:val="•"/>
      <w:lvlJc w:val="left"/>
      <w:pPr>
        <w:ind w:left="7911" w:hanging="353"/>
      </w:pPr>
      <w:rPr>
        <w:rFonts w:hint="default"/>
        <w:lang w:val="ru-RU" w:eastAsia="en-US" w:bidi="ar-SA"/>
      </w:rPr>
    </w:lvl>
  </w:abstractNum>
  <w:abstractNum w:abstractNumId="23">
    <w:nsid w:val="697B5943"/>
    <w:multiLevelType w:val="hybridMultilevel"/>
    <w:tmpl w:val="C8B6A14E"/>
    <w:lvl w:ilvl="0" w:tplc="8F5A000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CC336EB"/>
    <w:multiLevelType w:val="hybridMultilevel"/>
    <w:tmpl w:val="0B1ED9D0"/>
    <w:lvl w:ilvl="0" w:tplc="8F0083E0">
      <w:start w:val="1"/>
      <w:numFmt w:val="decimal"/>
      <w:lvlText w:val="%1)"/>
      <w:lvlJc w:val="left"/>
      <w:pPr>
        <w:ind w:left="1086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C24840">
      <w:numFmt w:val="bullet"/>
      <w:lvlText w:val="•"/>
      <w:lvlJc w:val="left"/>
      <w:pPr>
        <w:ind w:left="1958" w:hanging="305"/>
      </w:pPr>
      <w:rPr>
        <w:rFonts w:hint="default"/>
        <w:lang w:val="ru-RU" w:eastAsia="en-US" w:bidi="ar-SA"/>
      </w:rPr>
    </w:lvl>
    <w:lvl w:ilvl="2" w:tplc="45D8C130">
      <w:numFmt w:val="bullet"/>
      <w:lvlText w:val="•"/>
      <w:lvlJc w:val="left"/>
      <w:pPr>
        <w:ind w:left="2836" w:hanging="305"/>
      </w:pPr>
      <w:rPr>
        <w:rFonts w:hint="default"/>
        <w:lang w:val="ru-RU" w:eastAsia="en-US" w:bidi="ar-SA"/>
      </w:rPr>
    </w:lvl>
    <w:lvl w:ilvl="3" w:tplc="F2C291B2">
      <w:numFmt w:val="bullet"/>
      <w:lvlText w:val="•"/>
      <w:lvlJc w:val="left"/>
      <w:pPr>
        <w:ind w:left="3715" w:hanging="305"/>
      </w:pPr>
      <w:rPr>
        <w:rFonts w:hint="default"/>
        <w:lang w:val="ru-RU" w:eastAsia="en-US" w:bidi="ar-SA"/>
      </w:rPr>
    </w:lvl>
    <w:lvl w:ilvl="4" w:tplc="F020B454">
      <w:numFmt w:val="bullet"/>
      <w:lvlText w:val="•"/>
      <w:lvlJc w:val="left"/>
      <w:pPr>
        <w:ind w:left="4593" w:hanging="305"/>
      </w:pPr>
      <w:rPr>
        <w:rFonts w:hint="default"/>
        <w:lang w:val="ru-RU" w:eastAsia="en-US" w:bidi="ar-SA"/>
      </w:rPr>
    </w:lvl>
    <w:lvl w:ilvl="5" w:tplc="7D3A8D9A">
      <w:numFmt w:val="bullet"/>
      <w:lvlText w:val="•"/>
      <w:lvlJc w:val="left"/>
      <w:pPr>
        <w:ind w:left="5472" w:hanging="305"/>
      </w:pPr>
      <w:rPr>
        <w:rFonts w:hint="default"/>
        <w:lang w:val="ru-RU" w:eastAsia="en-US" w:bidi="ar-SA"/>
      </w:rPr>
    </w:lvl>
    <w:lvl w:ilvl="6" w:tplc="B2ACFFFA">
      <w:numFmt w:val="bullet"/>
      <w:lvlText w:val="•"/>
      <w:lvlJc w:val="left"/>
      <w:pPr>
        <w:ind w:left="6350" w:hanging="305"/>
      </w:pPr>
      <w:rPr>
        <w:rFonts w:hint="default"/>
        <w:lang w:val="ru-RU" w:eastAsia="en-US" w:bidi="ar-SA"/>
      </w:rPr>
    </w:lvl>
    <w:lvl w:ilvl="7" w:tplc="AAC86BEC">
      <w:numFmt w:val="bullet"/>
      <w:lvlText w:val="•"/>
      <w:lvlJc w:val="left"/>
      <w:pPr>
        <w:ind w:left="7228" w:hanging="305"/>
      </w:pPr>
      <w:rPr>
        <w:rFonts w:hint="default"/>
        <w:lang w:val="ru-RU" w:eastAsia="en-US" w:bidi="ar-SA"/>
      </w:rPr>
    </w:lvl>
    <w:lvl w:ilvl="8" w:tplc="9A7E4F44">
      <w:numFmt w:val="bullet"/>
      <w:lvlText w:val="•"/>
      <w:lvlJc w:val="left"/>
      <w:pPr>
        <w:ind w:left="8107" w:hanging="305"/>
      </w:pPr>
      <w:rPr>
        <w:rFonts w:hint="default"/>
        <w:lang w:val="ru-RU" w:eastAsia="en-US" w:bidi="ar-SA"/>
      </w:rPr>
    </w:lvl>
  </w:abstractNum>
  <w:abstractNum w:abstractNumId="25">
    <w:nsid w:val="74443114"/>
    <w:multiLevelType w:val="hybridMultilevel"/>
    <w:tmpl w:val="4EDE29A8"/>
    <w:lvl w:ilvl="0" w:tplc="8F5A000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4BA446D"/>
    <w:multiLevelType w:val="hybridMultilevel"/>
    <w:tmpl w:val="77765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363811"/>
    <w:multiLevelType w:val="hybridMultilevel"/>
    <w:tmpl w:val="2788D8F4"/>
    <w:lvl w:ilvl="0" w:tplc="B78637CC">
      <w:start w:val="1"/>
      <w:numFmt w:val="decimal"/>
      <w:lvlText w:val="%1)"/>
      <w:lvlJc w:val="left"/>
      <w:pPr>
        <w:ind w:left="1086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5E4C56E">
      <w:numFmt w:val="bullet"/>
      <w:lvlText w:val="•"/>
      <w:lvlJc w:val="left"/>
      <w:pPr>
        <w:ind w:left="1958" w:hanging="305"/>
      </w:pPr>
      <w:rPr>
        <w:rFonts w:hint="default"/>
        <w:lang w:val="ru-RU" w:eastAsia="en-US" w:bidi="ar-SA"/>
      </w:rPr>
    </w:lvl>
    <w:lvl w:ilvl="2" w:tplc="B3AA2E0E">
      <w:numFmt w:val="bullet"/>
      <w:lvlText w:val="•"/>
      <w:lvlJc w:val="left"/>
      <w:pPr>
        <w:ind w:left="2836" w:hanging="305"/>
      </w:pPr>
      <w:rPr>
        <w:rFonts w:hint="default"/>
        <w:lang w:val="ru-RU" w:eastAsia="en-US" w:bidi="ar-SA"/>
      </w:rPr>
    </w:lvl>
    <w:lvl w:ilvl="3" w:tplc="24B8F180">
      <w:numFmt w:val="bullet"/>
      <w:lvlText w:val="•"/>
      <w:lvlJc w:val="left"/>
      <w:pPr>
        <w:ind w:left="3715" w:hanging="305"/>
      </w:pPr>
      <w:rPr>
        <w:rFonts w:hint="default"/>
        <w:lang w:val="ru-RU" w:eastAsia="en-US" w:bidi="ar-SA"/>
      </w:rPr>
    </w:lvl>
    <w:lvl w:ilvl="4" w:tplc="40E02328">
      <w:numFmt w:val="bullet"/>
      <w:lvlText w:val="•"/>
      <w:lvlJc w:val="left"/>
      <w:pPr>
        <w:ind w:left="4593" w:hanging="305"/>
      </w:pPr>
      <w:rPr>
        <w:rFonts w:hint="default"/>
        <w:lang w:val="ru-RU" w:eastAsia="en-US" w:bidi="ar-SA"/>
      </w:rPr>
    </w:lvl>
    <w:lvl w:ilvl="5" w:tplc="3D6833EE">
      <w:numFmt w:val="bullet"/>
      <w:lvlText w:val="•"/>
      <w:lvlJc w:val="left"/>
      <w:pPr>
        <w:ind w:left="5472" w:hanging="305"/>
      </w:pPr>
      <w:rPr>
        <w:rFonts w:hint="default"/>
        <w:lang w:val="ru-RU" w:eastAsia="en-US" w:bidi="ar-SA"/>
      </w:rPr>
    </w:lvl>
    <w:lvl w:ilvl="6" w:tplc="BA26C488">
      <w:numFmt w:val="bullet"/>
      <w:lvlText w:val="•"/>
      <w:lvlJc w:val="left"/>
      <w:pPr>
        <w:ind w:left="6350" w:hanging="305"/>
      </w:pPr>
      <w:rPr>
        <w:rFonts w:hint="default"/>
        <w:lang w:val="ru-RU" w:eastAsia="en-US" w:bidi="ar-SA"/>
      </w:rPr>
    </w:lvl>
    <w:lvl w:ilvl="7" w:tplc="1D06E452">
      <w:numFmt w:val="bullet"/>
      <w:lvlText w:val="•"/>
      <w:lvlJc w:val="left"/>
      <w:pPr>
        <w:ind w:left="7228" w:hanging="305"/>
      </w:pPr>
      <w:rPr>
        <w:rFonts w:hint="default"/>
        <w:lang w:val="ru-RU" w:eastAsia="en-US" w:bidi="ar-SA"/>
      </w:rPr>
    </w:lvl>
    <w:lvl w:ilvl="8" w:tplc="C99C07D2">
      <w:numFmt w:val="bullet"/>
      <w:lvlText w:val="•"/>
      <w:lvlJc w:val="left"/>
      <w:pPr>
        <w:ind w:left="8107" w:hanging="305"/>
      </w:pPr>
      <w:rPr>
        <w:rFonts w:hint="default"/>
        <w:lang w:val="ru-RU" w:eastAsia="en-US" w:bidi="ar-SA"/>
      </w:rPr>
    </w:lvl>
  </w:abstractNum>
  <w:abstractNum w:abstractNumId="28">
    <w:nsid w:val="7DE33D9B"/>
    <w:multiLevelType w:val="hybridMultilevel"/>
    <w:tmpl w:val="58D69920"/>
    <w:lvl w:ilvl="0" w:tplc="DB46B73C">
      <w:start w:val="1"/>
      <w:numFmt w:val="decimal"/>
      <w:lvlText w:val="%1)"/>
      <w:lvlJc w:val="left"/>
      <w:pPr>
        <w:ind w:left="102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D2BE30">
      <w:numFmt w:val="bullet"/>
      <w:lvlText w:val="•"/>
      <w:lvlJc w:val="left"/>
      <w:pPr>
        <w:ind w:left="1076" w:hanging="348"/>
      </w:pPr>
      <w:rPr>
        <w:rFonts w:hint="default"/>
        <w:lang w:val="ru-RU" w:eastAsia="en-US" w:bidi="ar-SA"/>
      </w:rPr>
    </w:lvl>
    <w:lvl w:ilvl="2" w:tplc="BBFEB462">
      <w:numFmt w:val="bullet"/>
      <w:lvlText w:val="•"/>
      <w:lvlJc w:val="left"/>
      <w:pPr>
        <w:ind w:left="2052" w:hanging="348"/>
      </w:pPr>
      <w:rPr>
        <w:rFonts w:hint="default"/>
        <w:lang w:val="ru-RU" w:eastAsia="en-US" w:bidi="ar-SA"/>
      </w:rPr>
    </w:lvl>
    <w:lvl w:ilvl="3" w:tplc="9B14B656">
      <w:numFmt w:val="bullet"/>
      <w:lvlText w:val="•"/>
      <w:lvlJc w:val="left"/>
      <w:pPr>
        <w:ind w:left="3029" w:hanging="348"/>
      </w:pPr>
      <w:rPr>
        <w:rFonts w:hint="default"/>
        <w:lang w:val="ru-RU" w:eastAsia="en-US" w:bidi="ar-SA"/>
      </w:rPr>
    </w:lvl>
    <w:lvl w:ilvl="4" w:tplc="85B4F440">
      <w:numFmt w:val="bullet"/>
      <w:lvlText w:val="•"/>
      <w:lvlJc w:val="left"/>
      <w:pPr>
        <w:ind w:left="4005" w:hanging="348"/>
      </w:pPr>
      <w:rPr>
        <w:rFonts w:hint="default"/>
        <w:lang w:val="ru-RU" w:eastAsia="en-US" w:bidi="ar-SA"/>
      </w:rPr>
    </w:lvl>
    <w:lvl w:ilvl="5" w:tplc="E664492A">
      <w:numFmt w:val="bullet"/>
      <w:lvlText w:val="•"/>
      <w:lvlJc w:val="left"/>
      <w:pPr>
        <w:ind w:left="4982" w:hanging="348"/>
      </w:pPr>
      <w:rPr>
        <w:rFonts w:hint="default"/>
        <w:lang w:val="ru-RU" w:eastAsia="en-US" w:bidi="ar-SA"/>
      </w:rPr>
    </w:lvl>
    <w:lvl w:ilvl="6" w:tplc="2526A97C">
      <w:numFmt w:val="bullet"/>
      <w:lvlText w:val="•"/>
      <w:lvlJc w:val="left"/>
      <w:pPr>
        <w:ind w:left="5958" w:hanging="348"/>
      </w:pPr>
      <w:rPr>
        <w:rFonts w:hint="default"/>
        <w:lang w:val="ru-RU" w:eastAsia="en-US" w:bidi="ar-SA"/>
      </w:rPr>
    </w:lvl>
    <w:lvl w:ilvl="7" w:tplc="AEEC3AA0">
      <w:numFmt w:val="bullet"/>
      <w:lvlText w:val="•"/>
      <w:lvlJc w:val="left"/>
      <w:pPr>
        <w:ind w:left="6934" w:hanging="348"/>
      </w:pPr>
      <w:rPr>
        <w:rFonts w:hint="default"/>
        <w:lang w:val="ru-RU" w:eastAsia="en-US" w:bidi="ar-SA"/>
      </w:rPr>
    </w:lvl>
    <w:lvl w:ilvl="8" w:tplc="96942698">
      <w:numFmt w:val="bullet"/>
      <w:lvlText w:val="•"/>
      <w:lvlJc w:val="left"/>
      <w:pPr>
        <w:ind w:left="7911" w:hanging="348"/>
      </w:pPr>
      <w:rPr>
        <w:rFonts w:hint="default"/>
        <w:lang w:val="ru-RU" w:eastAsia="en-US" w:bidi="ar-SA"/>
      </w:rPr>
    </w:lvl>
  </w:abstractNum>
  <w:abstractNum w:abstractNumId="29">
    <w:nsid w:val="7E3A43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ECD46F5"/>
    <w:multiLevelType w:val="hybridMultilevel"/>
    <w:tmpl w:val="10FCEE68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>
    <w:nsid w:val="7F8D1308"/>
    <w:multiLevelType w:val="hybridMultilevel"/>
    <w:tmpl w:val="4B6AB7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9"/>
  </w:num>
  <w:num w:numId="2">
    <w:abstractNumId w:val="2"/>
  </w:num>
  <w:num w:numId="3">
    <w:abstractNumId w:val="7"/>
  </w:num>
  <w:num w:numId="4">
    <w:abstractNumId w:val="18"/>
  </w:num>
  <w:num w:numId="5">
    <w:abstractNumId w:val="26"/>
  </w:num>
  <w:num w:numId="6">
    <w:abstractNumId w:val="11"/>
  </w:num>
  <w:num w:numId="7">
    <w:abstractNumId w:val="30"/>
  </w:num>
  <w:num w:numId="8">
    <w:abstractNumId w:val="17"/>
  </w:num>
  <w:num w:numId="9">
    <w:abstractNumId w:val="19"/>
  </w:num>
  <w:num w:numId="10">
    <w:abstractNumId w:val="21"/>
  </w:num>
  <w:num w:numId="11">
    <w:abstractNumId w:val="31"/>
  </w:num>
  <w:num w:numId="12">
    <w:abstractNumId w:val="9"/>
  </w:num>
  <w:num w:numId="13">
    <w:abstractNumId w:val="20"/>
  </w:num>
  <w:num w:numId="14">
    <w:abstractNumId w:val="25"/>
  </w:num>
  <w:num w:numId="15">
    <w:abstractNumId w:val="16"/>
  </w:num>
  <w:num w:numId="16">
    <w:abstractNumId w:val="23"/>
  </w:num>
  <w:num w:numId="17">
    <w:abstractNumId w:val="10"/>
  </w:num>
  <w:num w:numId="18">
    <w:abstractNumId w:val="12"/>
  </w:num>
  <w:num w:numId="19">
    <w:abstractNumId w:val="5"/>
  </w:num>
  <w:num w:numId="20">
    <w:abstractNumId w:val="4"/>
  </w:num>
  <w:num w:numId="21">
    <w:abstractNumId w:val="15"/>
  </w:num>
  <w:num w:numId="22">
    <w:abstractNumId w:val="0"/>
  </w:num>
  <w:num w:numId="23">
    <w:abstractNumId w:val="27"/>
  </w:num>
  <w:num w:numId="24">
    <w:abstractNumId w:val="14"/>
  </w:num>
  <w:num w:numId="25">
    <w:abstractNumId w:val="24"/>
  </w:num>
  <w:num w:numId="26">
    <w:abstractNumId w:val="6"/>
  </w:num>
  <w:num w:numId="27">
    <w:abstractNumId w:val="13"/>
  </w:num>
  <w:num w:numId="28">
    <w:abstractNumId w:val="28"/>
  </w:num>
  <w:num w:numId="29">
    <w:abstractNumId w:val="1"/>
  </w:num>
  <w:num w:numId="30">
    <w:abstractNumId w:val="8"/>
  </w:num>
  <w:num w:numId="31">
    <w:abstractNumId w:val="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E9D"/>
    <w:rsid w:val="00034BF6"/>
    <w:rsid w:val="0007508E"/>
    <w:rsid w:val="0008541A"/>
    <w:rsid w:val="001515FE"/>
    <w:rsid w:val="001B1ED2"/>
    <w:rsid w:val="001F69DD"/>
    <w:rsid w:val="00200DA5"/>
    <w:rsid w:val="00251EAA"/>
    <w:rsid w:val="002D563C"/>
    <w:rsid w:val="003D701B"/>
    <w:rsid w:val="003E2B27"/>
    <w:rsid w:val="00403F76"/>
    <w:rsid w:val="00485360"/>
    <w:rsid w:val="004B30E2"/>
    <w:rsid w:val="004B4B20"/>
    <w:rsid w:val="00507F25"/>
    <w:rsid w:val="00560E9D"/>
    <w:rsid w:val="0057454D"/>
    <w:rsid w:val="00590BEA"/>
    <w:rsid w:val="00593447"/>
    <w:rsid w:val="00594E24"/>
    <w:rsid w:val="005C0F31"/>
    <w:rsid w:val="00607851"/>
    <w:rsid w:val="00640D6C"/>
    <w:rsid w:val="006808F1"/>
    <w:rsid w:val="00703006"/>
    <w:rsid w:val="007203A4"/>
    <w:rsid w:val="00772506"/>
    <w:rsid w:val="007A330A"/>
    <w:rsid w:val="007A71DB"/>
    <w:rsid w:val="007C1C63"/>
    <w:rsid w:val="007D5F34"/>
    <w:rsid w:val="0080447F"/>
    <w:rsid w:val="008701E6"/>
    <w:rsid w:val="00871292"/>
    <w:rsid w:val="0088049E"/>
    <w:rsid w:val="00890194"/>
    <w:rsid w:val="008B5B56"/>
    <w:rsid w:val="009369DF"/>
    <w:rsid w:val="00991EDA"/>
    <w:rsid w:val="009F16F0"/>
    <w:rsid w:val="00A13B2D"/>
    <w:rsid w:val="00A9280B"/>
    <w:rsid w:val="00AA415F"/>
    <w:rsid w:val="00B45D0F"/>
    <w:rsid w:val="00B53CDE"/>
    <w:rsid w:val="00BA7B4E"/>
    <w:rsid w:val="00BF0D25"/>
    <w:rsid w:val="00BF2E41"/>
    <w:rsid w:val="00C178BB"/>
    <w:rsid w:val="00C46337"/>
    <w:rsid w:val="00C518FA"/>
    <w:rsid w:val="00C613F5"/>
    <w:rsid w:val="00CA5406"/>
    <w:rsid w:val="00CE6927"/>
    <w:rsid w:val="00D91FB9"/>
    <w:rsid w:val="00DA1864"/>
    <w:rsid w:val="00DC75BD"/>
    <w:rsid w:val="00DF11E2"/>
    <w:rsid w:val="00E01966"/>
    <w:rsid w:val="00E14323"/>
    <w:rsid w:val="00E81C22"/>
    <w:rsid w:val="00EA69FF"/>
    <w:rsid w:val="00EB3499"/>
    <w:rsid w:val="00EC4AFF"/>
    <w:rsid w:val="00EE215A"/>
    <w:rsid w:val="00EE4DAA"/>
    <w:rsid w:val="00F63923"/>
    <w:rsid w:val="00F76EF9"/>
    <w:rsid w:val="00FC3275"/>
    <w:rsid w:val="00FC3DC8"/>
    <w:rsid w:val="00FF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C613F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C613F5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C613F5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C613F5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C613F5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C613F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C613F5"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1">
    <w:name w:val="Font Style41"/>
    <w:uiPriority w:val="99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rPr>
      <w:rFonts w:ascii="Tahoma" w:hAnsi="Tahoma" w:cs="Tahoma"/>
      <w:sz w:val="16"/>
      <w:szCs w:val="16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6">
    <w:name w:val="Обычный (Интернет)"/>
    <w:basedOn w:val="a"/>
    <w:uiPriority w:val="99"/>
    <w:unhideWhenUsed/>
    <w:pPr>
      <w:spacing w:before="100" w:beforeAutospacing="1" w:after="100" w:afterAutospacing="1"/>
    </w:pPr>
  </w:style>
  <w:style w:type="character" w:styleId="a7">
    <w:name w:val="Strong"/>
    <w:uiPriority w:val="22"/>
    <w:qFormat/>
    <w:rPr>
      <w:b/>
      <w:bCs/>
    </w:rPr>
  </w:style>
  <w:style w:type="character" w:customStyle="1" w:styleId="30">
    <w:name w:val="Заголовок 3 Знак"/>
    <w:link w:val="3"/>
    <w:rPr>
      <w:rFonts w:ascii="Arial" w:hAnsi="Arial" w:cs="Arial"/>
      <w:b/>
      <w:bCs/>
      <w:sz w:val="28"/>
      <w:szCs w:val="26"/>
    </w:rPr>
  </w:style>
  <w:style w:type="paragraph" w:customStyle="1" w:styleId="p5">
    <w:name w:val="p5"/>
    <w:basedOn w:val="a"/>
    <w:pPr>
      <w:spacing w:before="100" w:beforeAutospacing="1" w:after="100" w:afterAutospacing="1"/>
    </w:pPr>
  </w:style>
  <w:style w:type="paragraph" w:styleId="a8">
    <w:name w:val="List Paragraph"/>
    <w:basedOn w:val="a"/>
    <w:uiPriority w:val="1"/>
    <w:qFormat/>
    <w:pPr>
      <w:ind w:left="720"/>
      <w:contextualSpacing/>
    </w:pPr>
  </w:style>
  <w:style w:type="paragraph" w:styleId="a9">
    <w:name w:val="Plain Text"/>
    <w:basedOn w:val="a"/>
    <w:link w:val="aa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rPr>
      <w:rFonts w:ascii="Courier New" w:hAnsi="Courier New"/>
    </w:rPr>
  </w:style>
  <w:style w:type="paragraph" w:styleId="ab">
    <w:name w:val="Body Text"/>
    <w:basedOn w:val="a"/>
    <w:link w:val="ac"/>
    <w:uiPriority w:val="1"/>
    <w:qFormat/>
    <w:rsid w:val="001515FE"/>
    <w:pPr>
      <w:widowControl w:val="0"/>
      <w:autoSpaceDE w:val="0"/>
      <w:autoSpaceDN w:val="0"/>
      <w:ind w:left="102" w:firstLine="707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1515FE"/>
    <w:rPr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1515F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613F5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basedOn w:val="a0"/>
    <w:link w:val="4"/>
    <w:rsid w:val="00C613F5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C613F5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C613F5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basedOn w:val="a0"/>
    <w:link w:val="ad"/>
    <w:rsid w:val="00C613F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C613F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basedOn w:val="a0"/>
    <w:rsid w:val="00C613F5"/>
    <w:rPr>
      <w:color w:val="0000FF"/>
      <w:u w:val="none"/>
    </w:rPr>
  </w:style>
  <w:style w:type="paragraph" w:customStyle="1" w:styleId="Application">
    <w:name w:val="Application!Приложение"/>
    <w:rsid w:val="00C613F5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C613F5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C613F5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C613F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C613F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9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2B20D-E2DD-4A63-8B2B-6E6863958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30</TotalTime>
  <Pages>11</Pages>
  <Words>8207</Words>
  <Characters>63008</Characters>
  <Application>Microsoft Office Word</Application>
  <DocSecurity>0</DocSecurity>
  <Lines>525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ГIАЛГIАЙ</vt:lpstr>
    </vt:vector>
  </TitlesOfParts>
  <Company>Microsoft</Company>
  <LinksUpToDate>false</LinksUpToDate>
  <CharactersWithSpaces>71073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ГIАЛГIАЙ</dc:title>
  <dc:subject/>
  <dc:creator>Admin</dc:creator>
  <cp:keywords/>
  <cp:lastModifiedBy>Admin</cp:lastModifiedBy>
  <cp:revision>2</cp:revision>
  <cp:lastPrinted>2024-04-24T13:58:00Z</cp:lastPrinted>
  <dcterms:created xsi:type="dcterms:W3CDTF">2024-11-11T09:11:00Z</dcterms:created>
  <dcterms:modified xsi:type="dcterms:W3CDTF">2024-11-11T09:11:00Z</dcterms:modified>
</cp:coreProperties>
</file>